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39D51" w14:textId="77777777" w:rsidR="009249F1" w:rsidRDefault="009249F1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27E6EA9E" w14:textId="77777777" w:rsidR="009249F1" w:rsidRDefault="009249F1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60C38018" w14:textId="77777777" w:rsidR="009249F1" w:rsidRDefault="009249F1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7160A9C" w14:textId="77777777" w:rsidR="009249F1" w:rsidRDefault="009249F1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33A1E01C" w14:textId="77777777" w:rsidR="009249F1" w:rsidRDefault="009249F1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641F590D" w14:textId="77777777" w:rsidR="009249F1" w:rsidRDefault="009249F1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</w:p>
    <w:p w14:paraId="21A8417C" w14:textId="5944F954" w:rsidR="00804175" w:rsidRPr="00864E7D" w:rsidRDefault="00804175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 w:rsidRPr="00864E7D"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 w:rsidR="00032517" w:rsidRPr="00864E7D">
        <w:rPr>
          <w:rFonts w:ascii="Angsana New" w:hAnsi="Angsana New" w:cs="Angsana New" w:hint="cs"/>
          <w:sz w:val="52"/>
          <w:szCs w:val="52"/>
          <w:cs/>
        </w:rPr>
        <w:t xml:space="preserve">กรุ๊ปลีส </w:t>
      </w:r>
      <w:r w:rsidRPr="00864E7D">
        <w:rPr>
          <w:rFonts w:ascii="Angsana New" w:hAnsi="Angsana New" w:cs="Angsana New"/>
          <w:sz w:val="52"/>
          <w:szCs w:val="52"/>
          <w:cs/>
        </w:rPr>
        <w:t>จำกัด</w:t>
      </w:r>
      <w:r w:rsidRPr="00864E7D">
        <w:rPr>
          <w:rFonts w:ascii="Angsana New" w:hAnsi="Angsana New" w:cs="Angsana New"/>
          <w:sz w:val="52"/>
          <w:szCs w:val="52"/>
        </w:rPr>
        <w:t xml:space="preserve"> </w:t>
      </w:r>
      <w:r w:rsidRPr="00864E7D">
        <w:rPr>
          <w:rFonts w:ascii="Angsana New" w:hAnsi="Angsana New" w:cs="Angsana New"/>
          <w:sz w:val="52"/>
          <w:szCs w:val="52"/>
          <w:cs/>
        </w:rPr>
        <w:t xml:space="preserve">(มหาชน) </w:t>
      </w:r>
      <w:r w:rsidR="00032517" w:rsidRPr="00864E7D">
        <w:rPr>
          <w:rFonts w:ascii="Angsana New" w:hAnsi="Angsana New" w:cs="Angsana New" w:hint="cs"/>
          <w:sz w:val="52"/>
          <w:szCs w:val="52"/>
          <w:cs/>
        </w:rPr>
        <w:t>และ</w:t>
      </w:r>
      <w:r w:rsidR="00A5565A" w:rsidRPr="00864E7D">
        <w:rPr>
          <w:rFonts w:ascii="Angsana New" w:hAnsi="Angsana New" w:cs="Angsana New" w:hint="cs"/>
          <w:sz w:val="52"/>
          <w:szCs w:val="52"/>
          <w:cs/>
        </w:rPr>
        <w:t>บ</w:t>
      </w:r>
      <w:r w:rsidR="00032517" w:rsidRPr="00864E7D">
        <w:rPr>
          <w:rFonts w:ascii="Angsana New" w:hAnsi="Angsana New" w:cs="Angsana New" w:hint="cs"/>
          <w:sz w:val="52"/>
          <w:szCs w:val="52"/>
          <w:cs/>
        </w:rPr>
        <w:t>ริษัทย่อย</w:t>
      </w:r>
    </w:p>
    <w:p w14:paraId="4EE4EBE4" w14:textId="77777777" w:rsidR="00804175" w:rsidRPr="00864E7D" w:rsidRDefault="00804175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52"/>
          <w:szCs w:val="52"/>
        </w:rPr>
      </w:pPr>
    </w:p>
    <w:p w14:paraId="3F3A6C5C" w14:textId="77777777" w:rsidR="00804175" w:rsidRPr="00864E7D" w:rsidRDefault="00804175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="00DA66D6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3F5BD9CB" w14:textId="3899B9D3" w:rsidR="007D2B7F" w:rsidRPr="00864E7D" w:rsidRDefault="005E07DC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2C4FA7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091EA9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2C4FA7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>สิ้นสุดวันที่</w:t>
      </w:r>
      <w:r w:rsidR="00032517" w:rsidRPr="00864E7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2C4FA7" w:rsidRPr="00864E7D">
        <w:rPr>
          <w:rFonts w:ascii="Angsana New" w:hAnsi="Angsana New" w:cs="Angsana New"/>
          <w:b w:val="0"/>
          <w:bCs w:val="0"/>
          <w:sz w:val="32"/>
          <w:szCs w:val="32"/>
        </w:rPr>
        <w:t>30</w:t>
      </w:r>
      <w:r w:rsidR="002C4FA7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091EA9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</w:t>
      </w:r>
      <w:r w:rsidR="00302F6E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</w:t>
      </w:r>
      <w:r w:rsidR="002C4FA7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น </w:t>
      </w:r>
      <w:r w:rsidR="002C4FA7" w:rsidRPr="00864E7D"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14:paraId="41BF0874" w14:textId="77777777" w:rsidR="00804175" w:rsidRPr="00864E7D" w:rsidRDefault="00804175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8B41D76" w14:textId="77777777" w:rsidR="00804175" w:rsidRPr="00864E7D" w:rsidRDefault="00804175" w:rsidP="00C2434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="00DA66D6" w:rsidRPr="00864E7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64E7D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0DB111C" w14:textId="77777777" w:rsidR="00A014C0" w:rsidRPr="00864E7D" w:rsidRDefault="00A014C0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sz w:val="32"/>
          <w:szCs w:val="32"/>
        </w:rPr>
        <w:sectPr w:rsidR="00A014C0" w:rsidRPr="00864E7D" w:rsidSect="00E92CD1">
          <w:footerReference w:type="default" r:id="rId8"/>
          <w:headerReference w:type="first" r:id="rId9"/>
          <w:type w:val="continuous"/>
          <w:pgSz w:w="11907" w:h="16840" w:code="9"/>
          <w:pgMar w:top="691" w:right="1152" w:bottom="576" w:left="1440" w:header="720" w:footer="720" w:gutter="0"/>
          <w:pgNumType w:start="0"/>
          <w:cols w:space="708"/>
          <w:docGrid w:linePitch="360"/>
        </w:sectPr>
      </w:pPr>
    </w:p>
    <w:p w14:paraId="3F2C1F76" w14:textId="77777777" w:rsidR="00F75A08" w:rsidRPr="00864E7D" w:rsidRDefault="00F75A08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ABFC5DD" w14:textId="77777777" w:rsidR="00F75A08" w:rsidRPr="00864E7D" w:rsidRDefault="00F75A08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4A167A83" w14:textId="77777777" w:rsidR="00F75A08" w:rsidRPr="00864E7D" w:rsidRDefault="00F75A08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B66DB84" w14:textId="77777777" w:rsidR="00F75A08" w:rsidRPr="00864E7D" w:rsidRDefault="00F75A08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4002E53" w14:textId="77777777" w:rsidR="00E92CD1" w:rsidRPr="00864E7D" w:rsidRDefault="00E92CD1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5FDD1AF" w14:textId="77777777" w:rsidR="00F75A08" w:rsidRPr="00864E7D" w:rsidRDefault="00F75A08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56214DE" w14:textId="77777777" w:rsidR="008770C0" w:rsidRPr="00864E7D" w:rsidRDefault="008770C0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EC770E0" w14:textId="77777777" w:rsidR="00E92CD1" w:rsidRPr="00864E7D" w:rsidRDefault="00E92CD1" w:rsidP="00C243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4420E41" w14:textId="77777777" w:rsidR="00804175" w:rsidRPr="00864E7D" w:rsidRDefault="00804175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64E7D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</w:t>
      </w:r>
      <w:r w:rsidR="00FF3BCE" w:rsidRPr="00864E7D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64E7D">
        <w:rPr>
          <w:rFonts w:ascii="Angsana New" w:hAnsi="Angsana New" w:cs="Angsana New"/>
          <w:b/>
          <w:bCs/>
          <w:sz w:val="32"/>
          <w:szCs w:val="32"/>
          <w:cs/>
        </w:rPr>
        <w:t>โดยผู้สอบบัญชีรับอนุญาต</w:t>
      </w:r>
    </w:p>
    <w:p w14:paraId="65299506" w14:textId="77777777" w:rsidR="00804175" w:rsidRPr="00864E7D" w:rsidRDefault="00804175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sz w:val="30"/>
          <w:szCs w:val="30"/>
          <w:u w:val="single"/>
        </w:rPr>
      </w:pPr>
    </w:p>
    <w:p w14:paraId="0746F6FA" w14:textId="77777777" w:rsidR="00804175" w:rsidRPr="00864E7D" w:rsidRDefault="00804175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864E7D">
        <w:rPr>
          <w:rFonts w:ascii="Angsana New" w:hAnsi="Angsana New" w:cs="Angsana New"/>
          <w:b/>
          <w:bCs/>
          <w:sz w:val="30"/>
          <w:szCs w:val="30"/>
          <w:cs/>
        </w:rPr>
        <w:t xml:space="preserve">เสนอ  คณะกรรมการบริษัท </w:t>
      </w:r>
      <w:r w:rsidR="00032517" w:rsidRPr="00864E7D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กรุ๊ปลีส </w:t>
      </w:r>
      <w:r w:rsidRPr="00864E7D">
        <w:rPr>
          <w:rFonts w:ascii="Angsana New" w:hAnsi="Angsana New" w:cs="Angsana New"/>
          <w:b/>
          <w:bCs/>
          <w:sz w:val="30"/>
          <w:szCs w:val="30"/>
          <w:cs/>
        </w:rPr>
        <w:t>จำกัด (มหาชน)</w:t>
      </w:r>
    </w:p>
    <w:p w14:paraId="487D8898" w14:textId="389738A5" w:rsidR="00DA45ED" w:rsidRPr="00864E7D" w:rsidRDefault="00DA45ED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rPr>
          <w:rFonts w:ascii="Angsana New" w:hAnsi="Angsana New" w:cs="Angsana New"/>
          <w:sz w:val="30"/>
          <w:szCs w:val="30"/>
        </w:rPr>
      </w:pPr>
    </w:p>
    <w:p w14:paraId="12EE1CC4" w14:textId="51DE1072" w:rsidR="008770C0" w:rsidRPr="00864E7D" w:rsidRDefault="005A7F0C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 w:cs="Cordia New"/>
          <w:sz w:val="30"/>
          <w:szCs w:val="30"/>
        </w:rPr>
      </w:pPr>
      <w:r w:rsidRPr="00864E7D">
        <w:rPr>
          <w:rFonts w:ascii="Angsana New" w:hAnsi="Angsana New" w:cs="Angsana New" w:hint="cs"/>
          <w:sz w:val="30"/>
          <w:szCs w:val="30"/>
          <w:cs/>
        </w:rPr>
        <w:t>ข้าพเจ้าได้รับการว่าจ้างให้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>สอบทานงบ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="008770C0" w:rsidRPr="00864E7D">
        <w:rPr>
          <w:rFonts w:ascii="Angsana New" w:hAnsi="Angsana New" w:cs="Angsana New"/>
          <w:sz w:val="30"/>
          <w:szCs w:val="30"/>
        </w:rPr>
        <w:t xml:space="preserve"> 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>ณ</w:t>
      </w:r>
      <w:r w:rsidR="008770C0" w:rsidRPr="00864E7D">
        <w:rPr>
          <w:rFonts w:ascii="Angsana New" w:hAnsi="Angsana New" w:cs="Angsana New"/>
          <w:sz w:val="30"/>
          <w:szCs w:val="30"/>
        </w:rPr>
        <w:t xml:space="preserve"> 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>วันที่</w:t>
      </w:r>
      <w:r w:rsidR="008770C0" w:rsidRPr="00864E7D">
        <w:rPr>
          <w:rFonts w:ascii="Angsana New" w:hAnsi="Angsana New" w:cs="Angsana New"/>
          <w:sz w:val="30"/>
          <w:szCs w:val="30"/>
        </w:rPr>
        <w:t xml:space="preserve"> </w:t>
      </w:r>
      <w:r w:rsidR="006625C9" w:rsidRPr="00864E7D">
        <w:rPr>
          <w:rFonts w:ascii="Angsana New" w:hAnsi="Angsana New" w:cs="Angsana New"/>
          <w:sz w:val="30"/>
          <w:szCs w:val="30"/>
        </w:rPr>
        <w:t xml:space="preserve">30 </w:t>
      </w:r>
      <w:r w:rsidRPr="00864E7D">
        <w:rPr>
          <w:rFonts w:ascii="Angsana New" w:hAnsi="Angsana New" w:cs="Angsana New" w:hint="cs"/>
          <w:sz w:val="30"/>
          <w:szCs w:val="30"/>
          <w:cs/>
        </w:rPr>
        <w:t>กันยา</w:t>
      </w:r>
      <w:r w:rsidR="006625C9" w:rsidRPr="00864E7D">
        <w:rPr>
          <w:rFonts w:ascii="Angsana New" w:hAnsi="Angsana New" w:cs="Angsana New" w:hint="cs"/>
          <w:sz w:val="30"/>
          <w:szCs w:val="30"/>
          <w:cs/>
        </w:rPr>
        <w:t>ยน</w:t>
      </w:r>
      <w:r w:rsidR="006625C9" w:rsidRPr="00864E7D">
        <w:rPr>
          <w:rFonts w:ascii="Angsana New" w:hAnsi="Angsana New" w:cs="Angsana New"/>
          <w:sz w:val="30"/>
          <w:szCs w:val="30"/>
        </w:rPr>
        <w:t xml:space="preserve"> 2563</w:t>
      </w:r>
      <w:r w:rsidR="008770C0" w:rsidRPr="00864E7D">
        <w:rPr>
          <w:rFonts w:ascii="Angsana New" w:hAnsi="Angsana New" w:cs="Angsana New"/>
          <w:sz w:val="30"/>
          <w:szCs w:val="30"/>
        </w:rPr>
        <w:t xml:space="preserve"> 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 xml:space="preserve">งบกำไรขาดทุนเบ็ดเสร็จรวมและงบกำไรขาดทุนเบ็ดเสร็จเฉพาะกิจการ </w:t>
      </w:r>
      <w:r w:rsidR="006625C9" w:rsidRPr="00864E7D">
        <w:rPr>
          <w:rFonts w:ascii="Angsana New" w:hAnsi="Angsana New" w:cs="Angsana New"/>
          <w:sz w:val="30"/>
          <w:szCs w:val="30"/>
          <w:cs/>
        </w:rPr>
        <w:t>สำหรับงวดสามเดือน</w:t>
      </w:r>
      <w:r w:rsidR="006625C9" w:rsidRPr="00864E7D">
        <w:rPr>
          <w:rFonts w:ascii="Angsana New" w:hAnsi="Angsana New" w:cs="Angsana New" w:hint="cs"/>
          <w:sz w:val="30"/>
          <w:szCs w:val="30"/>
          <w:cs/>
        </w:rPr>
        <w:t>และ</w:t>
      </w:r>
      <w:r w:rsidRPr="00864E7D">
        <w:rPr>
          <w:rFonts w:ascii="Angsana New" w:hAnsi="Angsana New" w:cs="Angsana New" w:hint="cs"/>
          <w:sz w:val="30"/>
          <w:szCs w:val="30"/>
          <w:cs/>
        </w:rPr>
        <w:t>เก้า</w:t>
      </w:r>
      <w:r w:rsidR="006625C9" w:rsidRPr="00864E7D">
        <w:rPr>
          <w:rFonts w:ascii="Angsana New" w:hAnsi="Angsana New" w:cs="Angsana New" w:hint="cs"/>
          <w:sz w:val="30"/>
          <w:szCs w:val="30"/>
          <w:cs/>
        </w:rPr>
        <w:t>เดือน</w:t>
      </w:r>
      <w:r w:rsidR="006625C9" w:rsidRPr="00864E7D">
        <w:rPr>
          <w:rFonts w:ascii="Angsana New" w:hAnsi="Angsana New" w:cs="Angsana New"/>
          <w:sz w:val="30"/>
          <w:szCs w:val="30"/>
          <w:cs/>
        </w:rPr>
        <w:t>สิ้นสุดวัน</w:t>
      </w:r>
      <w:r w:rsidR="006625C9" w:rsidRPr="00864E7D">
        <w:rPr>
          <w:rFonts w:ascii="Angsana New" w:hAnsi="Angsana New" w:cs="Angsana New" w:hint="cs"/>
          <w:sz w:val="30"/>
          <w:szCs w:val="30"/>
          <w:cs/>
        </w:rPr>
        <w:t>ที่</w:t>
      </w:r>
      <w:r w:rsidRPr="00864E7D">
        <w:rPr>
          <w:rFonts w:ascii="Angsana New" w:hAnsi="Angsana New" w:cs="Angsana New"/>
          <w:sz w:val="30"/>
          <w:szCs w:val="30"/>
        </w:rPr>
        <w:t xml:space="preserve"> </w:t>
      </w:r>
      <w:r w:rsidR="006625C9" w:rsidRPr="00864E7D">
        <w:rPr>
          <w:rFonts w:ascii="Angsana New" w:hAnsi="Angsana New" w:cs="Angsana New"/>
          <w:sz w:val="30"/>
          <w:szCs w:val="30"/>
        </w:rPr>
        <w:t xml:space="preserve">30 </w:t>
      </w:r>
      <w:r w:rsidRPr="00864E7D">
        <w:rPr>
          <w:rFonts w:ascii="Angsana New" w:hAnsi="Angsana New" w:cs="Angsana New" w:hint="cs"/>
          <w:sz w:val="30"/>
          <w:szCs w:val="30"/>
          <w:cs/>
        </w:rPr>
        <w:t>กันยา</w:t>
      </w:r>
      <w:r w:rsidR="006625C9" w:rsidRPr="00864E7D">
        <w:rPr>
          <w:rFonts w:ascii="Angsana New" w:hAnsi="Angsana New" w:cs="Angsana New" w:hint="cs"/>
          <w:sz w:val="30"/>
          <w:szCs w:val="30"/>
          <w:cs/>
        </w:rPr>
        <w:t>ยน</w:t>
      </w:r>
      <w:r w:rsidR="006625C9" w:rsidRPr="00864E7D">
        <w:rPr>
          <w:rFonts w:ascii="Angsana New" w:hAnsi="Angsana New" w:cs="Angsana New"/>
          <w:sz w:val="30"/>
          <w:szCs w:val="30"/>
        </w:rPr>
        <w:t xml:space="preserve"> 2563</w:t>
      </w:r>
      <w:r w:rsidR="006625C9" w:rsidRPr="00864E7D">
        <w:rPr>
          <w:rFonts w:ascii="Angsana New" w:hAnsi="Angsana New" w:cs="Angsana New" w:hint="cs"/>
          <w:sz w:val="30"/>
          <w:szCs w:val="30"/>
          <w:cs/>
        </w:rPr>
        <w:t xml:space="preserve"> และ</w:t>
      </w:r>
      <w:r w:rsidR="00B80E2A" w:rsidRPr="00864E7D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="00E72019" w:rsidRPr="00864E7D">
        <w:rPr>
          <w:rFonts w:ascii="Angsana New" w:hAnsi="Angsana New" w:cs="Angsana New" w:hint="cs"/>
          <w:sz w:val="30"/>
          <w:szCs w:val="30"/>
          <w:cs/>
        </w:rPr>
        <w:t>รวม</w:t>
      </w:r>
      <w:r w:rsidR="00B80E2A" w:rsidRPr="00864E7D">
        <w:rPr>
          <w:rFonts w:ascii="Angsana New" w:hAnsi="Angsana New" w:cs="Angsana New"/>
          <w:sz w:val="30"/>
          <w:szCs w:val="30"/>
          <w:cs/>
        </w:rPr>
        <w:t>และ</w:t>
      </w:r>
      <w:r w:rsidR="00E72019" w:rsidRPr="00864E7D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="00E72019" w:rsidRPr="00864E7D">
        <w:rPr>
          <w:rFonts w:ascii="Angsana New" w:hAnsi="Angsana New" w:cs="Angsana New" w:hint="cs"/>
          <w:sz w:val="30"/>
          <w:szCs w:val="30"/>
          <w:cs/>
        </w:rPr>
        <w:t>เฉพาะกิจการ และ</w:t>
      </w:r>
      <w:r w:rsidR="00B80E2A" w:rsidRPr="00864E7D">
        <w:rPr>
          <w:rFonts w:ascii="Angsana New" w:hAnsi="Angsana New" w:cs="Angsana New"/>
          <w:sz w:val="30"/>
          <w:szCs w:val="30"/>
          <w:cs/>
        </w:rPr>
        <w:t>งบกระแสเงินสด</w:t>
      </w:r>
      <w:r w:rsidR="00E72019" w:rsidRPr="00864E7D">
        <w:rPr>
          <w:rFonts w:ascii="Angsana New" w:hAnsi="Angsana New" w:cs="Angsana New" w:hint="cs"/>
          <w:sz w:val="30"/>
          <w:szCs w:val="30"/>
          <w:cs/>
        </w:rPr>
        <w:t>รวมและงบกระแสเงินสดเฉพาะกิจการ</w:t>
      </w:r>
      <w:r w:rsidR="00B80E2A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สำหรับ</w:t>
      </w:r>
      <w:r w:rsidR="007A7ED2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งวด</w:t>
      </w:r>
      <w:r w:rsidRPr="00864E7D">
        <w:rPr>
          <w:rFonts w:ascii="Angsana New" w:hAnsi="Angsana New" w:cs="Angsana New" w:hint="cs"/>
          <w:spacing w:val="-2"/>
          <w:sz w:val="30"/>
          <w:szCs w:val="30"/>
          <w:cs/>
        </w:rPr>
        <w:t>เก้า</w:t>
      </w:r>
      <w:r w:rsidR="007A7ED2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เดือนสิ้นสุด</w:t>
      </w:r>
      <w:r w:rsidR="00B80E2A" w:rsidRPr="00864E7D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วันที่ </w:t>
      </w:r>
      <w:r w:rsidR="006625C9" w:rsidRPr="00864E7D">
        <w:rPr>
          <w:rFonts w:ascii="Angsana New" w:hAnsi="Angsana New" w:cs="Angsana New"/>
          <w:spacing w:val="-2"/>
          <w:sz w:val="30"/>
          <w:szCs w:val="30"/>
        </w:rPr>
        <w:t>30</w:t>
      </w:r>
      <w:r w:rsidRPr="00864E7D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กันยา</w:t>
      </w:r>
      <w:r w:rsidR="006625C9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ยน</w:t>
      </w:r>
      <w:r w:rsidR="006625C9" w:rsidRPr="00864E7D">
        <w:rPr>
          <w:rFonts w:ascii="Angsana New" w:hAnsi="Angsana New" w:cs="Angsana New"/>
          <w:spacing w:val="-2"/>
          <w:sz w:val="30"/>
          <w:szCs w:val="30"/>
        </w:rPr>
        <w:t xml:space="preserve"> 2563</w:t>
      </w:r>
      <w:r w:rsidR="007A7ED2" w:rsidRPr="00864E7D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="000666E6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และหมายเหตุประกอบงบการเงินแบบย่อ (</w:t>
      </w:r>
      <w:r w:rsidR="005754C8" w:rsidRPr="00864E7D">
        <w:rPr>
          <w:rFonts w:ascii="Angsana New" w:hAnsi="Angsana New" w:cs="Angsana New"/>
          <w:spacing w:val="-2"/>
          <w:sz w:val="30"/>
          <w:szCs w:val="30"/>
        </w:rPr>
        <w:t>“</w:t>
      </w:r>
      <w:r w:rsidR="000666E6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ข้อมูลทางการเงินระหว่า</w:t>
      </w:r>
      <w:r w:rsidR="00957847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ง</w:t>
      </w:r>
      <w:r w:rsidR="000666E6" w:rsidRPr="00864E7D">
        <w:rPr>
          <w:rFonts w:ascii="Angsana New" w:hAnsi="Angsana New" w:cs="Angsana New" w:hint="cs"/>
          <w:spacing w:val="-2"/>
          <w:sz w:val="30"/>
          <w:szCs w:val="30"/>
          <w:cs/>
        </w:rPr>
        <w:t>กาล</w:t>
      </w:r>
      <w:r w:rsidR="005754C8" w:rsidRPr="00864E7D">
        <w:rPr>
          <w:rFonts w:ascii="Angsana New" w:hAnsi="Angsana New" w:cs="Angsana New"/>
          <w:spacing w:val="-2"/>
          <w:sz w:val="30"/>
          <w:szCs w:val="30"/>
        </w:rPr>
        <w:t>”</w:t>
      </w:r>
      <w:r w:rsidR="000666E6" w:rsidRPr="00864E7D">
        <w:rPr>
          <w:rFonts w:ascii="Angsana New" w:hAnsi="Angsana New" w:cs="Angsana New" w:hint="cs"/>
          <w:spacing w:val="-2"/>
          <w:sz w:val="30"/>
          <w:szCs w:val="30"/>
          <w:cs/>
        </w:rPr>
        <w:t>)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>ของบริษัท</w:t>
      </w:r>
      <w:r w:rsidR="008770C0" w:rsidRPr="00864E7D">
        <w:rPr>
          <w:rFonts w:ascii="Angsana New" w:hAnsi="Angsana New" w:cs="Angsana New"/>
          <w:sz w:val="30"/>
          <w:szCs w:val="30"/>
        </w:rPr>
        <w:t xml:space="preserve"> 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 xml:space="preserve">กรุ๊ปลีส 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>จำกัด (มหาชน)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 xml:space="preserve"> และบริษัทย่อย (</w:t>
      </w:r>
      <w:r w:rsidR="00EB2477" w:rsidRPr="00864E7D">
        <w:rPr>
          <w:rFonts w:ascii="Angsana New" w:hAnsi="Angsana New" w:cs="Angsana New"/>
          <w:sz w:val="30"/>
          <w:szCs w:val="30"/>
        </w:rPr>
        <w:t>“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="00EB2477" w:rsidRPr="00864E7D">
        <w:rPr>
          <w:rFonts w:ascii="Angsana New" w:hAnsi="Angsana New" w:cs="Angsana New"/>
          <w:sz w:val="30"/>
          <w:szCs w:val="30"/>
        </w:rPr>
        <w:t>”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>) และของเฉพาะ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 xml:space="preserve">บริษัท </w:t>
      </w:r>
      <w:r w:rsidR="008770C0" w:rsidRPr="00864E7D">
        <w:rPr>
          <w:rFonts w:ascii="Angsana New" w:hAnsi="Angsana New" w:cs="Angsana New" w:hint="cs"/>
          <w:sz w:val="30"/>
          <w:szCs w:val="30"/>
          <w:cs/>
        </w:rPr>
        <w:t xml:space="preserve">กรุ๊ปลีส </w:t>
      </w:r>
      <w:r w:rsidR="008770C0" w:rsidRPr="00864E7D">
        <w:rPr>
          <w:rFonts w:ascii="Angsana New" w:hAnsi="Angsana New" w:cs="Angsana New"/>
          <w:spacing w:val="-4"/>
          <w:sz w:val="30"/>
          <w:szCs w:val="30"/>
          <w:cs/>
        </w:rPr>
        <w:t>จำกัด (มหาชน)</w:t>
      </w:r>
      <w:r w:rsidR="008770C0" w:rsidRPr="00864E7D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(</w:t>
      </w:r>
      <w:r w:rsidR="00EB2477" w:rsidRPr="00864E7D">
        <w:rPr>
          <w:rFonts w:ascii="Angsana New" w:hAnsi="Angsana New" w:cs="Angsana New"/>
          <w:spacing w:val="-4"/>
          <w:sz w:val="30"/>
          <w:szCs w:val="30"/>
        </w:rPr>
        <w:t>“</w:t>
      </w:r>
      <w:r w:rsidR="008770C0" w:rsidRPr="00864E7D">
        <w:rPr>
          <w:rFonts w:ascii="Angsana New" w:hAnsi="Angsana New" w:cs="Angsana New" w:hint="cs"/>
          <w:spacing w:val="-4"/>
          <w:sz w:val="30"/>
          <w:szCs w:val="30"/>
          <w:cs/>
        </w:rPr>
        <w:t>บริษัท</w:t>
      </w:r>
      <w:r w:rsidR="00EB2477" w:rsidRPr="00864E7D">
        <w:rPr>
          <w:rFonts w:ascii="Angsana New" w:hAnsi="Angsana New" w:cs="Angsana New"/>
          <w:spacing w:val="-4"/>
          <w:sz w:val="30"/>
          <w:szCs w:val="30"/>
        </w:rPr>
        <w:t>”</w:t>
      </w:r>
      <w:r w:rsidR="008770C0" w:rsidRPr="00864E7D">
        <w:rPr>
          <w:rFonts w:ascii="Angsana New" w:hAnsi="Angsana New" w:cs="Angsana New" w:hint="cs"/>
          <w:spacing w:val="-4"/>
          <w:sz w:val="30"/>
          <w:szCs w:val="30"/>
          <w:cs/>
        </w:rPr>
        <w:t>) ตามลำดับ</w:t>
      </w:r>
      <w:r w:rsidR="008770C0" w:rsidRPr="00864E7D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8770C0" w:rsidRPr="00864E7D">
        <w:rPr>
          <w:rFonts w:ascii="Angsana New" w:hAnsi="Angsana New" w:cs="Angsana New"/>
          <w:spacing w:val="-4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="008770C0" w:rsidRPr="00864E7D">
        <w:rPr>
          <w:rFonts w:ascii="Angsana New" w:hAnsi="Angsana New" w:cs="Angsana New" w:hint="cs"/>
          <w:spacing w:val="-4"/>
          <w:sz w:val="30"/>
          <w:szCs w:val="30"/>
          <w:cs/>
        </w:rPr>
        <w:t>นำเสนอ</w:t>
      </w:r>
      <w:r w:rsidR="00FB27DF" w:rsidRPr="00864E7D">
        <w:rPr>
          <w:rFonts w:ascii="Angsana New" w:hAnsi="Angsana New" w:cs="Angsana New" w:hint="cs"/>
          <w:spacing w:val="-4"/>
          <w:sz w:val="30"/>
          <w:szCs w:val="30"/>
          <w:cs/>
        </w:rPr>
        <w:t>ข้อมูลทางการเงิน</w:t>
      </w:r>
      <w:r w:rsidR="008770C0" w:rsidRPr="00864E7D">
        <w:rPr>
          <w:rFonts w:ascii="Angsana New" w:hAnsi="Angsana New" w:cs="Angsana New" w:hint="cs"/>
          <w:spacing w:val="-4"/>
          <w:sz w:val="30"/>
          <w:szCs w:val="30"/>
          <w:cs/>
        </w:rPr>
        <w:t>ระหว่างกาล</w:t>
      </w:r>
      <w:r w:rsidR="008770C0" w:rsidRPr="00864E7D">
        <w:rPr>
          <w:rFonts w:ascii="Angsana New" w:hAnsi="Angsana New" w:cs="Angsana New"/>
          <w:sz w:val="30"/>
          <w:szCs w:val="30"/>
          <w:cs/>
        </w:rPr>
        <w:t>เหล่านี้</w:t>
      </w:r>
      <w:r w:rsidR="000666E6" w:rsidRPr="00864E7D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ฉบับที่ </w:t>
      </w:r>
      <w:r w:rsidR="000666E6" w:rsidRPr="00864E7D">
        <w:rPr>
          <w:rFonts w:ascii="Angsana New" w:hAnsi="Angsana New"/>
          <w:sz w:val="30"/>
          <w:szCs w:val="30"/>
        </w:rPr>
        <w:t xml:space="preserve">34 </w:t>
      </w:r>
      <w:r w:rsidR="000666E6" w:rsidRPr="00864E7D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2C53C9D" w14:textId="23B33D5C" w:rsidR="005A7F0C" w:rsidRPr="00864E7D" w:rsidRDefault="005A7F0C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/>
          <w:sz w:val="30"/>
          <w:szCs w:val="30"/>
        </w:rPr>
      </w:pPr>
    </w:p>
    <w:p w14:paraId="5D08F246" w14:textId="77777777" w:rsidR="00091EA9" w:rsidRPr="00864E7D" w:rsidRDefault="00091EA9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 w:cs="Cordia New"/>
          <w:sz w:val="30"/>
          <w:szCs w:val="30"/>
        </w:rPr>
      </w:pPr>
    </w:p>
    <w:p w14:paraId="3B434444" w14:textId="77777777" w:rsidR="00091EA9" w:rsidRPr="00864E7D" w:rsidRDefault="00091EA9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64E7D"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14:paraId="53D2541C" w14:textId="1E9EC091" w:rsidR="008770C0" w:rsidRPr="00864E7D" w:rsidRDefault="008770C0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3F2C61A1" w14:textId="77777777" w:rsidR="00E5056E" w:rsidRPr="00864E7D" w:rsidRDefault="00091EA9" w:rsidP="005571A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64E7D">
        <w:rPr>
          <w:rFonts w:ascii="Angsana New" w:hAnsi="Angsana New" w:cs="Angsana New" w:hint="cs"/>
          <w:sz w:val="30"/>
          <w:szCs w:val="30"/>
          <w:cs/>
        </w:rPr>
        <w:t>ยกเว้นเรื่องที่กล่าวไว้ใน</w:t>
      </w:r>
      <w:r w:rsidR="00FD5986" w:rsidRPr="00864E7D">
        <w:rPr>
          <w:rFonts w:ascii="Angsana New" w:hAnsi="Angsana New" w:cs="Angsana New" w:hint="cs"/>
          <w:sz w:val="30"/>
          <w:szCs w:val="30"/>
          <w:cs/>
        </w:rPr>
        <w:t>วรรค</w:t>
      </w:r>
      <w:r w:rsidRPr="00864E7D">
        <w:rPr>
          <w:rFonts w:ascii="Angsana New" w:hAnsi="Angsana New" w:cs="Angsana New" w:hint="cs"/>
          <w:sz w:val="30"/>
          <w:szCs w:val="30"/>
          <w:cs/>
        </w:rPr>
        <w:t>เกณฑ์ในการไม่</w:t>
      </w:r>
      <w:r w:rsidR="00FB27DF" w:rsidRPr="00864E7D">
        <w:rPr>
          <w:rFonts w:ascii="Angsana New" w:hAnsi="Angsana New" w:cs="Angsana New" w:hint="cs"/>
          <w:sz w:val="30"/>
          <w:szCs w:val="30"/>
          <w:cs/>
        </w:rPr>
        <w:t xml:space="preserve">ให้ข้อสรุป </w:t>
      </w:r>
      <w:r w:rsidRPr="00864E7D">
        <w:rPr>
          <w:rFonts w:ascii="Angsana New" w:hAnsi="Angsana New" w:cs="Angsana New" w:hint="cs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cs="Angsana New" w:hint="cs"/>
          <w:sz w:val="30"/>
          <w:szCs w:val="30"/>
          <w:cs/>
        </w:rPr>
        <w:t>รหัส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</w:t>
      </w:r>
      <w:r w:rsidR="007132AE" w:rsidRPr="00864E7D">
        <w:rPr>
          <w:rFonts w:ascii="Angsana New" w:hAnsi="Angsana New" w:cs="Angsana New"/>
          <w:sz w:val="30"/>
          <w:szCs w:val="30"/>
        </w:rPr>
        <w:t>2410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“</w:t>
      </w:r>
      <w:r w:rsidRPr="00864E7D">
        <w:rPr>
          <w:rFonts w:ascii="Angsana New" w:hAnsi="Angsana New" w:cs="Angsana New" w:hint="cs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64E7D">
        <w:rPr>
          <w:rFonts w:ascii="Angsana New" w:hAnsi="Angsana New" w:cs="Angsana New" w:hint="eastAsia"/>
          <w:sz w:val="30"/>
          <w:szCs w:val="30"/>
          <w:cs/>
        </w:rPr>
        <w:t>”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cs="Angsana New" w:hint="cs"/>
          <w:sz w:val="30"/>
          <w:szCs w:val="30"/>
          <w:cs/>
        </w:rPr>
        <w:t>การสอบทานดังกล่าวประกอบด้วย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cs="Angsana New" w:hint="cs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cs="Angsana New" w:hint="cs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64E7D">
        <w:rPr>
          <w:rFonts w:ascii="Angsana New" w:hAnsi="Angsana New" w:cs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cs="Angsana New" w:hint="cs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22A76E7" w14:textId="77777777" w:rsidR="00892013" w:rsidRPr="00864E7D" w:rsidRDefault="00892013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4C47B381" w14:textId="77777777" w:rsidR="00892013" w:rsidRPr="00864E7D" w:rsidRDefault="00892013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25373B7" w14:textId="22204D71" w:rsidR="00892013" w:rsidRPr="00864E7D" w:rsidRDefault="00892013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sz w:val="30"/>
          <w:szCs w:val="30"/>
          <w:cs/>
        </w:rPr>
        <w:sectPr w:rsidR="00892013" w:rsidRPr="00864E7D" w:rsidSect="00965243">
          <w:footerReference w:type="default" r:id="rId10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65F83C49" w14:textId="77777777" w:rsidR="00091EA9" w:rsidRPr="00864E7D" w:rsidRDefault="00091EA9" w:rsidP="005571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46F185E5" w14:textId="01EF980B" w:rsidR="008770C0" w:rsidRPr="00864E7D" w:rsidRDefault="005A7F0C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864E7D">
        <w:rPr>
          <w:rFonts w:ascii="Angsana New" w:hAnsi="Angsana New" w:cs="Angsana New" w:hint="cs"/>
          <w:i/>
          <w:iCs/>
          <w:sz w:val="30"/>
          <w:szCs w:val="30"/>
          <w:cs/>
        </w:rPr>
        <w:t>เกณฑ์ในการไม่</w:t>
      </w:r>
      <w:r w:rsidR="00FB27DF" w:rsidRPr="00864E7D">
        <w:rPr>
          <w:rFonts w:ascii="Angsana New" w:hAnsi="Angsana New" w:cs="Angsana New" w:hint="cs"/>
          <w:i/>
          <w:iCs/>
          <w:sz w:val="30"/>
          <w:szCs w:val="30"/>
          <w:cs/>
        </w:rPr>
        <w:t>ให้ข้อสรุป</w:t>
      </w:r>
    </w:p>
    <w:p w14:paraId="7E0E8662" w14:textId="77777777" w:rsidR="00091EA9" w:rsidRPr="00864E7D" w:rsidRDefault="00091EA9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3AAA8639" w14:textId="4375FEA2" w:rsidR="008770C0" w:rsidRPr="00864E7D" w:rsidRDefault="00091EA9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64E7D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ความไม่แน่นอนที่มีสาระสำคัญอื่นนอกเหนือจากการดำเนินงานต่อเนื่อง</w:t>
      </w:r>
    </w:p>
    <w:p w14:paraId="26292718" w14:textId="77777777" w:rsidR="00091EA9" w:rsidRPr="00864E7D" w:rsidRDefault="00091EA9" w:rsidP="005571AF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7B2D5DD2" w14:textId="6765F3C9" w:rsidR="005A7F0C" w:rsidRPr="00864E7D" w:rsidRDefault="005A7F0C" w:rsidP="005571AF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864E7D">
        <w:rPr>
          <w:rFonts w:ascii="Angsana New" w:hAnsi="Angsana New" w:hint="cs"/>
          <w:sz w:val="30"/>
          <w:szCs w:val="30"/>
          <w:cs/>
        </w:rPr>
        <w:t>ตามที่ได้เปิดเผยไว้ในหมายเหตุประกอบ</w:t>
      </w:r>
      <w:r w:rsidR="00A5565A" w:rsidRPr="00864E7D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864E7D">
        <w:rPr>
          <w:rFonts w:ascii="Angsana New" w:hAnsi="Angsana New" w:hint="cs"/>
          <w:sz w:val="30"/>
          <w:szCs w:val="30"/>
          <w:cs/>
        </w:rPr>
        <w:t>ข้อ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="00461D6E" w:rsidRPr="00864E7D">
        <w:rPr>
          <w:rFonts w:ascii="Angsana New" w:hAnsi="Angsana New"/>
          <w:sz w:val="30"/>
          <w:szCs w:val="30"/>
        </w:rPr>
        <w:t>8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/>
          <w:sz w:val="30"/>
          <w:szCs w:val="30"/>
        </w:rPr>
        <w:t>19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ตุลาคม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/>
          <w:sz w:val="30"/>
          <w:szCs w:val="30"/>
        </w:rPr>
        <w:t>2560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สำนักงานคณะกรรมการกำกับหลักทรัพย์และตลาดหลักทรัพย์</w:t>
      </w:r>
      <w:r w:rsidRPr="00864E7D">
        <w:rPr>
          <w:rFonts w:ascii="Angsana New" w:hAnsi="Angsana New"/>
          <w:sz w:val="30"/>
          <w:szCs w:val="30"/>
          <w:cs/>
        </w:rPr>
        <w:t xml:space="preserve"> (“</w:t>
      </w:r>
      <w:r w:rsidRPr="00864E7D">
        <w:rPr>
          <w:rFonts w:ascii="Angsana New" w:hAnsi="Angsana New" w:hint="cs"/>
          <w:sz w:val="30"/>
          <w:szCs w:val="30"/>
          <w:cs/>
        </w:rPr>
        <w:t>ก</w:t>
      </w:r>
      <w:r w:rsidRPr="00864E7D">
        <w:rPr>
          <w:rFonts w:ascii="Angsana New" w:hAnsi="Angsana New"/>
          <w:sz w:val="30"/>
          <w:szCs w:val="30"/>
          <w:cs/>
        </w:rPr>
        <w:t>.</w:t>
      </w:r>
      <w:r w:rsidRPr="00864E7D">
        <w:rPr>
          <w:rFonts w:ascii="Angsana New" w:hAnsi="Angsana New" w:hint="cs"/>
          <w:sz w:val="30"/>
          <w:szCs w:val="30"/>
          <w:cs/>
        </w:rPr>
        <w:t>ล</w:t>
      </w:r>
      <w:r w:rsidRPr="00864E7D">
        <w:rPr>
          <w:rFonts w:ascii="Angsana New" w:hAnsi="Angsana New"/>
          <w:sz w:val="30"/>
          <w:szCs w:val="30"/>
          <w:cs/>
        </w:rPr>
        <w:t>.</w:t>
      </w:r>
      <w:r w:rsidRPr="00864E7D">
        <w:rPr>
          <w:rFonts w:ascii="Angsana New" w:hAnsi="Angsana New" w:hint="cs"/>
          <w:sz w:val="30"/>
          <w:szCs w:val="30"/>
          <w:cs/>
        </w:rPr>
        <w:t>ต</w:t>
      </w:r>
      <w:r w:rsidRPr="00864E7D">
        <w:rPr>
          <w:rFonts w:ascii="Angsana New" w:hAnsi="Angsana New"/>
          <w:sz w:val="30"/>
          <w:szCs w:val="30"/>
          <w:cs/>
        </w:rPr>
        <w:t xml:space="preserve">.”) </w:t>
      </w:r>
      <w:r w:rsidRPr="00864E7D">
        <w:rPr>
          <w:rFonts w:ascii="Angsana New" w:hAnsi="Angsana New" w:hint="cs"/>
          <w:sz w:val="30"/>
          <w:szCs w:val="30"/>
          <w:cs/>
        </w:rPr>
        <w:t>ได้มีหนังสือแจ้งมายังบริษัทให้ดำเนินการแก้ไขงบการเงิน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แบบแสดงรายการข้อมูลประจำปี</w:t>
      </w:r>
      <w:r w:rsidRPr="00864E7D">
        <w:rPr>
          <w:rFonts w:ascii="Angsana New" w:hAnsi="Angsana New"/>
          <w:sz w:val="30"/>
          <w:szCs w:val="30"/>
          <w:cs/>
        </w:rPr>
        <w:t xml:space="preserve"> (</w:t>
      </w:r>
      <w:r w:rsidRPr="00864E7D">
        <w:rPr>
          <w:rFonts w:ascii="Angsana New" w:hAnsi="Angsana New"/>
          <w:sz w:val="30"/>
          <w:szCs w:val="30"/>
        </w:rPr>
        <w:t>56-1</w:t>
      </w:r>
      <w:r w:rsidRPr="00864E7D">
        <w:rPr>
          <w:rFonts w:ascii="Angsana New" w:hAnsi="Angsana New"/>
          <w:sz w:val="30"/>
          <w:szCs w:val="30"/>
          <w:cs/>
        </w:rPr>
        <w:t xml:space="preserve">) </w:t>
      </w:r>
      <w:r w:rsidRPr="00864E7D">
        <w:rPr>
          <w:rFonts w:ascii="Angsana New" w:hAnsi="Angsana New" w:hint="cs"/>
          <w:sz w:val="30"/>
          <w:szCs w:val="30"/>
          <w:cs/>
        </w:rPr>
        <w:t>และรายงานประจำปี</w:t>
      </w:r>
      <w:r w:rsidRPr="00864E7D">
        <w:rPr>
          <w:rFonts w:ascii="Angsana New" w:hAnsi="Angsana New"/>
          <w:sz w:val="30"/>
          <w:szCs w:val="30"/>
          <w:cs/>
        </w:rPr>
        <w:t xml:space="preserve"> (</w:t>
      </w:r>
      <w:r w:rsidRPr="00864E7D">
        <w:rPr>
          <w:rFonts w:ascii="Angsana New" w:hAnsi="Angsana New"/>
          <w:sz w:val="30"/>
          <w:szCs w:val="30"/>
        </w:rPr>
        <w:t>56-2</w:t>
      </w:r>
      <w:r w:rsidRPr="00864E7D">
        <w:rPr>
          <w:rFonts w:ascii="Angsana New" w:hAnsi="Angsana New"/>
          <w:sz w:val="30"/>
          <w:szCs w:val="30"/>
          <w:cs/>
        </w:rPr>
        <w:t xml:space="preserve">) </w:t>
      </w:r>
      <w:r w:rsidRPr="00864E7D">
        <w:rPr>
          <w:rFonts w:ascii="Angsana New" w:hAnsi="Angsana New" w:hint="cs"/>
          <w:sz w:val="30"/>
          <w:szCs w:val="30"/>
          <w:cs/>
        </w:rPr>
        <w:t>ของบริษัทให้ถูกต้อง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เนื่องจากวันที่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/>
          <w:sz w:val="30"/>
          <w:szCs w:val="30"/>
        </w:rPr>
        <w:t>16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ตุลาคม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/>
          <w:sz w:val="30"/>
          <w:szCs w:val="30"/>
        </w:rPr>
        <w:t>2560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ก</w:t>
      </w:r>
      <w:r w:rsidRPr="00864E7D">
        <w:rPr>
          <w:rFonts w:ascii="Angsana New" w:hAnsi="Angsana New"/>
          <w:sz w:val="30"/>
          <w:szCs w:val="30"/>
          <w:cs/>
        </w:rPr>
        <w:t>.</w:t>
      </w:r>
      <w:r w:rsidRPr="00864E7D">
        <w:rPr>
          <w:rFonts w:ascii="Angsana New" w:hAnsi="Angsana New" w:hint="cs"/>
          <w:sz w:val="30"/>
          <w:szCs w:val="30"/>
          <w:cs/>
        </w:rPr>
        <w:t>ล</w:t>
      </w:r>
      <w:r w:rsidRPr="00864E7D">
        <w:rPr>
          <w:rFonts w:ascii="Angsana New" w:hAnsi="Angsana New"/>
          <w:sz w:val="30"/>
          <w:szCs w:val="30"/>
          <w:cs/>
        </w:rPr>
        <w:t>.</w:t>
      </w:r>
      <w:r w:rsidRPr="00864E7D">
        <w:rPr>
          <w:rFonts w:ascii="Angsana New" w:hAnsi="Angsana New" w:hint="cs"/>
          <w:sz w:val="30"/>
          <w:szCs w:val="30"/>
          <w:cs/>
        </w:rPr>
        <w:t>ต</w:t>
      </w:r>
      <w:r w:rsidRPr="00864E7D">
        <w:rPr>
          <w:rFonts w:ascii="Angsana New" w:hAnsi="Angsana New"/>
          <w:sz w:val="30"/>
          <w:szCs w:val="30"/>
        </w:rPr>
        <w:t>.</w:t>
      </w:r>
      <w:r w:rsidRPr="00864E7D">
        <w:rPr>
          <w:rFonts w:ascii="Angsana New" w:hAnsi="Angsana New" w:hint="cs"/>
          <w:sz w:val="30"/>
          <w:szCs w:val="30"/>
          <w:cs/>
        </w:rPr>
        <w:t>ได้เปิดเผยถึงการกล่าวโทษอดีตผู้บริหารท่านหนึ่งต่อกรมสอบสวนคดีพิเศษ</w:t>
      </w:r>
      <w:r w:rsidRPr="00864E7D">
        <w:rPr>
          <w:rFonts w:ascii="Angsana New" w:hAnsi="Angsana New"/>
          <w:sz w:val="30"/>
          <w:szCs w:val="30"/>
          <w:cs/>
        </w:rPr>
        <w:t xml:space="preserve"> (“</w:t>
      </w:r>
      <w:r w:rsidRPr="00864E7D">
        <w:rPr>
          <w:rFonts w:ascii="Angsana New" w:hAnsi="Angsana New" w:hint="cs"/>
          <w:sz w:val="30"/>
          <w:szCs w:val="30"/>
          <w:cs/>
        </w:rPr>
        <w:t>ดีเอสไอ</w:t>
      </w:r>
      <w:r w:rsidRPr="00864E7D">
        <w:rPr>
          <w:rFonts w:ascii="Angsana New" w:hAnsi="Angsana New"/>
          <w:sz w:val="30"/>
          <w:szCs w:val="30"/>
        </w:rPr>
        <w:t xml:space="preserve">”) </w:t>
      </w:r>
      <w:r w:rsidRPr="00864E7D">
        <w:rPr>
          <w:rFonts w:ascii="Angsana New" w:hAnsi="Angsana New" w:hint="cs"/>
          <w:sz w:val="30"/>
          <w:szCs w:val="30"/>
          <w:cs/>
        </w:rPr>
        <w:t>กรณีทุจริต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เบียดบังทรัพย์สินของบริษัท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และทำบัญชีไม่ถูกต้อง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โดยทำธุรกรรมอำพรางผ่านบริษัทที่เกี่ยวข้องในต่างประเทศหลายแห่ง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เพื่อให้ผลประกอบการของกลุ่มบริษัทสูงเกินความจริง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ดังนั้นบริษัทได้ตั้งค่าเผื่อหนี้สงสัยจะสูญสำหรับลูกหนี้สินเชื่อภาคธุรกิจและดอกเบี้ยค้างรับเต็มจำนวน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และจะบันทึกรายการที่จะได้รับคืน</w:t>
      </w:r>
      <w:r w:rsidR="00E5056E" w:rsidRPr="00864E7D">
        <w:rPr>
          <w:rFonts w:ascii="Angsana New" w:hAnsi="Angsana New" w:hint="cs"/>
          <w:sz w:val="30"/>
          <w:szCs w:val="30"/>
          <w:cs/>
        </w:rPr>
        <w:t xml:space="preserve"> (หากมี) </w:t>
      </w:r>
      <w:r w:rsidRPr="00864E7D">
        <w:rPr>
          <w:rFonts w:ascii="Angsana New" w:hAnsi="Angsana New" w:hint="cs"/>
          <w:sz w:val="30"/>
          <w:szCs w:val="30"/>
          <w:cs/>
        </w:rPr>
        <w:t>ในงวดที่ได้รับ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Pr="00864E7D">
        <w:rPr>
          <w:rFonts w:ascii="Angsana New" w:hAnsi="Angsana New" w:hint="cs"/>
          <w:sz w:val="30"/>
          <w:szCs w:val="30"/>
          <w:cs/>
        </w:rPr>
        <w:t>ผู้บริหารรับ</w:t>
      </w:r>
      <w:r w:rsidR="00A5565A" w:rsidRPr="00864E7D">
        <w:rPr>
          <w:rFonts w:ascii="Angsana New" w:hAnsi="Angsana New" w:hint="cs"/>
          <w:sz w:val="30"/>
          <w:szCs w:val="30"/>
          <w:cs/>
        </w:rPr>
        <w:t>ทราบ</w:t>
      </w:r>
      <w:r w:rsidRPr="00864E7D">
        <w:rPr>
          <w:rFonts w:ascii="Angsana New" w:hAnsi="Angsana New" w:hint="cs"/>
          <w:sz w:val="30"/>
          <w:szCs w:val="30"/>
          <w:cs/>
        </w:rPr>
        <w:t>ว่าการสืบสวนของดีเอสไอต่ออดีตผู้บริหารยังอยู่ในกระบวนการสอบสวน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="00B95EAE" w:rsidRPr="00864E7D">
        <w:rPr>
          <w:rFonts w:ascii="Angsana New" w:hAnsi="Angsana New" w:hint="cs"/>
          <w:sz w:val="30"/>
          <w:szCs w:val="30"/>
          <w:cs/>
        </w:rPr>
        <w:t>และได้แจ้งแก่ข้าพเจ้าว่า</w:t>
      </w:r>
      <w:r w:rsidRPr="00864E7D">
        <w:rPr>
          <w:rFonts w:ascii="Angsana New" w:hAnsi="Angsana New" w:hint="cs"/>
          <w:sz w:val="30"/>
          <w:szCs w:val="30"/>
          <w:cs/>
        </w:rPr>
        <w:t>ยังไม่พบว่ามีเรื่องอื่นที่อาจจะเกิดขึ้นต่อบริษัทจากการสอบสวน</w:t>
      </w:r>
      <w:r w:rsidR="008B042A" w:rsidRPr="00864E7D">
        <w:rPr>
          <w:rFonts w:ascii="Angsana New" w:hAnsi="Angsana New" w:hint="cs"/>
          <w:sz w:val="30"/>
          <w:szCs w:val="30"/>
          <w:cs/>
        </w:rPr>
        <w:t xml:space="preserve"> ข้าพเจ้า</w:t>
      </w:r>
      <w:r w:rsidR="005612B9" w:rsidRPr="00864E7D">
        <w:rPr>
          <w:rFonts w:ascii="Angsana New" w:hAnsi="Angsana New" w:hint="cs"/>
          <w:sz w:val="30"/>
          <w:szCs w:val="30"/>
          <w:cs/>
        </w:rPr>
        <w:t>ไม่มีสิทธิเข้าถึงข้อมูลที่เชื่อถือได้เกี่ยวกับ</w:t>
      </w:r>
      <w:r w:rsidR="008B042A" w:rsidRPr="00864E7D">
        <w:rPr>
          <w:rFonts w:ascii="Angsana New" w:hAnsi="Angsana New" w:hint="cs"/>
          <w:sz w:val="30"/>
          <w:szCs w:val="30"/>
          <w:cs/>
        </w:rPr>
        <w:t>สถานะปัจจุบันของการสืบสวนดังกล่าว</w:t>
      </w:r>
      <w:r w:rsidR="002075A0" w:rsidRPr="00864E7D">
        <w:rPr>
          <w:rFonts w:ascii="Angsana New" w:hAnsi="Angsana New" w:hint="cs"/>
          <w:sz w:val="30"/>
          <w:szCs w:val="30"/>
          <w:cs/>
        </w:rPr>
        <w:t>เนื่องจากข้อมูลดังกล่าวเป็นความลับของดีเอสไอซึ่งทำให้</w:t>
      </w:r>
      <w:r w:rsidR="000E24AD" w:rsidRPr="00864E7D">
        <w:rPr>
          <w:rFonts w:ascii="Angsana New" w:hAnsi="Angsana New" w:hint="cs"/>
          <w:sz w:val="30"/>
          <w:szCs w:val="30"/>
          <w:cs/>
        </w:rPr>
        <w:t>ข้</w:t>
      </w:r>
      <w:r w:rsidR="008B042A" w:rsidRPr="00864E7D">
        <w:rPr>
          <w:rFonts w:ascii="Angsana New" w:hAnsi="Angsana New" w:hint="cs"/>
          <w:sz w:val="30"/>
          <w:szCs w:val="30"/>
          <w:cs/>
        </w:rPr>
        <w:t>าพเจ้าไม่สามารถระบุ</w:t>
      </w:r>
      <w:r w:rsidR="000E24AD" w:rsidRPr="00864E7D">
        <w:rPr>
          <w:rFonts w:ascii="Angsana New" w:hAnsi="Angsana New" w:hint="cs"/>
          <w:sz w:val="30"/>
          <w:szCs w:val="30"/>
          <w:cs/>
        </w:rPr>
        <w:t>ความ</w:t>
      </w:r>
      <w:r w:rsidR="005612B9" w:rsidRPr="00864E7D">
        <w:rPr>
          <w:rFonts w:ascii="Angsana New" w:hAnsi="Angsana New" w:hint="cs"/>
          <w:sz w:val="30"/>
          <w:szCs w:val="30"/>
          <w:cs/>
        </w:rPr>
        <w:t>เป็นไปได้หรือ</w:t>
      </w:r>
      <w:r w:rsidR="000E24AD" w:rsidRPr="00864E7D">
        <w:rPr>
          <w:rFonts w:ascii="Angsana New" w:hAnsi="Angsana New" w:hint="cs"/>
          <w:sz w:val="30"/>
          <w:szCs w:val="30"/>
          <w:cs/>
        </w:rPr>
        <w:t>จำนวน</w:t>
      </w:r>
      <w:r w:rsidR="006B7431" w:rsidRPr="00864E7D">
        <w:rPr>
          <w:rFonts w:ascii="Angsana New" w:hAnsi="Angsana New" w:hint="cs"/>
          <w:sz w:val="30"/>
          <w:szCs w:val="30"/>
          <w:cs/>
        </w:rPr>
        <w:t>เงิน</w:t>
      </w:r>
      <w:r w:rsidR="000E24AD" w:rsidRPr="00864E7D">
        <w:rPr>
          <w:rFonts w:ascii="Angsana New" w:hAnsi="Angsana New" w:hint="cs"/>
          <w:sz w:val="30"/>
          <w:szCs w:val="30"/>
          <w:cs/>
        </w:rPr>
        <w:t>ของ</w:t>
      </w:r>
      <w:r w:rsidR="008B042A" w:rsidRPr="00864E7D">
        <w:rPr>
          <w:rFonts w:ascii="Angsana New" w:hAnsi="Angsana New" w:hint="cs"/>
          <w:sz w:val="30"/>
          <w:szCs w:val="30"/>
          <w:cs/>
        </w:rPr>
        <w:t>รายการปรับปรุง</w:t>
      </w:r>
      <w:r w:rsidR="000E24AD" w:rsidRPr="00864E7D">
        <w:rPr>
          <w:rFonts w:ascii="Angsana New" w:hAnsi="Angsana New" w:hint="cs"/>
          <w:sz w:val="30"/>
          <w:szCs w:val="30"/>
          <w:cs/>
        </w:rPr>
        <w:t>อื่นที่อาจ</w:t>
      </w:r>
      <w:r w:rsidR="005612B9" w:rsidRPr="00864E7D">
        <w:rPr>
          <w:rFonts w:ascii="Angsana New" w:hAnsi="Angsana New" w:hint="cs"/>
          <w:sz w:val="30"/>
          <w:szCs w:val="30"/>
          <w:cs/>
        </w:rPr>
        <w:t>จำเป็น</w:t>
      </w:r>
    </w:p>
    <w:p w14:paraId="16752CF7" w14:textId="77777777" w:rsidR="005A7F0C" w:rsidRPr="00864E7D" w:rsidRDefault="005A7F0C" w:rsidP="005571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p w14:paraId="07F7874A" w14:textId="5E878132" w:rsidR="00803979" w:rsidRPr="007F0B9C" w:rsidRDefault="003E6317" w:rsidP="004F06DE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after="120"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864E7D">
        <w:rPr>
          <w:rFonts w:ascii="Angsana New" w:hAnsi="Angsana New" w:hint="cs"/>
          <w:sz w:val="30"/>
          <w:szCs w:val="30"/>
          <w:cs/>
        </w:rPr>
        <w:t>ตามที่ได้เปิดเผยไว้ในหมายเหตุประกอบ</w:t>
      </w:r>
      <w:r w:rsidR="00A5565A" w:rsidRPr="00864E7D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864E7D">
        <w:rPr>
          <w:rFonts w:ascii="Angsana New" w:hAnsi="Angsana New" w:hint="cs"/>
          <w:sz w:val="30"/>
          <w:szCs w:val="30"/>
          <w:cs/>
        </w:rPr>
        <w:t>ข้อ</w:t>
      </w:r>
      <w:r w:rsidRPr="00864E7D">
        <w:rPr>
          <w:rFonts w:ascii="Angsana New" w:hAnsi="Angsana New"/>
          <w:sz w:val="30"/>
          <w:szCs w:val="30"/>
          <w:cs/>
        </w:rPr>
        <w:t xml:space="preserve"> </w:t>
      </w:r>
      <w:r w:rsidR="00A41DE3" w:rsidRPr="00864E7D">
        <w:rPr>
          <w:rFonts w:ascii="Angsana New" w:hAnsi="Angsana New"/>
          <w:sz w:val="30"/>
          <w:szCs w:val="30"/>
        </w:rPr>
        <w:t xml:space="preserve">17 </w:t>
      </w:r>
      <w:r w:rsidR="005A7F0C" w:rsidRPr="00864E7D">
        <w:rPr>
          <w:rFonts w:ascii="Angsana New" w:hAnsi="Angsana New" w:hint="cs"/>
          <w:sz w:val="30"/>
          <w:szCs w:val="30"/>
          <w:cs/>
        </w:rPr>
        <w:t>เกี่ยวกับคดีความต่างๆ</w:t>
      </w:r>
      <w:r w:rsidR="005A7F0C" w:rsidRPr="00864E7D">
        <w:rPr>
          <w:rFonts w:ascii="Angsana New" w:hAnsi="Angsana New"/>
          <w:sz w:val="30"/>
          <w:szCs w:val="30"/>
          <w:cs/>
        </w:rPr>
        <w:t xml:space="preserve"> </w:t>
      </w:r>
      <w:bookmarkStart w:id="0" w:name="_Hlk64881771"/>
      <w:r w:rsidR="00E5056E" w:rsidRPr="00864E7D">
        <w:rPr>
          <w:rFonts w:ascii="Angsana New" w:hAnsi="Angsana New" w:hint="cs"/>
          <w:sz w:val="30"/>
          <w:szCs w:val="30"/>
          <w:cs/>
        </w:rPr>
        <w:t>หลาย</w:t>
      </w:r>
      <w:r w:rsidR="005A7F0C" w:rsidRPr="00864E7D">
        <w:rPr>
          <w:rFonts w:ascii="Angsana New" w:hAnsi="Angsana New" w:hint="cs"/>
          <w:sz w:val="30"/>
          <w:szCs w:val="30"/>
          <w:cs/>
        </w:rPr>
        <w:t>บริษัท</w:t>
      </w:r>
      <w:r w:rsidR="00E5056E" w:rsidRPr="00864E7D">
        <w:rPr>
          <w:rFonts w:ascii="Angsana New" w:hAnsi="Angsana New" w:hint="cs"/>
          <w:sz w:val="30"/>
          <w:szCs w:val="30"/>
          <w:cs/>
        </w:rPr>
        <w:t>ในกลุ่มบริษัท</w:t>
      </w:r>
      <w:r w:rsidR="005A7F0C" w:rsidRPr="00864E7D">
        <w:rPr>
          <w:rFonts w:ascii="Angsana New" w:hAnsi="Angsana New" w:hint="cs"/>
          <w:sz w:val="30"/>
          <w:szCs w:val="30"/>
          <w:cs/>
        </w:rPr>
        <w:t>ตกเป็นจำเลยในคดีความหลายคดีจากการฟ้องร้องของผู้ถือหุ้นกู้แปลงสภาพรายหลัก</w:t>
      </w:r>
      <w:r w:rsidR="005A7F0C" w:rsidRPr="00864E7D">
        <w:rPr>
          <w:rFonts w:ascii="Angsana New" w:hAnsi="Angsana New"/>
          <w:sz w:val="30"/>
          <w:szCs w:val="30"/>
          <w:cs/>
        </w:rPr>
        <w:t xml:space="preserve"> </w:t>
      </w:r>
      <w:bookmarkEnd w:id="0"/>
      <w:r w:rsidR="005A7F0C" w:rsidRPr="00864E7D">
        <w:rPr>
          <w:rFonts w:ascii="Angsana New" w:hAnsi="Angsana New" w:hint="cs"/>
          <w:sz w:val="30"/>
          <w:szCs w:val="30"/>
          <w:cs/>
        </w:rPr>
        <w:t>และบริษัทที่เกี่ยวข้องกันกับผู้ถือหุ้นกู้แปลงสภาพรายหลักดังกล่าว</w:t>
      </w:r>
      <w:r w:rsidR="005A7F0C" w:rsidRPr="00864E7D">
        <w:rPr>
          <w:rFonts w:ascii="Angsana New" w:hAnsi="Angsana New"/>
          <w:sz w:val="30"/>
          <w:szCs w:val="30"/>
          <w:cs/>
        </w:rPr>
        <w:t xml:space="preserve"> </w:t>
      </w:r>
      <w:r w:rsidR="005A7F0C" w:rsidRPr="00864E7D">
        <w:rPr>
          <w:rFonts w:ascii="Angsana New" w:hAnsi="Angsana New" w:hint="cs"/>
          <w:sz w:val="30"/>
          <w:szCs w:val="30"/>
          <w:cs/>
        </w:rPr>
        <w:t>บริษัทได้ดำเนินการฟ้องร้องกลับ</w:t>
      </w:r>
      <w:r w:rsidR="00633AB4" w:rsidRPr="00864E7D">
        <w:rPr>
          <w:rFonts w:ascii="Angsana New" w:hAnsi="Angsana New" w:hint="cs"/>
          <w:sz w:val="30"/>
          <w:szCs w:val="30"/>
          <w:cs/>
        </w:rPr>
        <w:t>ในคดีความเหล่านี้</w:t>
      </w:r>
      <w:r w:rsidR="005A7F0C" w:rsidRPr="00864E7D">
        <w:rPr>
          <w:rFonts w:ascii="Angsana New" w:hAnsi="Angsana New"/>
          <w:sz w:val="30"/>
          <w:szCs w:val="30"/>
          <w:cs/>
        </w:rPr>
        <w:t xml:space="preserve"> </w:t>
      </w:r>
      <w:r w:rsidR="00902704" w:rsidRPr="005118EB">
        <w:rPr>
          <w:rFonts w:ascii="Angsana New" w:hAnsi="Angsana New" w:hint="cs"/>
          <w:sz w:val="30"/>
          <w:szCs w:val="30"/>
          <w:cs/>
        </w:rPr>
        <w:t>โดยเฉพาะคดีความดัง</w:t>
      </w:r>
      <w:r w:rsidR="00902704" w:rsidRPr="00E03B5A">
        <w:rPr>
          <w:rFonts w:ascii="Angsana New" w:hAnsi="Angsana New"/>
          <w:sz w:val="30"/>
          <w:szCs w:val="30"/>
          <w:cs/>
        </w:rPr>
        <w:t>ต่อไปนี้</w:t>
      </w:r>
    </w:p>
    <w:p w14:paraId="30CF08F8" w14:textId="0F7434DB" w:rsidR="00803979" w:rsidRPr="00E03B5A" w:rsidRDefault="00803979" w:rsidP="00803979">
      <w:pPr>
        <w:pStyle w:val="ListParagraph"/>
        <w:numPr>
          <w:ilvl w:val="0"/>
          <w:numId w:val="3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sz w:val="30"/>
          <w:szCs w:val="30"/>
        </w:rPr>
      </w:pPr>
      <w:bookmarkStart w:id="1" w:name="_Hlk66891897"/>
      <w:r w:rsidRPr="00E03B5A">
        <w:rPr>
          <w:rFonts w:ascii="Angsana New" w:hAnsi="Angsana New"/>
          <w:sz w:val="30"/>
          <w:szCs w:val="30"/>
        </w:rPr>
        <w:t xml:space="preserve">Group Lease Holdings Pte. Ltd. </w:t>
      </w:r>
      <w:r w:rsidRPr="00E03B5A">
        <w:rPr>
          <w:rFonts w:ascii="Angsana New" w:hAnsi="Angsana New"/>
          <w:sz w:val="30"/>
          <w:szCs w:val="30"/>
          <w:cs/>
        </w:rPr>
        <w:t>(</w:t>
      </w:r>
      <w:r w:rsidRPr="00E03B5A">
        <w:rPr>
          <w:rFonts w:ascii="Angsana New" w:hAnsi="Angsana New"/>
          <w:sz w:val="30"/>
          <w:szCs w:val="30"/>
        </w:rPr>
        <w:t>“GLH”</w:t>
      </w:r>
      <w:r w:rsidRPr="00E03B5A">
        <w:rPr>
          <w:rFonts w:ascii="Angsana New" w:hAnsi="Angsana New"/>
          <w:sz w:val="30"/>
          <w:szCs w:val="30"/>
          <w:cs/>
        </w:rPr>
        <w:t>)</w:t>
      </w:r>
      <w:r w:rsidRPr="00E03B5A">
        <w:rPr>
          <w:rFonts w:ascii="Angsana New" w:hAnsi="Angsana New"/>
          <w:sz w:val="30"/>
          <w:szCs w:val="30"/>
        </w:rPr>
        <w:t xml:space="preserve"> </w:t>
      </w:r>
      <w:r w:rsidRPr="00E03B5A">
        <w:rPr>
          <w:rFonts w:ascii="Angsana New" w:hAnsi="Angsana New"/>
          <w:sz w:val="30"/>
          <w:szCs w:val="30"/>
          <w:cs/>
        </w:rPr>
        <w:t xml:space="preserve">ซึ่งเป็นบริษัทย่อยในสาธารณรัฐสิงคโปร์ตกเป็นจำเลยในคดีความจากการฟ้องร้องของผู้ถือหุ้นกู้แปลงสภาพรายหลักในความผิดฐานหลอกลวงและสมรู้ร่วมคิดที่ผิดกฎหมายเกี่ยวกับการแสดงสถานะทางการเงินของบริษัทและการแสดงฐานะการเงินของบริษัทย่อยในสาธารณรัฐสิงคโปร์ที่ไม่ถูกต้องตามจริง ตามคำตัดสินวันที่ </w:t>
      </w:r>
      <w:r w:rsidRPr="00E03B5A">
        <w:rPr>
          <w:rFonts w:ascii="Angsana New" w:hAnsi="Angsana New"/>
          <w:sz w:val="30"/>
          <w:szCs w:val="30"/>
        </w:rPr>
        <w:t>6</w:t>
      </w:r>
      <w:bookmarkStart w:id="2" w:name="_GoBack"/>
      <w:bookmarkEnd w:id="2"/>
      <w:r w:rsidRPr="00E03B5A">
        <w:rPr>
          <w:rFonts w:ascii="Angsana New" w:hAnsi="Angsana New"/>
          <w:sz w:val="30"/>
          <w:szCs w:val="30"/>
        </w:rPr>
        <w:t xml:space="preserve"> </w:t>
      </w:r>
      <w:r w:rsidRPr="00E03B5A">
        <w:rPr>
          <w:rFonts w:ascii="Angsana New" w:hAnsi="Angsana New"/>
          <w:sz w:val="30"/>
          <w:szCs w:val="30"/>
          <w:cs/>
        </w:rPr>
        <w:t xml:space="preserve">ตุลาคม </w:t>
      </w:r>
      <w:r w:rsidRPr="00E03B5A">
        <w:rPr>
          <w:rFonts w:ascii="Angsana New" w:hAnsi="Angsana New"/>
          <w:sz w:val="30"/>
          <w:szCs w:val="30"/>
        </w:rPr>
        <w:t xml:space="preserve">2563 </w:t>
      </w:r>
      <w:r w:rsidRPr="00E03B5A">
        <w:rPr>
          <w:rFonts w:ascii="Angsana New" w:hAnsi="Angsana New"/>
          <w:sz w:val="30"/>
          <w:szCs w:val="30"/>
          <w:cs/>
        </w:rPr>
        <w:t xml:space="preserve">ศาลอุทธรณ์แห่งสาธารณรัฐสิงคโปร์ได้กลับคำพิพากษาของศาลสูงแห่งประเทศสิงคโปร์ลงวันที่ </w:t>
      </w:r>
      <w:r w:rsidRPr="00E03B5A">
        <w:rPr>
          <w:rFonts w:ascii="Angsana New" w:hAnsi="Angsana New"/>
          <w:sz w:val="30"/>
          <w:szCs w:val="30"/>
        </w:rPr>
        <w:t xml:space="preserve">12 </w:t>
      </w:r>
      <w:r w:rsidRPr="00E03B5A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03B5A">
        <w:rPr>
          <w:rFonts w:ascii="Angsana New" w:hAnsi="Angsana New"/>
          <w:sz w:val="30"/>
          <w:szCs w:val="30"/>
        </w:rPr>
        <w:t>2563</w:t>
      </w:r>
      <w:r w:rsidRPr="00E03B5A">
        <w:rPr>
          <w:rFonts w:ascii="Angsana New" w:hAnsi="Angsana New"/>
          <w:sz w:val="30"/>
          <w:szCs w:val="30"/>
          <w:cs/>
        </w:rPr>
        <w:t xml:space="preserve"> โดยตัดสินให้อดีตผู้บริหารท่านหนึ่ง และ </w:t>
      </w:r>
      <w:r w:rsidRPr="00E03B5A">
        <w:rPr>
          <w:rFonts w:ascii="Angsana New" w:hAnsi="Angsana New"/>
          <w:sz w:val="30"/>
          <w:szCs w:val="30"/>
        </w:rPr>
        <w:t xml:space="preserve">GLH </w:t>
      </w:r>
      <w:r w:rsidRPr="00E03B5A">
        <w:rPr>
          <w:rFonts w:ascii="Angsana New" w:hAnsi="Angsana New"/>
          <w:sz w:val="30"/>
          <w:szCs w:val="30"/>
          <w:cs/>
        </w:rPr>
        <w:t xml:space="preserve">มีความผิดฐานหลอกลวง และตัดสินให้จำเลยดังกล่าวร่วมกับจำเลยอื่นๆ มีความผิดฐานสมรู้ร่วมคิดที่ผิดกฎหมายและต้องร่วมกันชดใช้ค่าเสียหายจำนวน </w:t>
      </w:r>
      <w:r w:rsidRPr="00E03B5A">
        <w:rPr>
          <w:rFonts w:ascii="Angsana New" w:hAnsi="Angsana New"/>
          <w:sz w:val="30"/>
          <w:szCs w:val="30"/>
        </w:rPr>
        <w:t>70</w:t>
      </w:r>
      <w:r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 บริษัทได้จ่ายเงินประมาณ </w:t>
      </w:r>
      <w:r w:rsidRPr="00E03B5A">
        <w:rPr>
          <w:rFonts w:ascii="Angsana New" w:hAnsi="Angsana New"/>
          <w:sz w:val="30"/>
          <w:szCs w:val="30"/>
        </w:rPr>
        <w:t>37</w:t>
      </w:r>
      <w:r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ล้านเหรียญสหรัฐผ่านทาง </w:t>
      </w:r>
      <w:r w:rsidRPr="00E03B5A">
        <w:rPr>
          <w:rFonts w:ascii="Angsana New" w:hAnsi="Angsana New"/>
          <w:sz w:val="30"/>
          <w:szCs w:val="30"/>
        </w:rPr>
        <w:t xml:space="preserve">GLH </w:t>
      </w:r>
      <w:r w:rsidRPr="00E03B5A">
        <w:rPr>
          <w:rFonts w:ascii="Angsana New" w:hAnsi="Angsana New"/>
          <w:sz w:val="30"/>
          <w:szCs w:val="30"/>
          <w:cs/>
        </w:rPr>
        <w:t xml:space="preserve">ให้แก่โจทก์ในวันที่ </w:t>
      </w:r>
      <w:r w:rsidRPr="00E03B5A">
        <w:rPr>
          <w:rFonts w:ascii="Angsana New" w:hAnsi="Angsana New"/>
          <w:sz w:val="30"/>
          <w:szCs w:val="30"/>
        </w:rPr>
        <w:t>8</w:t>
      </w:r>
      <w:r w:rsidRPr="00E03B5A">
        <w:rPr>
          <w:rFonts w:ascii="Angsana New" w:hAnsi="Angsana New"/>
          <w:sz w:val="30"/>
          <w:szCs w:val="30"/>
          <w:cs/>
        </w:rPr>
        <w:t xml:space="preserve"> มกราคม </w:t>
      </w:r>
      <w:r w:rsidRPr="00E03B5A">
        <w:rPr>
          <w:rFonts w:ascii="Angsana New" w:hAnsi="Angsana New"/>
          <w:sz w:val="30"/>
          <w:szCs w:val="30"/>
        </w:rPr>
        <w:t>2564</w:t>
      </w:r>
      <w:r w:rsidRPr="00E03B5A">
        <w:rPr>
          <w:rFonts w:ascii="Angsana New" w:hAnsi="Angsana New"/>
          <w:sz w:val="30"/>
          <w:szCs w:val="30"/>
          <w:cs/>
        </w:rPr>
        <w:t xml:space="preserve"> </w:t>
      </w:r>
      <w:r w:rsidR="00667BFA" w:rsidRPr="00E03B5A">
        <w:rPr>
          <w:rFonts w:ascii="Angsana New" w:hAnsi="Angsana New"/>
          <w:sz w:val="30"/>
          <w:szCs w:val="30"/>
          <w:cs/>
        </w:rPr>
        <w:t>ตามที่อธิบายในหมายเหตุประกอบ</w:t>
      </w:r>
      <w:r w:rsidR="00390870">
        <w:rPr>
          <w:rFonts w:ascii="Angsana New" w:hAnsi="Angsana New" w:hint="cs"/>
          <w:sz w:val="30"/>
          <w:szCs w:val="30"/>
          <w:cs/>
        </w:rPr>
        <w:t>ข้อมูลทาง</w:t>
      </w:r>
      <w:r w:rsidR="00667BFA" w:rsidRPr="00E03B5A">
        <w:rPr>
          <w:rFonts w:ascii="Angsana New" w:hAnsi="Angsana New"/>
          <w:sz w:val="30"/>
          <w:szCs w:val="30"/>
          <w:cs/>
        </w:rPr>
        <w:t>การเงิน</w:t>
      </w:r>
      <w:r w:rsidR="00390870">
        <w:rPr>
          <w:rFonts w:ascii="Angsana New" w:hAnsi="Angsana New" w:hint="cs"/>
          <w:sz w:val="30"/>
          <w:szCs w:val="30"/>
          <w:cs/>
        </w:rPr>
        <w:t>ระหว่างกาล</w:t>
      </w:r>
      <w:r w:rsidR="00667BFA" w:rsidRPr="00E03B5A">
        <w:rPr>
          <w:rFonts w:ascii="Angsana New" w:hAnsi="Angsana New"/>
          <w:sz w:val="30"/>
          <w:szCs w:val="30"/>
          <w:cs/>
        </w:rPr>
        <w:t xml:space="preserve">ข้อ </w:t>
      </w:r>
      <w:r w:rsidR="00667BFA" w:rsidRPr="00E03B5A">
        <w:rPr>
          <w:rFonts w:ascii="Angsana New" w:hAnsi="Angsana New"/>
          <w:sz w:val="30"/>
          <w:szCs w:val="30"/>
        </w:rPr>
        <w:t xml:space="preserve">4 </w:t>
      </w:r>
      <w:r w:rsidR="00667BFA" w:rsidRPr="00E03B5A">
        <w:rPr>
          <w:rFonts w:ascii="Angsana New" w:hAnsi="Angsana New"/>
          <w:sz w:val="30"/>
          <w:szCs w:val="30"/>
          <w:cs/>
        </w:rPr>
        <w:t xml:space="preserve">เรื่อง บุคคลหรือกิจการที่เกี่ยวข้องกัน </w:t>
      </w:r>
      <w:r w:rsidR="008D0954" w:rsidRPr="00E03B5A">
        <w:rPr>
          <w:rFonts w:ascii="Angsana New" w:hAnsi="Angsana New"/>
          <w:sz w:val="30"/>
          <w:szCs w:val="30"/>
          <w:cs/>
        </w:rPr>
        <w:t>กลุ่มบริษัท</w:t>
      </w:r>
      <w:r w:rsidR="00ED0F8E" w:rsidRPr="00E03B5A">
        <w:rPr>
          <w:rFonts w:ascii="Angsana New" w:hAnsi="Angsana New"/>
          <w:sz w:val="30"/>
          <w:szCs w:val="30"/>
          <w:cs/>
        </w:rPr>
        <w:t>ได้</w:t>
      </w:r>
      <w:r w:rsidR="008A29AC" w:rsidRPr="00E03B5A">
        <w:rPr>
          <w:rFonts w:ascii="Angsana New" w:hAnsi="Angsana New"/>
          <w:sz w:val="30"/>
          <w:szCs w:val="30"/>
          <w:cs/>
        </w:rPr>
        <w:t>บันทึก</w:t>
      </w:r>
      <w:r w:rsidR="00ED0F8E" w:rsidRPr="00E03B5A">
        <w:rPr>
          <w:rFonts w:ascii="Angsana New" w:hAnsi="Angsana New"/>
          <w:sz w:val="30"/>
          <w:szCs w:val="30"/>
          <w:cs/>
        </w:rPr>
        <w:t>ประมาณการหนี้สิน</w:t>
      </w:r>
      <w:r w:rsidR="008D0954" w:rsidRPr="00E03B5A">
        <w:rPr>
          <w:rFonts w:ascii="Angsana New" w:hAnsi="Angsana New"/>
          <w:sz w:val="30"/>
          <w:szCs w:val="30"/>
          <w:cs/>
        </w:rPr>
        <w:t>เพิ่มเติมจำนวน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เงิน </w:t>
      </w:r>
      <w:r w:rsidR="00ED0F8E" w:rsidRPr="00E03B5A">
        <w:rPr>
          <w:rFonts w:ascii="Angsana New" w:hAnsi="Angsana New"/>
          <w:sz w:val="30"/>
          <w:szCs w:val="30"/>
        </w:rPr>
        <w:t>663.6</w:t>
      </w:r>
      <w:r w:rsidR="00ED0F8E" w:rsidRPr="00E03B5A">
        <w:rPr>
          <w:rFonts w:ascii="Angsana New" w:hAnsi="Angsana New"/>
          <w:sz w:val="30"/>
          <w:szCs w:val="30"/>
          <w:cs/>
        </w:rPr>
        <w:t xml:space="preserve"> ล้านบาท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 (</w:t>
      </w:r>
      <w:r w:rsidR="008A29AC" w:rsidRPr="00E03B5A">
        <w:rPr>
          <w:rFonts w:ascii="Angsana New" w:hAnsi="Angsana New"/>
          <w:sz w:val="30"/>
          <w:szCs w:val="30"/>
        </w:rPr>
        <w:t>21.07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 และ </w:t>
      </w:r>
      <w:r w:rsidR="008A29AC" w:rsidRPr="00E03B5A">
        <w:rPr>
          <w:rFonts w:ascii="Angsana New" w:hAnsi="Angsana New"/>
          <w:sz w:val="30"/>
          <w:szCs w:val="30"/>
        </w:rPr>
        <w:t>0.13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 ล้านเหรียญสิงคโปร์)</w:t>
      </w:r>
      <w:r w:rsidR="00ED0F8E" w:rsidRPr="00E03B5A">
        <w:rPr>
          <w:rFonts w:ascii="Angsana New" w:hAnsi="Angsana New"/>
          <w:sz w:val="30"/>
          <w:szCs w:val="30"/>
          <w:cs/>
        </w:rPr>
        <w:t xml:space="preserve"> </w:t>
      </w:r>
      <w:r w:rsidR="008A29AC" w:rsidRPr="00E03B5A">
        <w:rPr>
          <w:rFonts w:ascii="Angsana New" w:hAnsi="Angsana New"/>
          <w:sz w:val="30"/>
          <w:szCs w:val="30"/>
          <w:cs/>
        </w:rPr>
        <w:t>โดยเป็นหนี้สินที่เพิ่มเติมจากหนี้สิน</w:t>
      </w:r>
      <w:r w:rsidR="008D0954" w:rsidRPr="00E03B5A">
        <w:rPr>
          <w:rFonts w:ascii="Angsana New" w:hAnsi="Angsana New"/>
          <w:sz w:val="30"/>
          <w:szCs w:val="30"/>
          <w:cs/>
        </w:rPr>
        <w:t xml:space="preserve">หุ้นกู้แปลงสภาพครั้งที่ </w:t>
      </w:r>
      <w:r w:rsidR="008D0954" w:rsidRPr="00E03B5A">
        <w:rPr>
          <w:rFonts w:ascii="Angsana New" w:hAnsi="Angsana New"/>
          <w:sz w:val="30"/>
          <w:szCs w:val="30"/>
        </w:rPr>
        <w:t xml:space="preserve">1/2560 </w:t>
      </w:r>
      <w:r w:rsidR="008D0954" w:rsidRPr="00E03B5A">
        <w:rPr>
          <w:rFonts w:ascii="Angsana New" w:hAnsi="Angsana New"/>
          <w:sz w:val="30"/>
          <w:szCs w:val="30"/>
          <w:cs/>
        </w:rPr>
        <w:t xml:space="preserve"> 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="008A29AC" w:rsidRPr="00E03B5A">
        <w:rPr>
          <w:rFonts w:ascii="Angsana New" w:hAnsi="Angsana New"/>
          <w:sz w:val="30"/>
          <w:szCs w:val="30"/>
        </w:rPr>
        <w:t>1,551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 ล้านบาท (</w:t>
      </w:r>
      <w:r w:rsidR="008A29AC" w:rsidRPr="00E03B5A">
        <w:rPr>
          <w:rFonts w:ascii="Angsana New" w:hAnsi="Angsana New"/>
          <w:sz w:val="30"/>
          <w:szCs w:val="30"/>
        </w:rPr>
        <w:t>50</w:t>
      </w:r>
      <w:r w:rsidR="008A29AC"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ล้านเหรียญสหรัฐ) ดังที่อธิบาย</w:t>
      </w:r>
      <w:r w:rsidRPr="00E03B5A">
        <w:rPr>
          <w:rFonts w:ascii="Angsana New" w:hAnsi="Angsana New"/>
          <w:sz w:val="30"/>
          <w:szCs w:val="30"/>
          <w:cs/>
        </w:rPr>
        <w:t xml:space="preserve">ในหมายเหตุข้อ </w:t>
      </w:r>
      <w:r w:rsidRPr="00E03B5A">
        <w:rPr>
          <w:rFonts w:ascii="Angsana New" w:hAnsi="Angsana New"/>
          <w:sz w:val="30"/>
          <w:szCs w:val="30"/>
        </w:rPr>
        <w:t>14</w:t>
      </w:r>
      <w:r w:rsidRPr="00E03B5A">
        <w:rPr>
          <w:rFonts w:ascii="Angsana New" w:hAnsi="Angsana New"/>
          <w:sz w:val="30"/>
          <w:szCs w:val="30"/>
          <w:cs/>
        </w:rPr>
        <w:t xml:space="preserve"> เรื่อง หุ้นกู้แปลงสภาพ </w:t>
      </w:r>
      <w:r w:rsidR="007B308F" w:rsidRPr="00E03B5A">
        <w:rPr>
          <w:rFonts w:ascii="Angsana New" w:hAnsi="Angsana New"/>
          <w:sz w:val="30"/>
          <w:szCs w:val="30"/>
          <w:cs/>
        </w:rPr>
        <w:t>ซึ่งหนี้สินดังกล่าว</w:t>
      </w:r>
      <w:r w:rsidR="007B308F" w:rsidRPr="00E03B5A">
        <w:rPr>
          <w:rFonts w:ascii="Angsana New" w:hAnsi="Angsana New"/>
          <w:sz w:val="30"/>
          <w:szCs w:val="30"/>
        </w:rPr>
        <w:t xml:space="preserve"> </w:t>
      </w:r>
      <w:r w:rsidR="007B308F" w:rsidRPr="00E03B5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B308F" w:rsidRPr="00E03B5A">
        <w:rPr>
          <w:rFonts w:ascii="Angsana New" w:hAnsi="Angsana New"/>
          <w:sz w:val="30"/>
          <w:szCs w:val="30"/>
        </w:rPr>
        <w:t xml:space="preserve">30 </w:t>
      </w:r>
      <w:r w:rsidR="007B308F" w:rsidRPr="00E03B5A">
        <w:rPr>
          <w:rFonts w:ascii="Angsana New" w:hAnsi="Angsana New"/>
          <w:sz w:val="30"/>
          <w:szCs w:val="30"/>
          <w:cs/>
        </w:rPr>
        <w:t xml:space="preserve">กันยายน </w:t>
      </w:r>
      <w:r w:rsidR="007B308F" w:rsidRPr="00E03B5A">
        <w:rPr>
          <w:rFonts w:ascii="Angsana New" w:hAnsi="Angsana New"/>
          <w:sz w:val="30"/>
          <w:szCs w:val="30"/>
        </w:rPr>
        <w:t xml:space="preserve">2563 </w:t>
      </w:r>
      <w:r w:rsidR="007B308F" w:rsidRPr="00E03B5A">
        <w:rPr>
          <w:rFonts w:ascii="Angsana New" w:hAnsi="Angsana New"/>
          <w:sz w:val="30"/>
          <w:szCs w:val="30"/>
          <w:cs/>
        </w:rPr>
        <w:t xml:space="preserve">มีจำนวนเงินรวม </w:t>
      </w:r>
      <w:r w:rsidR="007B308F" w:rsidRPr="00E03B5A">
        <w:rPr>
          <w:rFonts w:ascii="Angsana New" w:hAnsi="Angsana New"/>
          <w:sz w:val="30"/>
          <w:szCs w:val="30"/>
        </w:rPr>
        <w:t>71</w:t>
      </w:r>
      <w:r w:rsidR="007B308F"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 </w:t>
      </w:r>
      <w:r w:rsidR="00971F07" w:rsidRPr="00E03B5A">
        <w:rPr>
          <w:rFonts w:ascii="Angsana New" w:hAnsi="Angsana New"/>
          <w:sz w:val="30"/>
          <w:szCs w:val="30"/>
          <w:cs/>
        </w:rPr>
        <w:t>ทั้งนี้</w:t>
      </w:r>
      <w:r w:rsidRPr="00E03B5A">
        <w:rPr>
          <w:rFonts w:ascii="Angsana New" w:hAnsi="Angsana New"/>
          <w:sz w:val="30"/>
          <w:szCs w:val="30"/>
          <w:cs/>
        </w:rPr>
        <w:t>วิธีการชำระเงินและจำนวนเงินที่ต้องจ่ายจริง</w:t>
      </w:r>
      <w:r w:rsidR="00971F07" w:rsidRPr="00E03B5A">
        <w:rPr>
          <w:rFonts w:ascii="Angsana New" w:hAnsi="Angsana New"/>
          <w:sz w:val="30"/>
          <w:szCs w:val="30"/>
          <w:cs/>
        </w:rPr>
        <w:t>รวมถึง</w:t>
      </w:r>
      <w:r w:rsidR="0033529F">
        <w:rPr>
          <w:rFonts w:ascii="Angsana New" w:hAnsi="Angsana New" w:hint="cs"/>
          <w:sz w:val="30"/>
          <w:szCs w:val="30"/>
          <w:cs/>
        </w:rPr>
        <w:t>ค่าใช้จ่ายทางกฎหมายและ</w:t>
      </w:r>
      <w:r w:rsidR="00971F07" w:rsidRPr="00E03B5A">
        <w:rPr>
          <w:rFonts w:ascii="Angsana New" w:hAnsi="Angsana New"/>
          <w:sz w:val="30"/>
          <w:szCs w:val="30"/>
          <w:cs/>
        </w:rPr>
        <w:t>ความเป็นไปได้ที่จะได้รับเงินคืนจากจำเลยอื่นๆ</w:t>
      </w:r>
      <w:r w:rsidRPr="00E03B5A">
        <w:rPr>
          <w:rFonts w:ascii="Angsana New" w:hAnsi="Angsana New"/>
          <w:sz w:val="30"/>
          <w:szCs w:val="30"/>
          <w:cs/>
        </w:rPr>
        <w:t xml:space="preserve">อาจแตกต่างจากหนี้สินที่บันทึกไว้อย่างมีสาระสำคัญ </w:t>
      </w:r>
    </w:p>
    <w:p w14:paraId="3BA18F66" w14:textId="77777777" w:rsidR="00803979" w:rsidRPr="00E03B5A" w:rsidRDefault="00803979" w:rsidP="00006A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sz w:val="30"/>
          <w:szCs w:val="30"/>
        </w:rPr>
      </w:pPr>
    </w:p>
    <w:bookmarkEnd w:id="1"/>
    <w:p w14:paraId="6A8BDE24" w14:textId="6A2B3F20" w:rsidR="00E85FD8" w:rsidRPr="00E03B5A" w:rsidRDefault="000B32DA" w:rsidP="005E23A8">
      <w:pPr>
        <w:pStyle w:val="ListParagraph"/>
        <w:numPr>
          <w:ilvl w:val="0"/>
          <w:numId w:val="3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sz w:val="30"/>
          <w:szCs w:val="30"/>
        </w:rPr>
      </w:pPr>
      <w:r w:rsidRPr="00E03B5A">
        <w:rPr>
          <w:rFonts w:ascii="Angsana New" w:hAnsi="Angsana New"/>
          <w:sz w:val="30"/>
          <w:szCs w:val="30"/>
          <w:cs/>
        </w:rPr>
        <w:t xml:space="preserve">ในวันที่ </w:t>
      </w:r>
      <w:r w:rsidRPr="00E03B5A">
        <w:rPr>
          <w:rFonts w:ascii="Angsana New" w:hAnsi="Angsana New"/>
          <w:sz w:val="30"/>
          <w:szCs w:val="30"/>
        </w:rPr>
        <w:t>30</w:t>
      </w:r>
      <w:r w:rsidRPr="00E03B5A">
        <w:rPr>
          <w:rFonts w:ascii="Angsana New" w:hAnsi="Angsana New"/>
          <w:sz w:val="30"/>
          <w:szCs w:val="30"/>
          <w:cs/>
        </w:rPr>
        <w:t xml:space="preserve"> เมษายน </w:t>
      </w:r>
      <w:r w:rsidRPr="00E03B5A">
        <w:rPr>
          <w:rFonts w:ascii="Angsana New" w:hAnsi="Angsana New"/>
          <w:sz w:val="30"/>
          <w:szCs w:val="30"/>
        </w:rPr>
        <w:t xml:space="preserve">2561 </w:t>
      </w:r>
      <w:r w:rsidRPr="00E03B5A">
        <w:rPr>
          <w:rFonts w:ascii="Angsana New" w:hAnsi="Angsana New"/>
          <w:sz w:val="30"/>
          <w:szCs w:val="30"/>
          <w:cs/>
        </w:rPr>
        <w:t>บริษัทได้ยื่นฟ้องผู้ถือหุ้นกู้แปลงสภาพราย</w:t>
      </w:r>
      <w:r w:rsidR="00807331" w:rsidRPr="00E03B5A">
        <w:rPr>
          <w:rFonts w:ascii="Angsana New" w:hAnsi="Angsana New"/>
          <w:sz w:val="30"/>
          <w:szCs w:val="30"/>
          <w:cs/>
        </w:rPr>
        <w:t>หลัก</w:t>
      </w:r>
      <w:r w:rsidRPr="00E03B5A">
        <w:rPr>
          <w:rFonts w:ascii="Angsana New" w:hAnsi="Angsana New"/>
          <w:sz w:val="30"/>
          <w:szCs w:val="30"/>
          <w:cs/>
        </w:rPr>
        <w:t>ต่อศาลแพ่ง</w:t>
      </w:r>
      <w:r w:rsidR="00807331" w:rsidRPr="00E03B5A">
        <w:rPr>
          <w:rFonts w:ascii="Angsana New" w:hAnsi="Angsana New"/>
          <w:sz w:val="30"/>
          <w:szCs w:val="30"/>
          <w:cs/>
        </w:rPr>
        <w:t>ใน</w:t>
      </w:r>
      <w:r w:rsidRPr="00E03B5A">
        <w:rPr>
          <w:rFonts w:ascii="Angsana New" w:hAnsi="Angsana New"/>
          <w:sz w:val="30"/>
          <w:szCs w:val="30"/>
          <w:cs/>
        </w:rPr>
        <w:t xml:space="preserve">ประเทศไทยในความผิดฐานละเมิดและเรียกค่าเสียหายและค่าสินไหมทดแทน ในวันที่ </w:t>
      </w:r>
      <w:r w:rsidRPr="00E03B5A">
        <w:rPr>
          <w:rFonts w:ascii="Angsana New" w:hAnsi="Angsana New"/>
          <w:sz w:val="30"/>
          <w:szCs w:val="30"/>
        </w:rPr>
        <w:t xml:space="preserve">5 </w:t>
      </w:r>
      <w:r w:rsidRPr="00E03B5A">
        <w:rPr>
          <w:rFonts w:ascii="Angsana New" w:hAnsi="Angsana New"/>
          <w:sz w:val="30"/>
          <w:szCs w:val="30"/>
          <w:cs/>
        </w:rPr>
        <w:t xml:space="preserve">มีนาคม </w:t>
      </w:r>
      <w:r w:rsidRPr="00E03B5A">
        <w:rPr>
          <w:rFonts w:ascii="Angsana New" w:hAnsi="Angsana New"/>
          <w:sz w:val="30"/>
          <w:szCs w:val="30"/>
        </w:rPr>
        <w:t xml:space="preserve">2563 </w:t>
      </w:r>
      <w:r w:rsidRPr="00E03B5A">
        <w:rPr>
          <w:rFonts w:ascii="Angsana New" w:hAnsi="Angsana New"/>
          <w:sz w:val="30"/>
          <w:szCs w:val="30"/>
          <w:cs/>
        </w:rPr>
        <w:t>ศาล</w:t>
      </w:r>
      <w:r w:rsidR="005118EB">
        <w:rPr>
          <w:rFonts w:ascii="Angsana New" w:hAnsi="Angsana New" w:hint="cs"/>
          <w:sz w:val="30"/>
          <w:szCs w:val="30"/>
          <w:cs/>
        </w:rPr>
        <w:t>แพ่ง</w:t>
      </w:r>
      <w:r w:rsidRPr="00E03B5A">
        <w:rPr>
          <w:rFonts w:ascii="Angsana New" w:hAnsi="Angsana New"/>
          <w:sz w:val="30"/>
          <w:szCs w:val="30"/>
          <w:cs/>
        </w:rPr>
        <w:t>พิพากษา</w:t>
      </w:r>
      <w:r w:rsidR="00807331" w:rsidRPr="00E03B5A">
        <w:rPr>
          <w:rFonts w:ascii="Angsana New" w:hAnsi="Angsana New"/>
          <w:sz w:val="30"/>
          <w:szCs w:val="30"/>
          <w:cs/>
        </w:rPr>
        <w:t>ให้บริษัทชนะคดี</w:t>
      </w:r>
      <w:r w:rsidRPr="00E03B5A">
        <w:rPr>
          <w:rFonts w:ascii="Angsana New" w:hAnsi="Angsana New"/>
          <w:sz w:val="30"/>
          <w:szCs w:val="30"/>
          <w:cs/>
        </w:rPr>
        <w:t xml:space="preserve">และให้จำเลยชดใช้ค่าเสียหายจำนวน </w:t>
      </w:r>
      <w:r w:rsidRPr="00E03B5A">
        <w:rPr>
          <w:rFonts w:ascii="Angsana New" w:hAnsi="Angsana New"/>
          <w:sz w:val="30"/>
          <w:szCs w:val="30"/>
        </w:rPr>
        <w:t xml:space="preserve">685.5 </w:t>
      </w:r>
      <w:r w:rsidRPr="00E03B5A">
        <w:rPr>
          <w:rFonts w:ascii="Angsana New" w:hAnsi="Angsana New"/>
          <w:sz w:val="30"/>
          <w:szCs w:val="30"/>
          <w:cs/>
        </w:rPr>
        <w:t>ล้านบาท ต่อมา</w:t>
      </w:r>
      <w:r w:rsidR="0058324B" w:rsidRPr="00E03B5A">
        <w:rPr>
          <w:rFonts w:ascii="Angsana New" w:hAnsi="Angsana New"/>
          <w:sz w:val="30"/>
          <w:szCs w:val="30"/>
          <w:cs/>
        </w:rPr>
        <w:t xml:space="preserve">ในวันที่ </w:t>
      </w:r>
      <w:r w:rsidR="0058324B" w:rsidRPr="00E03B5A">
        <w:rPr>
          <w:rFonts w:ascii="Angsana New" w:hAnsi="Angsana New"/>
          <w:sz w:val="30"/>
          <w:szCs w:val="30"/>
        </w:rPr>
        <w:t xml:space="preserve">9 </w:t>
      </w:r>
      <w:r w:rsidR="0058324B" w:rsidRPr="00E03B5A">
        <w:rPr>
          <w:rFonts w:ascii="Angsana New" w:hAnsi="Angsana New"/>
          <w:sz w:val="30"/>
          <w:szCs w:val="30"/>
          <w:cs/>
        </w:rPr>
        <w:t xml:space="preserve">มีนาคม </w:t>
      </w:r>
      <w:r w:rsidR="0058324B" w:rsidRPr="00E03B5A">
        <w:rPr>
          <w:rFonts w:ascii="Angsana New" w:hAnsi="Angsana New"/>
          <w:sz w:val="30"/>
          <w:szCs w:val="30"/>
        </w:rPr>
        <w:t xml:space="preserve">2564 </w:t>
      </w:r>
      <w:r w:rsidR="00A15405" w:rsidRPr="00E03B5A">
        <w:rPr>
          <w:rFonts w:ascii="Angsana New" w:hAnsi="Angsana New"/>
          <w:sz w:val="30"/>
          <w:szCs w:val="30"/>
          <w:cs/>
        </w:rPr>
        <w:t>ศาลอุทธรณ์</w:t>
      </w:r>
      <w:r w:rsidR="009D1C76" w:rsidRPr="00E03B5A">
        <w:rPr>
          <w:rFonts w:ascii="Angsana New" w:hAnsi="Angsana New"/>
          <w:sz w:val="30"/>
          <w:szCs w:val="30"/>
          <w:cs/>
        </w:rPr>
        <w:t>ใน</w:t>
      </w:r>
      <w:r w:rsidR="0058324B" w:rsidRPr="00E03B5A">
        <w:rPr>
          <w:rFonts w:ascii="Angsana New" w:hAnsi="Angsana New"/>
          <w:sz w:val="30"/>
          <w:szCs w:val="30"/>
          <w:cs/>
        </w:rPr>
        <w:t>ประเทศไทย</w:t>
      </w:r>
      <w:r w:rsidR="00A15405" w:rsidRPr="00E03B5A">
        <w:rPr>
          <w:rFonts w:ascii="Angsana New" w:hAnsi="Angsana New"/>
          <w:sz w:val="30"/>
          <w:szCs w:val="30"/>
          <w:cs/>
        </w:rPr>
        <w:t>ได้กลับค</w:t>
      </w:r>
      <w:r w:rsidR="0058324B" w:rsidRPr="00E03B5A">
        <w:rPr>
          <w:rFonts w:ascii="Angsana New" w:hAnsi="Angsana New"/>
          <w:sz w:val="30"/>
          <w:szCs w:val="30"/>
          <w:cs/>
        </w:rPr>
        <w:t>ำ</w:t>
      </w:r>
      <w:r w:rsidR="00A15405" w:rsidRPr="00E03B5A">
        <w:rPr>
          <w:rFonts w:ascii="Angsana New" w:hAnsi="Angsana New"/>
          <w:sz w:val="30"/>
          <w:szCs w:val="30"/>
          <w:cs/>
        </w:rPr>
        <w:t>พิพากษา</w:t>
      </w:r>
      <w:r w:rsidR="0058324B" w:rsidRPr="00E03B5A">
        <w:rPr>
          <w:rFonts w:ascii="Angsana New" w:hAnsi="Angsana New"/>
          <w:sz w:val="30"/>
          <w:szCs w:val="30"/>
          <w:cs/>
        </w:rPr>
        <w:t>ของ</w:t>
      </w:r>
      <w:r w:rsidR="00A15405" w:rsidRPr="00E03B5A">
        <w:rPr>
          <w:rFonts w:ascii="Angsana New" w:hAnsi="Angsana New"/>
          <w:sz w:val="30"/>
          <w:szCs w:val="30"/>
          <w:cs/>
        </w:rPr>
        <w:t>ศาล</w:t>
      </w:r>
      <w:r w:rsidR="005118EB">
        <w:rPr>
          <w:rFonts w:ascii="Angsana New" w:hAnsi="Angsana New" w:hint="cs"/>
          <w:sz w:val="30"/>
          <w:szCs w:val="30"/>
          <w:cs/>
        </w:rPr>
        <w:t>แพ่ง</w:t>
      </w:r>
      <w:r w:rsidR="00D8500A" w:rsidRPr="00E03B5A">
        <w:rPr>
          <w:rFonts w:ascii="Angsana New" w:hAnsi="Angsana New"/>
          <w:sz w:val="30"/>
          <w:szCs w:val="30"/>
          <w:cs/>
        </w:rPr>
        <w:t>โดย</w:t>
      </w:r>
      <w:r w:rsidR="00890512" w:rsidRPr="00E03B5A">
        <w:rPr>
          <w:rFonts w:ascii="Angsana New" w:hAnsi="Angsana New"/>
          <w:sz w:val="30"/>
          <w:szCs w:val="30"/>
          <w:cs/>
        </w:rPr>
        <w:t>พิพากษา</w:t>
      </w:r>
      <w:r w:rsidR="00D8500A" w:rsidRPr="00E03B5A">
        <w:rPr>
          <w:rFonts w:ascii="Angsana New" w:hAnsi="Angsana New"/>
          <w:sz w:val="30"/>
          <w:szCs w:val="30"/>
          <w:cs/>
        </w:rPr>
        <w:t>ให้การกระทำของผู้ถือหุ้นกู้แปลงสภาพดังกล่าวไม่เป็นการละเมิด</w:t>
      </w:r>
      <w:r w:rsidR="00A15405" w:rsidRPr="00E03B5A">
        <w:rPr>
          <w:rFonts w:ascii="Angsana New" w:hAnsi="Angsana New"/>
          <w:sz w:val="30"/>
          <w:szCs w:val="30"/>
          <w:cs/>
        </w:rPr>
        <w:t xml:space="preserve"> และสั่งให้บริษัทช</w:t>
      </w:r>
      <w:r w:rsidR="0058324B" w:rsidRPr="00E03B5A">
        <w:rPr>
          <w:rFonts w:ascii="Angsana New" w:hAnsi="Angsana New"/>
          <w:sz w:val="30"/>
          <w:szCs w:val="30"/>
          <w:cs/>
        </w:rPr>
        <w:t>ำ</w:t>
      </w:r>
      <w:r w:rsidR="00A15405" w:rsidRPr="00E03B5A">
        <w:rPr>
          <w:rFonts w:ascii="Angsana New" w:hAnsi="Angsana New"/>
          <w:sz w:val="30"/>
          <w:szCs w:val="30"/>
          <w:cs/>
        </w:rPr>
        <w:t>ระค่าฤชาธรรมเนียมทั้ง</w:t>
      </w:r>
      <w:r w:rsidR="0058324B" w:rsidRPr="00E03B5A">
        <w:rPr>
          <w:rFonts w:ascii="Angsana New" w:hAnsi="Angsana New"/>
          <w:sz w:val="30"/>
          <w:szCs w:val="30"/>
          <w:cs/>
        </w:rPr>
        <w:t xml:space="preserve"> </w:t>
      </w:r>
      <w:r w:rsidR="0058324B" w:rsidRPr="00E03B5A">
        <w:rPr>
          <w:rFonts w:ascii="Angsana New" w:hAnsi="Angsana New"/>
          <w:sz w:val="30"/>
          <w:szCs w:val="30"/>
        </w:rPr>
        <w:t>2</w:t>
      </w:r>
      <w:r w:rsidR="00A15405" w:rsidRPr="00E03B5A">
        <w:rPr>
          <w:rFonts w:ascii="Angsana New" w:hAnsi="Angsana New"/>
          <w:sz w:val="30"/>
          <w:szCs w:val="30"/>
          <w:cs/>
        </w:rPr>
        <w:t xml:space="preserve"> ศาล และค่าทนายความเป็นเงิน</w:t>
      </w:r>
      <w:r w:rsidR="0058324B" w:rsidRPr="00E03B5A">
        <w:rPr>
          <w:rFonts w:ascii="Angsana New" w:hAnsi="Angsana New"/>
          <w:sz w:val="30"/>
          <w:szCs w:val="30"/>
          <w:cs/>
        </w:rPr>
        <w:t xml:space="preserve"> </w:t>
      </w:r>
      <w:r w:rsidR="0058324B" w:rsidRPr="00E03B5A">
        <w:rPr>
          <w:rFonts w:ascii="Angsana New" w:hAnsi="Angsana New"/>
          <w:sz w:val="30"/>
          <w:szCs w:val="30"/>
        </w:rPr>
        <w:t>700,000</w:t>
      </w:r>
      <w:r w:rsidR="00A15405" w:rsidRPr="00E03B5A">
        <w:rPr>
          <w:rFonts w:ascii="Angsana New" w:hAnsi="Angsana New"/>
          <w:sz w:val="30"/>
          <w:szCs w:val="30"/>
          <w:cs/>
        </w:rPr>
        <w:t xml:space="preserve"> บาท</w:t>
      </w:r>
      <w:r w:rsidR="0058324B" w:rsidRPr="00E03B5A">
        <w:rPr>
          <w:rFonts w:ascii="Angsana New" w:hAnsi="Angsana New"/>
          <w:sz w:val="30"/>
          <w:szCs w:val="30"/>
          <w:cs/>
        </w:rPr>
        <w:t>แก่โจทก์</w:t>
      </w:r>
      <w:r w:rsidR="009D1C76" w:rsidRPr="00E03B5A">
        <w:rPr>
          <w:rFonts w:ascii="Angsana New" w:hAnsi="Angsana New"/>
          <w:sz w:val="30"/>
          <w:szCs w:val="30"/>
          <w:cs/>
        </w:rPr>
        <w:t xml:space="preserve"> ค่าฤชาค่าธรรมเนียมและค่าทนายความดังกล่าวยังไม่ได้ถูกบันทึกในข้อมูลทางการเงินระหว่างกาล</w:t>
      </w:r>
      <w:r w:rsidR="00D8500A" w:rsidRPr="00E03B5A">
        <w:rPr>
          <w:rFonts w:ascii="Angsana New" w:hAnsi="Angsana New"/>
          <w:sz w:val="30"/>
          <w:szCs w:val="30"/>
          <w:cs/>
        </w:rPr>
        <w:t xml:space="preserve"> </w:t>
      </w:r>
      <w:r w:rsidR="005128F6" w:rsidRPr="00E03B5A">
        <w:rPr>
          <w:rFonts w:ascii="Angsana New" w:hAnsi="Angsana New"/>
          <w:sz w:val="30"/>
          <w:szCs w:val="30"/>
          <w:cs/>
        </w:rPr>
        <w:t>ทั้งนี้</w:t>
      </w:r>
      <w:r w:rsidR="00D8500A" w:rsidRPr="00E03B5A">
        <w:rPr>
          <w:rFonts w:ascii="Angsana New" w:hAnsi="Angsana New"/>
          <w:sz w:val="30"/>
          <w:szCs w:val="30"/>
          <w:cs/>
        </w:rPr>
        <w:t>บริษัทอยู่ในระหว่างการพิจารณายื่นขอฎีกา</w:t>
      </w:r>
    </w:p>
    <w:p w14:paraId="246EE763" w14:textId="77777777" w:rsidR="00430001" w:rsidRPr="00E03B5A" w:rsidRDefault="00430001" w:rsidP="00006A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sz w:val="24"/>
          <w:szCs w:val="24"/>
        </w:rPr>
      </w:pPr>
    </w:p>
    <w:p w14:paraId="284AB3F5" w14:textId="29FF35AB" w:rsidR="005A7F0C" w:rsidRPr="00E03B5A" w:rsidRDefault="00697AE8" w:rsidP="007755F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before="120"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E03B5A">
        <w:rPr>
          <w:rFonts w:ascii="Angsana New" w:hAnsi="Angsana New"/>
          <w:sz w:val="30"/>
          <w:szCs w:val="30"/>
          <w:cs/>
        </w:rPr>
        <w:t>ถึง</w:t>
      </w:r>
      <w:r w:rsidR="00A16B3A" w:rsidRPr="00E03B5A">
        <w:rPr>
          <w:rFonts w:ascii="Angsana New" w:hAnsi="Angsana New"/>
          <w:sz w:val="30"/>
          <w:szCs w:val="30"/>
          <w:cs/>
        </w:rPr>
        <w:t>แม้ว่า</w:t>
      </w:r>
      <w:r w:rsidRPr="00E03B5A">
        <w:rPr>
          <w:rFonts w:ascii="Angsana New" w:hAnsi="Angsana New"/>
          <w:sz w:val="30"/>
          <w:szCs w:val="30"/>
          <w:cs/>
        </w:rPr>
        <w:t>ผู้บริหารได้แจ้งแก่</w:t>
      </w:r>
      <w:r w:rsidR="004343D0" w:rsidRPr="00E03B5A">
        <w:rPr>
          <w:rFonts w:ascii="Angsana New" w:hAnsi="Angsana New"/>
          <w:sz w:val="30"/>
          <w:szCs w:val="30"/>
          <w:cs/>
        </w:rPr>
        <w:t>ข้าพเจ้า</w:t>
      </w:r>
      <w:r w:rsidRPr="00E03B5A">
        <w:rPr>
          <w:rFonts w:ascii="Angsana New" w:hAnsi="Angsana New"/>
          <w:sz w:val="30"/>
          <w:szCs w:val="30"/>
          <w:cs/>
        </w:rPr>
        <w:t>ว่า</w:t>
      </w:r>
      <w:r w:rsidR="005A7F0C" w:rsidRPr="00E03B5A">
        <w:rPr>
          <w:rFonts w:ascii="Angsana New" w:hAnsi="Angsana New"/>
          <w:sz w:val="30"/>
          <w:szCs w:val="30"/>
          <w:cs/>
        </w:rPr>
        <w:t>ผู้บริหาร</w:t>
      </w:r>
      <w:r w:rsidRPr="00E03B5A">
        <w:rPr>
          <w:rFonts w:ascii="Angsana New" w:hAnsi="Angsana New"/>
          <w:sz w:val="30"/>
          <w:szCs w:val="30"/>
          <w:cs/>
        </w:rPr>
        <w:t>ไม่คาดว่าจะ</w:t>
      </w:r>
      <w:r w:rsidR="005128F6" w:rsidRPr="00E03B5A">
        <w:rPr>
          <w:rFonts w:ascii="Angsana New" w:hAnsi="Angsana New"/>
          <w:sz w:val="30"/>
          <w:szCs w:val="30"/>
          <w:cs/>
        </w:rPr>
        <w:t>ต้องจ่าย</w:t>
      </w:r>
      <w:r w:rsidRPr="00E03B5A">
        <w:rPr>
          <w:rFonts w:ascii="Angsana New" w:hAnsi="Angsana New"/>
          <w:sz w:val="30"/>
          <w:szCs w:val="30"/>
          <w:cs/>
        </w:rPr>
        <w:t>เงินชดเชย</w:t>
      </w:r>
      <w:r w:rsidR="005612B9" w:rsidRPr="00E03B5A">
        <w:rPr>
          <w:rFonts w:ascii="Angsana New" w:hAnsi="Angsana New"/>
          <w:sz w:val="30"/>
          <w:szCs w:val="30"/>
          <w:cs/>
        </w:rPr>
        <w:t>หรือความเสียหายอื่นเพิ่มเติม</w:t>
      </w:r>
      <w:r w:rsidRPr="00E03B5A">
        <w:rPr>
          <w:rFonts w:ascii="Angsana New" w:hAnsi="Angsana New"/>
          <w:sz w:val="30"/>
          <w:szCs w:val="30"/>
          <w:cs/>
        </w:rPr>
        <w:t>จากคดีความที่ยังไม่สิ้นสุด</w:t>
      </w:r>
      <w:r w:rsidR="005612B9" w:rsidRPr="00E03B5A">
        <w:rPr>
          <w:rFonts w:ascii="Angsana New" w:hAnsi="Angsana New"/>
          <w:sz w:val="30"/>
          <w:szCs w:val="30"/>
          <w:cs/>
        </w:rPr>
        <w:t>หรือคดีความที่อาจเกิดขึ้น</w:t>
      </w:r>
      <w:r w:rsidRPr="00E03B5A">
        <w:rPr>
          <w:rFonts w:ascii="Angsana New" w:hAnsi="Angsana New"/>
          <w:sz w:val="30"/>
          <w:szCs w:val="30"/>
          <w:cs/>
        </w:rPr>
        <w:t>ในประเทศอื่นๆ กับโจทก์ข้างต้นซึ่งอาจเป็นผลมาจากหลักฐานหรือข้อเท็จจริงใหม่ที่เผยแพร่ต่อสาธารณ</w:t>
      </w:r>
      <w:r w:rsidR="00461D6E" w:rsidRPr="00E03B5A">
        <w:rPr>
          <w:rFonts w:ascii="Angsana New" w:hAnsi="Angsana New"/>
          <w:sz w:val="30"/>
          <w:szCs w:val="30"/>
          <w:cs/>
        </w:rPr>
        <w:t>ะ</w:t>
      </w:r>
      <w:r w:rsidRPr="00E03B5A">
        <w:rPr>
          <w:rFonts w:ascii="Angsana New" w:hAnsi="Angsana New"/>
          <w:sz w:val="30"/>
          <w:szCs w:val="30"/>
          <w:cs/>
        </w:rPr>
        <w:t>จากคำ</w:t>
      </w:r>
      <w:r w:rsidR="000B4E4C" w:rsidRPr="00E03B5A">
        <w:rPr>
          <w:rFonts w:ascii="Angsana New" w:hAnsi="Angsana New"/>
          <w:sz w:val="30"/>
          <w:szCs w:val="30"/>
          <w:cs/>
        </w:rPr>
        <w:t>พิพากษา</w:t>
      </w:r>
      <w:r w:rsidRPr="00E03B5A">
        <w:rPr>
          <w:rFonts w:ascii="Angsana New" w:hAnsi="Angsana New"/>
          <w:sz w:val="30"/>
          <w:szCs w:val="30"/>
          <w:cs/>
        </w:rPr>
        <w:t>ของศาลอุทธรณ์แห่ง</w:t>
      </w:r>
      <w:r w:rsidR="00E5056E" w:rsidRPr="00E03B5A">
        <w:rPr>
          <w:rFonts w:ascii="Angsana New" w:hAnsi="Angsana New"/>
          <w:sz w:val="30"/>
          <w:szCs w:val="30"/>
          <w:cs/>
        </w:rPr>
        <w:t>สาธารณรัฐ</w:t>
      </w:r>
      <w:r w:rsidRPr="00E03B5A">
        <w:rPr>
          <w:rFonts w:ascii="Angsana New" w:hAnsi="Angsana New"/>
          <w:sz w:val="30"/>
          <w:szCs w:val="30"/>
          <w:cs/>
        </w:rPr>
        <w:t>สิงคโปร์</w:t>
      </w:r>
      <w:r w:rsidR="000B4E4C" w:rsidRPr="00E03B5A">
        <w:rPr>
          <w:rFonts w:ascii="Angsana New" w:hAnsi="Angsana New"/>
          <w:sz w:val="30"/>
          <w:szCs w:val="30"/>
          <w:cs/>
        </w:rPr>
        <w:t xml:space="preserve"> ผู้บริหาร</w:t>
      </w:r>
      <w:r w:rsidR="0038291E" w:rsidRPr="00E03B5A">
        <w:rPr>
          <w:rFonts w:ascii="Angsana New" w:hAnsi="Angsana New"/>
          <w:sz w:val="30"/>
          <w:szCs w:val="30"/>
          <w:cs/>
        </w:rPr>
        <w:t>จึง</w:t>
      </w:r>
      <w:r w:rsidR="000B4E4C" w:rsidRPr="00E03B5A">
        <w:rPr>
          <w:rFonts w:ascii="Angsana New" w:hAnsi="Angsana New"/>
          <w:sz w:val="30"/>
          <w:szCs w:val="30"/>
          <w:cs/>
        </w:rPr>
        <w:t>ไม่</w:t>
      </w:r>
      <w:r w:rsidR="005612B9" w:rsidRPr="00E03B5A">
        <w:rPr>
          <w:rFonts w:ascii="Angsana New" w:hAnsi="Angsana New"/>
          <w:sz w:val="30"/>
          <w:szCs w:val="30"/>
          <w:cs/>
        </w:rPr>
        <w:t>บันทึก</w:t>
      </w:r>
      <w:r w:rsidR="000B4E4C" w:rsidRPr="00E03B5A">
        <w:rPr>
          <w:rFonts w:ascii="Angsana New" w:hAnsi="Angsana New"/>
          <w:sz w:val="30"/>
          <w:szCs w:val="30"/>
          <w:cs/>
        </w:rPr>
        <w:t>ค</w:t>
      </w:r>
      <w:r w:rsidR="005612B9" w:rsidRPr="00E03B5A">
        <w:rPr>
          <w:rFonts w:ascii="Angsana New" w:hAnsi="Angsana New"/>
          <w:sz w:val="30"/>
          <w:szCs w:val="30"/>
          <w:cs/>
        </w:rPr>
        <w:t>่า</w:t>
      </w:r>
      <w:r w:rsidR="000B4E4C" w:rsidRPr="00E03B5A">
        <w:rPr>
          <w:rFonts w:ascii="Angsana New" w:hAnsi="Angsana New"/>
          <w:sz w:val="30"/>
          <w:szCs w:val="30"/>
          <w:cs/>
        </w:rPr>
        <w:t>เผื่อ</w:t>
      </w:r>
      <w:r w:rsidR="005612B9" w:rsidRPr="00E03B5A">
        <w:rPr>
          <w:rFonts w:ascii="Angsana New" w:hAnsi="Angsana New"/>
          <w:sz w:val="30"/>
          <w:szCs w:val="30"/>
          <w:cs/>
        </w:rPr>
        <w:t>ความเสียหาย</w:t>
      </w:r>
      <w:r w:rsidR="000B4E4C" w:rsidRPr="00E03B5A">
        <w:rPr>
          <w:rFonts w:ascii="Angsana New" w:hAnsi="Angsana New"/>
          <w:sz w:val="30"/>
          <w:szCs w:val="30"/>
          <w:cs/>
        </w:rPr>
        <w:t>และค่าใช้จ่ายที่อาจเกิดขึ้นเพิ่มเติม</w:t>
      </w:r>
      <w:r w:rsidR="004343D0" w:rsidRPr="00E03B5A">
        <w:rPr>
          <w:rFonts w:ascii="Angsana New" w:hAnsi="Angsana New"/>
          <w:sz w:val="30"/>
          <w:szCs w:val="30"/>
          <w:cs/>
        </w:rPr>
        <w:t xml:space="preserve"> </w:t>
      </w:r>
      <w:r w:rsidR="004F33B2" w:rsidRPr="00E03B5A">
        <w:rPr>
          <w:rFonts w:ascii="Angsana New" w:hAnsi="Angsana New"/>
          <w:sz w:val="30"/>
          <w:szCs w:val="30"/>
          <w:cs/>
        </w:rPr>
        <w:t>อย่างไรก็ดี</w:t>
      </w:r>
      <w:r w:rsidR="0038291E" w:rsidRPr="00E03B5A">
        <w:rPr>
          <w:rFonts w:ascii="Angsana New" w:hAnsi="Angsana New"/>
          <w:sz w:val="30"/>
          <w:szCs w:val="30"/>
          <w:cs/>
        </w:rPr>
        <w:t>ผลลัพธ์ของคดีความ</w:t>
      </w:r>
      <w:r w:rsidR="005612B9" w:rsidRPr="00E03B5A">
        <w:rPr>
          <w:rFonts w:ascii="Angsana New" w:hAnsi="Angsana New"/>
          <w:sz w:val="30"/>
          <w:szCs w:val="30"/>
          <w:cs/>
        </w:rPr>
        <w:t>ต่างๆ ใน</w:t>
      </w:r>
      <w:r w:rsidR="0038291E" w:rsidRPr="00E03B5A">
        <w:rPr>
          <w:rFonts w:ascii="Angsana New" w:hAnsi="Angsana New"/>
          <w:sz w:val="30"/>
          <w:szCs w:val="30"/>
          <w:cs/>
        </w:rPr>
        <w:t>ปัจจุบันและที่อาจเกิดขึ้น</w:t>
      </w:r>
      <w:r w:rsidR="007C1671" w:rsidRPr="00E03B5A">
        <w:rPr>
          <w:rFonts w:ascii="Angsana New" w:hAnsi="Angsana New"/>
          <w:sz w:val="30"/>
          <w:szCs w:val="30"/>
          <w:cs/>
        </w:rPr>
        <w:t>ยังคง</w:t>
      </w:r>
      <w:r w:rsidR="0038291E" w:rsidRPr="00E03B5A">
        <w:rPr>
          <w:rFonts w:ascii="Angsana New" w:hAnsi="Angsana New"/>
          <w:sz w:val="30"/>
          <w:szCs w:val="30"/>
          <w:cs/>
        </w:rPr>
        <w:t>มีความไม่แน่นอน</w:t>
      </w:r>
      <w:r w:rsidR="007C1671" w:rsidRPr="00E03B5A">
        <w:rPr>
          <w:rFonts w:ascii="Angsana New" w:hAnsi="Angsana New"/>
          <w:sz w:val="30"/>
          <w:szCs w:val="30"/>
          <w:cs/>
        </w:rPr>
        <w:t>อย่าง</w:t>
      </w:r>
      <w:r w:rsidR="00E5056E" w:rsidRPr="00E03B5A">
        <w:rPr>
          <w:rFonts w:ascii="Angsana New" w:hAnsi="Angsana New"/>
          <w:sz w:val="30"/>
          <w:szCs w:val="30"/>
          <w:cs/>
        </w:rPr>
        <w:t>มีสาระ</w:t>
      </w:r>
      <w:r w:rsidR="0038291E" w:rsidRPr="00E03B5A">
        <w:rPr>
          <w:rFonts w:ascii="Angsana New" w:hAnsi="Angsana New"/>
          <w:sz w:val="30"/>
          <w:szCs w:val="30"/>
          <w:cs/>
        </w:rPr>
        <w:t>สำคัญซึ่งอาจ</w:t>
      </w:r>
      <w:r w:rsidR="004F33B2" w:rsidRPr="00E03B5A">
        <w:rPr>
          <w:rFonts w:ascii="Angsana New" w:hAnsi="Angsana New"/>
          <w:sz w:val="30"/>
          <w:szCs w:val="30"/>
          <w:cs/>
        </w:rPr>
        <w:t>ส่ง</w:t>
      </w:r>
      <w:r w:rsidR="0038291E" w:rsidRPr="00E03B5A">
        <w:rPr>
          <w:rFonts w:ascii="Angsana New" w:hAnsi="Angsana New"/>
          <w:sz w:val="30"/>
          <w:szCs w:val="30"/>
          <w:cs/>
        </w:rPr>
        <w:t>ผลกระทบทางการเงิน</w:t>
      </w:r>
      <w:r w:rsidR="004F33B2" w:rsidRPr="00E03B5A">
        <w:rPr>
          <w:rFonts w:ascii="Angsana New" w:hAnsi="Angsana New"/>
          <w:sz w:val="30"/>
          <w:szCs w:val="30"/>
          <w:cs/>
        </w:rPr>
        <w:t>ที่</w:t>
      </w:r>
      <w:r w:rsidR="0038291E" w:rsidRPr="00E03B5A">
        <w:rPr>
          <w:rFonts w:ascii="Angsana New" w:hAnsi="Angsana New"/>
          <w:sz w:val="30"/>
          <w:szCs w:val="30"/>
          <w:cs/>
        </w:rPr>
        <w:t>แตกต่าง</w:t>
      </w:r>
      <w:r w:rsidR="004F33B2" w:rsidRPr="00E03B5A">
        <w:rPr>
          <w:rFonts w:ascii="Angsana New" w:hAnsi="Angsana New"/>
          <w:sz w:val="30"/>
          <w:szCs w:val="30"/>
          <w:cs/>
        </w:rPr>
        <w:t>อย่างมีนัยสำคัญ</w:t>
      </w:r>
      <w:r w:rsidR="0038291E" w:rsidRPr="00E03B5A">
        <w:rPr>
          <w:rFonts w:ascii="Angsana New" w:hAnsi="Angsana New"/>
          <w:sz w:val="30"/>
          <w:szCs w:val="30"/>
          <w:cs/>
        </w:rPr>
        <w:t>จากที่บันทึกไว้ใน</w:t>
      </w:r>
      <w:r w:rsidR="00883FA5" w:rsidRPr="00E03B5A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="0038291E" w:rsidRPr="00E03B5A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38291E" w:rsidRPr="00E03B5A">
        <w:rPr>
          <w:rFonts w:ascii="Angsana New" w:hAnsi="Angsana New"/>
          <w:sz w:val="30"/>
          <w:szCs w:val="30"/>
        </w:rPr>
        <w:t>30</w:t>
      </w:r>
      <w:r w:rsidR="0038291E" w:rsidRPr="00E03B5A">
        <w:rPr>
          <w:rFonts w:ascii="Angsana New" w:hAnsi="Angsana New"/>
          <w:sz w:val="30"/>
          <w:szCs w:val="30"/>
          <w:cs/>
        </w:rPr>
        <w:t xml:space="preserve"> กันยายน </w:t>
      </w:r>
      <w:r w:rsidR="0038291E" w:rsidRPr="00E03B5A">
        <w:rPr>
          <w:rFonts w:ascii="Angsana New" w:hAnsi="Angsana New"/>
          <w:sz w:val="30"/>
          <w:szCs w:val="30"/>
        </w:rPr>
        <w:t>256</w:t>
      </w:r>
      <w:r w:rsidR="00803979" w:rsidRPr="00E03B5A">
        <w:rPr>
          <w:rFonts w:ascii="Angsana New" w:hAnsi="Angsana New"/>
          <w:sz w:val="30"/>
          <w:szCs w:val="30"/>
        </w:rPr>
        <w:t>3</w:t>
      </w:r>
      <w:r w:rsidR="004F33B2" w:rsidRPr="00E03B5A">
        <w:rPr>
          <w:rFonts w:ascii="Angsana New" w:hAnsi="Angsana New"/>
          <w:sz w:val="30"/>
          <w:szCs w:val="30"/>
          <w:cs/>
        </w:rPr>
        <w:t xml:space="preserve"> </w:t>
      </w:r>
    </w:p>
    <w:p w14:paraId="4A66CA53" w14:textId="400711C6" w:rsidR="00430001" w:rsidRPr="00E03B5A" w:rsidRDefault="00430001" w:rsidP="0083665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p w14:paraId="63FDE3AE" w14:textId="5294EFBF" w:rsidR="00FD5986" w:rsidRPr="00E03B5A" w:rsidRDefault="00FD5986" w:rsidP="0083665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76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E03B5A">
        <w:rPr>
          <w:rFonts w:ascii="Angsana New" w:hAnsi="Angsana New"/>
          <w:b/>
          <w:bCs/>
          <w:sz w:val="30"/>
          <w:szCs w:val="30"/>
          <w:cs/>
        </w:rPr>
        <w:t>การถูกจำกัดขอบเขตการสอบทาน</w:t>
      </w:r>
    </w:p>
    <w:p w14:paraId="36BE4256" w14:textId="77777777" w:rsidR="0041313A" w:rsidRPr="00E03B5A" w:rsidRDefault="0041313A" w:rsidP="0083665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76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65B6E9B" w14:textId="0C825E4A" w:rsidR="00323E05" w:rsidRPr="00E03B5A" w:rsidRDefault="004343D0" w:rsidP="00803979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E03B5A">
        <w:rPr>
          <w:rFonts w:ascii="Angsana New" w:hAnsi="Angsana New"/>
          <w:sz w:val="30"/>
          <w:szCs w:val="30"/>
          <w:cs/>
        </w:rPr>
        <w:t>จากคำพิพากษาของศาล</w:t>
      </w:r>
      <w:r w:rsidR="00DF29B1" w:rsidRPr="00E03B5A">
        <w:rPr>
          <w:rFonts w:ascii="Angsana New" w:hAnsi="Angsana New"/>
          <w:sz w:val="30"/>
          <w:szCs w:val="30"/>
          <w:cs/>
        </w:rPr>
        <w:t>อุทธรณ์</w:t>
      </w:r>
      <w:r w:rsidRPr="00E03B5A">
        <w:rPr>
          <w:rFonts w:ascii="Angsana New" w:hAnsi="Angsana New"/>
          <w:sz w:val="30"/>
          <w:szCs w:val="30"/>
          <w:cs/>
        </w:rPr>
        <w:t>แห่ง</w:t>
      </w:r>
      <w:r w:rsidR="00E5056E" w:rsidRPr="00E03B5A">
        <w:rPr>
          <w:rFonts w:ascii="Angsana New" w:hAnsi="Angsana New"/>
          <w:sz w:val="30"/>
          <w:szCs w:val="30"/>
          <w:cs/>
        </w:rPr>
        <w:t>สาธารณรัฐ</w:t>
      </w:r>
      <w:r w:rsidRPr="00E03B5A">
        <w:rPr>
          <w:rFonts w:ascii="Angsana New" w:hAnsi="Angsana New"/>
          <w:sz w:val="30"/>
          <w:szCs w:val="30"/>
          <w:cs/>
        </w:rPr>
        <w:t>สิงคโปร์ดังที่กล่าวไว้</w:t>
      </w:r>
      <w:r w:rsidR="00E5056E" w:rsidRPr="00E03B5A">
        <w:rPr>
          <w:rFonts w:ascii="Angsana New" w:hAnsi="Angsana New"/>
          <w:sz w:val="30"/>
          <w:szCs w:val="30"/>
          <w:cs/>
        </w:rPr>
        <w:t xml:space="preserve">ในข้อ </w:t>
      </w:r>
      <w:r w:rsidR="00E5056E" w:rsidRPr="00E03B5A">
        <w:rPr>
          <w:rFonts w:ascii="Angsana New" w:hAnsi="Angsana New"/>
          <w:sz w:val="30"/>
          <w:szCs w:val="30"/>
        </w:rPr>
        <w:t xml:space="preserve">2) </w:t>
      </w:r>
      <w:r w:rsidRPr="00E03B5A">
        <w:rPr>
          <w:rFonts w:ascii="Angsana New" w:hAnsi="Angsana New"/>
          <w:sz w:val="30"/>
          <w:szCs w:val="30"/>
          <w:cs/>
        </w:rPr>
        <w:t>ข้างต้น</w:t>
      </w:r>
      <w:r w:rsidR="009D1C76" w:rsidRPr="00E03B5A">
        <w:rPr>
          <w:rFonts w:ascii="Angsana New" w:hAnsi="Angsana New"/>
          <w:sz w:val="30"/>
          <w:szCs w:val="30"/>
          <w:cs/>
        </w:rPr>
        <w:t>ในความผิดฐานหลอกลวงและสมรู้ร่วมคิด</w:t>
      </w:r>
      <w:r w:rsidRPr="00E03B5A">
        <w:rPr>
          <w:rFonts w:ascii="Angsana New" w:hAnsi="Angsana New"/>
          <w:sz w:val="30"/>
          <w:szCs w:val="30"/>
          <w:cs/>
        </w:rPr>
        <w:t xml:space="preserve"> ข้าพเจ้าได้</w:t>
      </w:r>
      <w:r w:rsidR="00294A05" w:rsidRPr="00E03B5A">
        <w:rPr>
          <w:rFonts w:ascii="Angsana New" w:hAnsi="Angsana New"/>
          <w:sz w:val="30"/>
          <w:szCs w:val="30"/>
          <w:cs/>
        </w:rPr>
        <w:t>ขยาย</w:t>
      </w:r>
      <w:r w:rsidRPr="00E03B5A">
        <w:rPr>
          <w:rFonts w:ascii="Angsana New" w:hAnsi="Angsana New"/>
          <w:sz w:val="30"/>
          <w:szCs w:val="30"/>
          <w:cs/>
        </w:rPr>
        <w:t>วิธีการสอบทานของข้าพเจ้าและ</w:t>
      </w:r>
      <w:r w:rsidR="000B3D56" w:rsidRPr="00E03B5A">
        <w:rPr>
          <w:rFonts w:ascii="Angsana New" w:hAnsi="Angsana New"/>
          <w:sz w:val="30"/>
          <w:szCs w:val="30"/>
          <w:cs/>
        </w:rPr>
        <w:t>พบ</w:t>
      </w:r>
      <w:r w:rsidRPr="00E03B5A">
        <w:rPr>
          <w:rFonts w:ascii="Angsana New" w:hAnsi="Angsana New"/>
          <w:sz w:val="30"/>
          <w:szCs w:val="30"/>
          <w:cs/>
        </w:rPr>
        <w:t>ว่า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ศาลอุทธรณ์แห่งสาธารณรัฐสิงคโปร์สรุปไว้ในคำพิพากษาลงวันที่ </w:t>
      </w:r>
      <w:r w:rsidR="005E23A8" w:rsidRPr="00E03B5A">
        <w:rPr>
          <w:rFonts w:ascii="Angsana New" w:hAnsi="Angsana New"/>
          <w:sz w:val="30"/>
          <w:szCs w:val="30"/>
        </w:rPr>
        <w:t xml:space="preserve">6 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ตุลาคม </w:t>
      </w:r>
      <w:r w:rsidR="005E23A8" w:rsidRPr="00E03B5A">
        <w:rPr>
          <w:rFonts w:ascii="Angsana New" w:hAnsi="Angsana New"/>
          <w:sz w:val="30"/>
          <w:szCs w:val="30"/>
        </w:rPr>
        <w:t xml:space="preserve">2563 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ว่า </w:t>
      </w:r>
      <w:r w:rsidR="005E23A8" w:rsidRPr="00E03B5A">
        <w:rPr>
          <w:rFonts w:ascii="Angsana New" w:hAnsi="Angsana New"/>
          <w:sz w:val="30"/>
          <w:szCs w:val="30"/>
          <w:lang w:bidi="ar-SA"/>
        </w:rPr>
        <w:t>APF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 </w:t>
      </w:r>
      <w:r w:rsidR="005E23A8" w:rsidRPr="00E03B5A">
        <w:rPr>
          <w:rFonts w:ascii="Angsana New" w:hAnsi="Angsana New"/>
          <w:sz w:val="30"/>
          <w:szCs w:val="30"/>
        </w:rPr>
        <w:t>Group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 (ซึ่งรวมถึงหลายบริษัทที่ผู้บริหารได้</w:t>
      </w:r>
      <w:r w:rsidR="00803979" w:rsidRPr="00E03B5A">
        <w:rPr>
          <w:rFonts w:ascii="Angsana New" w:hAnsi="Angsana New"/>
          <w:sz w:val="30"/>
          <w:szCs w:val="30"/>
          <w:cs/>
        </w:rPr>
        <w:t>ระบุ</w:t>
      </w:r>
      <w:r w:rsidR="005E23A8" w:rsidRPr="00E03B5A">
        <w:rPr>
          <w:rFonts w:ascii="Angsana New" w:hAnsi="Angsana New"/>
          <w:sz w:val="30"/>
          <w:szCs w:val="30"/>
          <w:cs/>
        </w:rPr>
        <w:t>ว่าเป็นบริษัทที่เกี่ยวข้องกัน</w:t>
      </w:r>
      <w:r w:rsidR="00803979" w:rsidRPr="00E03B5A">
        <w:rPr>
          <w:rFonts w:ascii="Angsana New" w:hAnsi="Angsana New"/>
          <w:sz w:val="30"/>
          <w:szCs w:val="30"/>
          <w:cs/>
        </w:rPr>
        <w:t>และเปิดเผย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ในงบการเงินประจำปี ณ วันที่ </w:t>
      </w:r>
      <w:r w:rsidR="005E23A8" w:rsidRPr="00E03B5A">
        <w:rPr>
          <w:rFonts w:ascii="Angsana New" w:hAnsi="Angsana New"/>
          <w:sz w:val="30"/>
          <w:szCs w:val="30"/>
        </w:rPr>
        <w:t>31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E23A8" w:rsidRPr="00E03B5A">
        <w:rPr>
          <w:rFonts w:ascii="Angsana New" w:hAnsi="Angsana New"/>
          <w:sz w:val="30"/>
          <w:szCs w:val="30"/>
        </w:rPr>
        <w:t>256</w:t>
      </w:r>
      <w:r w:rsidR="00803979" w:rsidRPr="00E03B5A">
        <w:rPr>
          <w:rFonts w:ascii="Angsana New" w:hAnsi="Angsana New"/>
          <w:sz w:val="30"/>
          <w:szCs w:val="30"/>
        </w:rPr>
        <w:t>2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) ถูกควบคุมโดยอดีตผู้บริหารที่กล่าวถึงในข้อ </w:t>
      </w:r>
      <w:r w:rsidR="005E23A8" w:rsidRPr="00E03B5A">
        <w:rPr>
          <w:rFonts w:ascii="Angsana New" w:hAnsi="Angsana New"/>
          <w:sz w:val="30"/>
          <w:szCs w:val="30"/>
        </w:rPr>
        <w:t>1)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 และ </w:t>
      </w:r>
      <w:r w:rsidR="005E23A8" w:rsidRPr="00E03B5A">
        <w:rPr>
          <w:rFonts w:ascii="Angsana New" w:hAnsi="Angsana New"/>
          <w:sz w:val="30"/>
          <w:szCs w:val="30"/>
        </w:rPr>
        <w:t>2)</w:t>
      </w:r>
      <w:r w:rsidR="005E23A8" w:rsidRPr="00E03B5A">
        <w:rPr>
          <w:rFonts w:ascii="Angsana New" w:hAnsi="Angsana New"/>
          <w:sz w:val="30"/>
          <w:szCs w:val="30"/>
          <w:cs/>
        </w:rPr>
        <w:t xml:space="preserve"> ข้างต้น นอกจากนี้</w:t>
      </w:r>
      <w:r w:rsidR="00FD5986" w:rsidRPr="00E03B5A">
        <w:rPr>
          <w:rFonts w:ascii="Angsana New" w:hAnsi="Angsana New"/>
          <w:sz w:val="30"/>
          <w:szCs w:val="30"/>
          <w:cs/>
        </w:rPr>
        <w:t>กลุ่ม</w:t>
      </w:r>
      <w:r w:rsidRPr="00E03B5A">
        <w:rPr>
          <w:rFonts w:ascii="Angsana New" w:hAnsi="Angsana New"/>
          <w:sz w:val="30"/>
          <w:szCs w:val="30"/>
          <w:cs/>
        </w:rPr>
        <w:t>บริษัทมีรายการ</w:t>
      </w:r>
      <w:r w:rsidR="005612B9" w:rsidRPr="00E03B5A">
        <w:rPr>
          <w:rFonts w:ascii="Angsana New" w:hAnsi="Angsana New"/>
          <w:sz w:val="30"/>
          <w:szCs w:val="30"/>
          <w:cs/>
        </w:rPr>
        <w:t>หลายรายการ</w:t>
      </w:r>
      <w:r w:rsidRPr="00E03B5A">
        <w:rPr>
          <w:rFonts w:ascii="Angsana New" w:hAnsi="Angsana New"/>
          <w:sz w:val="30"/>
          <w:szCs w:val="30"/>
          <w:cs/>
        </w:rPr>
        <w:t xml:space="preserve">และยอดคงเหลือกับ </w:t>
      </w:r>
      <w:r w:rsidRPr="00E03B5A">
        <w:rPr>
          <w:rFonts w:ascii="Angsana New" w:hAnsi="Angsana New"/>
          <w:sz w:val="30"/>
          <w:szCs w:val="30"/>
        </w:rPr>
        <w:t xml:space="preserve">APF Trading </w:t>
      </w:r>
      <w:r w:rsidR="00807331" w:rsidRPr="00E03B5A">
        <w:rPr>
          <w:rFonts w:ascii="Angsana New" w:hAnsi="Angsana New"/>
          <w:sz w:val="30"/>
          <w:szCs w:val="30"/>
        </w:rPr>
        <w:t xml:space="preserve"> Plc</w:t>
      </w:r>
      <w:r w:rsidRPr="00E03B5A">
        <w:rPr>
          <w:rFonts w:ascii="Angsana New" w:hAnsi="Angsana New"/>
          <w:sz w:val="30"/>
          <w:szCs w:val="30"/>
        </w:rPr>
        <w:t xml:space="preserve">. </w:t>
      </w:r>
      <w:r w:rsidR="005612B9" w:rsidRPr="00E03B5A">
        <w:rPr>
          <w:rFonts w:ascii="Angsana New" w:hAnsi="Angsana New"/>
          <w:sz w:val="30"/>
          <w:szCs w:val="30"/>
          <w:cs/>
        </w:rPr>
        <w:t>(</w:t>
      </w:r>
      <w:r w:rsidRPr="00E03B5A">
        <w:rPr>
          <w:rFonts w:ascii="Angsana New" w:hAnsi="Angsana New"/>
          <w:sz w:val="30"/>
          <w:szCs w:val="30"/>
        </w:rPr>
        <w:t>“APFT”</w:t>
      </w:r>
      <w:r w:rsidR="005612B9" w:rsidRPr="00E03B5A">
        <w:rPr>
          <w:rFonts w:ascii="Angsana New" w:hAnsi="Angsana New"/>
          <w:sz w:val="30"/>
          <w:szCs w:val="30"/>
          <w:cs/>
        </w:rPr>
        <w:t>)</w:t>
      </w:r>
      <w:r w:rsidRPr="00E03B5A">
        <w:rPr>
          <w:rFonts w:ascii="Angsana New" w:hAnsi="Angsana New"/>
          <w:sz w:val="30"/>
          <w:szCs w:val="30"/>
        </w:rPr>
        <w:t xml:space="preserve"> </w:t>
      </w:r>
      <w:r w:rsidRPr="00E03B5A">
        <w:rPr>
          <w:rFonts w:ascii="Angsana New" w:hAnsi="Angsana New"/>
          <w:sz w:val="30"/>
          <w:szCs w:val="30"/>
          <w:cs/>
        </w:rPr>
        <w:t>ซึ่งเป็นบริษัทที่เกี่ยวข้องกัน</w:t>
      </w:r>
      <w:r w:rsidR="005E23A8" w:rsidRPr="00E03B5A">
        <w:rPr>
          <w:rFonts w:ascii="Angsana New" w:hAnsi="Angsana New"/>
          <w:sz w:val="30"/>
          <w:szCs w:val="30"/>
          <w:cs/>
        </w:rPr>
        <w:t>ตามที่</w:t>
      </w:r>
      <w:r w:rsidR="004C4570" w:rsidRPr="00E03B5A">
        <w:rPr>
          <w:rFonts w:ascii="Angsana New" w:hAnsi="Angsana New"/>
          <w:sz w:val="30"/>
          <w:szCs w:val="30"/>
          <w:cs/>
        </w:rPr>
        <w:t>ได้เปิดเผยโดย</w:t>
      </w:r>
      <w:r w:rsidR="005E23A8" w:rsidRPr="00E03B5A">
        <w:rPr>
          <w:rFonts w:ascii="Angsana New" w:hAnsi="Angsana New"/>
          <w:sz w:val="30"/>
          <w:szCs w:val="30"/>
          <w:cs/>
        </w:rPr>
        <w:t>ผู้บริหาร</w:t>
      </w:r>
    </w:p>
    <w:p w14:paraId="3FA9AA10" w14:textId="1821A337" w:rsidR="00803979" w:rsidRPr="00E03B5A" w:rsidRDefault="004343D0" w:rsidP="00636B2C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03B5A">
        <w:rPr>
          <w:rFonts w:ascii="Angsana New" w:hAnsi="Angsana New"/>
          <w:sz w:val="30"/>
          <w:szCs w:val="30"/>
          <w:cs/>
        </w:rPr>
        <w:t>ใน</w:t>
      </w:r>
      <w:r w:rsidR="005612B9" w:rsidRPr="00E03B5A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Pr="00E03B5A">
        <w:rPr>
          <w:rFonts w:ascii="Angsana New" w:hAnsi="Angsana New"/>
          <w:sz w:val="30"/>
          <w:szCs w:val="30"/>
          <w:cs/>
        </w:rPr>
        <w:t>มีเงินจ่ายล่วงหน้า</w:t>
      </w:r>
      <w:r w:rsidR="00F72989" w:rsidRPr="00E03B5A">
        <w:rPr>
          <w:rFonts w:ascii="Angsana New" w:hAnsi="Angsana New"/>
          <w:sz w:val="30"/>
          <w:szCs w:val="30"/>
          <w:cs/>
        </w:rPr>
        <w:t>ซึ่งแสดงราย</w:t>
      </w:r>
      <w:r w:rsidR="009C41C4" w:rsidRPr="00E03B5A">
        <w:rPr>
          <w:rFonts w:ascii="Angsana New" w:hAnsi="Angsana New"/>
          <w:sz w:val="30"/>
          <w:szCs w:val="30"/>
          <w:cs/>
        </w:rPr>
        <w:t>การ</w:t>
      </w:r>
      <w:r w:rsidR="00F72989" w:rsidRPr="00E03B5A">
        <w:rPr>
          <w:rFonts w:ascii="Angsana New" w:hAnsi="Angsana New"/>
          <w:sz w:val="30"/>
          <w:szCs w:val="30"/>
          <w:cs/>
        </w:rPr>
        <w:t>เป็นลูกหนี้อื่นและสินทรัพย์หมุนเวียนอื่นกับกิจการที่เกี่ยวข้องกัน</w:t>
      </w:r>
      <w:r w:rsidR="00AA709F" w:rsidRPr="00E03B5A">
        <w:rPr>
          <w:rFonts w:ascii="Angsana New" w:hAnsi="Angsana New"/>
          <w:sz w:val="30"/>
          <w:szCs w:val="30"/>
          <w:cs/>
        </w:rPr>
        <w:t>ในหมายเหตุข้อ</w:t>
      </w:r>
      <w:r w:rsidR="00AA709F" w:rsidRPr="00E03B5A">
        <w:rPr>
          <w:rFonts w:ascii="Angsana New" w:hAnsi="Angsana New"/>
          <w:sz w:val="30"/>
          <w:szCs w:val="30"/>
        </w:rPr>
        <w:t xml:space="preserve"> 4 </w:t>
      </w:r>
      <w:r w:rsidR="00AA709F" w:rsidRPr="00E03B5A">
        <w:rPr>
          <w:rFonts w:ascii="Angsana New" w:hAnsi="Angsana New"/>
          <w:sz w:val="30"/>
          <w:szCs w:val="30"/>
          <w:cs/>
        </w:rPr>
        <w:t xml:space="preserve">เรื่อง บุคคลหรือกิจการที่เกี่ยวข้องกัน </w:t>
      </w:r>
      <w:r w:rsidR="00302588" w:rsidRPr="00E03B5A">
        <w:rPr>
          <w:rFonts w:ascii="Angsana New" w:hAnsi="Angsana New"/>
          <w:sz w:val="30"/>
          <w:szCs w:val="30"/>
          <w:cs/>
        </w:rPr>
        <w:t>ซึ่งเป็น</w:t>
      </w:r>
      <w:r w:rsidR="009C41C4" w:rsidRPr="00E03B5A">
        <w:rPr>
          <w:rFonts w:ascii="Angsana New" w:hAnsi="Angsana New"/>
          <w:sz w:val="30"/>
          <w:szCs w:val="30"/>
          <w:cs/>
        </w:rPr>
        <w:t>เงินจ่ายล่วงหน้า</w:t>
      </w:r>
      <w:r w:rsidRPr="00E03B5A">
        <w:rPr>
          <w:rFonts w:ascii="Angsana New" w:hAnsi="Angsana New"/>
          <w:sz w:val="30"/>
          <w:szCs w:val="30"/>
          <w:cs/>
        </w:rPr>
        <w:t xml:space="preserve">จ่ายจากบริษัทย่อยแห่งหนึ่งในกัมพูชาให้แก่ </w:t>
      </w:r>
      <w:r w:rsidRPr="00E03B5A">
        <w:rPr>
          <w:rFonts w:ascii="Angsana New" w:hAnsi="Angsana New"/>
          <w:sz w:val="30"/>
          <w:szCs w:val="30"/>
        </w:rPr>
        <w:t>APFT</w:t>
      </w:r>
      <w:r w:rsidRPr="00E03B5A">
        <w:rPr>
          <w:rFonts w:ascii="Angsana New" w:hAnsi="Angsana New"/>
          <w:sz w:val="30"/>
          <w:szCs w:val="30"/>
          <w:cs/>
        </w:rPr>
        <w:t xml:space="preserve"> เพื่อจัดซื้อและ</w:t>
      </w:r>
      <w:r w:rsidR="00E04AC3" w:rsidRPr="00E03B5A">
        <w:rPr>
          <w:rFonts w:ascii="Angsana New" w:hAnsi="Angsana New"/>
          <w:sz w:val="30"/>
          <w:szCs w:val="30"/>
          <w:cs/>
        </w:rPr>
        <w:t>จัดเก็บรถจักรยานยนต์ไว้กับตัวแทนจำหน่ายและตัวแทนจำหน่ายย่อยเพื่อ</w:t>
      </w:r>
      <w:r w:rsidR="00EE5BD2" w:rsidRPr="00E03B5A">
        <w:rPr>
          <w:rFonts w:ascii="Angsana New" w:hAnsi="Angsana New"/>
          <w:sz w:val="30"/>
          <w:szCs w:val="30"/>
          <w:cs/>
        </w:rPr>
        <w:t>เตรียมไว้ในการปล่อยสินเชื่อ</w:t>
      </w:r>
      <w:r w:rsidR="00E04AC3" w:rsidRPr="00E03B5A">
        <w:rPr>
          <w:rFonts w:ascii="Angsana New" w:hAnsi="Angsana New"/>
          <w:sz w:val="30"/>
          <w:szCs w:val="30"/>
          <w:cs/>
        </w:rPr>
        <w:t xml:space="preserve"> </w:t>
      </w:r>
      <w:r w:rsidR="009D1C76" w:rsidRPr="00E03B5A">
        <w:rPr>
          <w:rFonts w:ascii="Angsana New" w:hAnsi="Angsana New"/>
          <w:sz w:val="30"/>
          <w:szCs w:val="30"/>
          <w:cs/>
        </w:rPr>
        <w:t>จำนวน</w:t>
      </w:r>
      <w:r w:rsidR="00E04AC3" w:rsidRPr="00E03B5A">
        <w:rPr>
          <w:rFonts w:ascii="Angsana New" w:hAnsi="Angsana New"/>
          <w:sz w:val="30"/>
          <w:szCs w:val="30"/>
          <w:cs/>
        </w:rPr>
        <w:t>เงินจ่ายล่วงหน้า</w:t>
      </w:r>
      <w:r w:rsidR="003963B0" w:rsidRPr="00E03B5A">
        <w:rPr>
          <w:rFonts w:ascii="Angsana New" w:hAnsi="Angsana New"/>
          <w:sz w:val="30"/>
          <w:szCs w:val="30"/>
          <w:cs/>
        </w:rPr>
        <w:t>ก่อนหักค่าเผื่อการด้อยค่า</w:t>
      </w:r>
      <w:r w:rsidR="00E04AC3" w:rsidRPr="00E03B5A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E04AC3" w:rsidRPr="00E03B5A">
        <w:rPr>
          <w:rFonts w:ascii="Angsana New" w:hAnsi="Angsana New"/>
          <w:sz w:val="30"/>
          <w:szCs w:val="30"/>
        </w:rPr>
        <w:t xml:space="preserve">30 </w:t>
      </w:r>
      <w:r w:rsidR="00E04AC3" w:rsidRPr="00E03B5A">
        <w:rPr>
          <w:rFonts w:ascii="Angsana New" w:hAnsi="Angsana New"/>
          <w:sz w:val="30"/>
          <w:szCs w:val="30"/>
          <w:cs/>
        </w:rPr>
        <w:t xml:space="preserve">กันยายน </w:t>
      </w:r>
      <w:r w:rsidR="00E04AC3" w:rsidRPr="00E03B5A">
        <w:rPr>
          <w:rFonts w:ascii="Angsana New" w:hAnsi="Angsana New"/>
          <w:sz w:val="30"/>
          <w:szCs w:val="30"/>
        </w:rPr>
        <w:t xml:space="preserve">2563 </w:t>
      </w:r>
      <w:r w:rsidR="00E04AC3" w:rsidRPr="00E03B5A">
        <w:rPr>
          <w:rFonts w:ascii="Angsana New" w:hAnsi="Angsana New"/>
          <w:sz w:val="30"/>
          <w:szCs w:val="30"/>
          <w:cs/>
        </w:rPr>
        <w:t xml:space="preserve">มีจำนวน </w:t>
      </w:r>
      <w:r w:rsidR="0088214D" w:rsidRPr="00E03B5A">
        <w:rPr>
          <w:rFonts w:ascii="Angsana New" w:hAnsi="Angsana New"/>
          <w:sz w:val="30"/>
          <w:szCs w:val="30"/>
        </w:rPr>
        <w:t>38</w:t>
      </w:r>
      <w:r w:rsidR="009D1C76" w:rsidRPr="00E03B5A">
        <w:rPr>
          <w:rFonts w:ascii="Angsana New" w:hAnsi="Angsana New"/>
          <w:sz w:val="30"/>
          <w:szCs w:val="30"/>
        </w:rPr>
        <w:t>1</w:t>
      </w:r>
      <w:r w:rsidR="0088214D" w:rsidRPr="00E03B5A">
        <w:rPr>
          <w:rFonts w:ascii="Angsana New" w:hAnsi="Angsana New"/>
          <w:sz w:val="30"/>
          <w:szCs w:val="30"/>
        </w:rPr>
        <w:t xml:space="preserve"> </w:t>
      </w:r>
      <w:r w:rsidR="0088214D" w:rsidRPr="00E03B5A">
        <w:rPr>
          <w:rFonts w:ascii="Angsana New" w:hAnsi="Angsana New"/>
          <w:sz w:val="30"/>
          <w:szCs w:val="30"/>
          <w:cs/>
        </w:rPr>
        <w:t>ล้าน</w:t>
      </w:r>
      <w:r w:rsidR="00E04AC3" w:rsidRPr="00E03B5A">
        <w:rPr>
          <w:rFonts w:ascii="Angsana New" w:hAnsi="Angsana New"/>
          <w:sz w:val="30"/>
          <w:szCs w:val="30"/>
          <w:cs/>
        </w:rPr>
        <w:t>บาท</w:t>
      </w:r>
      <w:r w:rsidR="00327283" w:rsidRPr="00E03B5A">
        <w:rPr>
          <w:rFonts w:ascii="Angsana New" w:hAnsi="Angsana New"/>
          <w:sz w:val="30"/>
          <w:szCs w:val="30"/>
          <w:cs/>
        </w:rPr>
        <w:t xml:space="preserve"> (</w:t>
      </w:r>
      <w:r w:rsidR="0088214D" w:rsidRPr="00E03B5A">
        <w:rPr>
          <w:rFonts w:ascii="Angsana New" w:hAnsi="Angsana New"/>
          <w:sz w:val="30"/>
          <w:szCs w:val="30"/>
        </w:rPr>
        <w:t>12.0</w:t>
      </w:r>
      <w:r w:rsidR="009D1C76" w:rsidRPr="00E03B5A">
        <w:rPr>
          <w:rFonts w:ascii="Angsana New" w:hAnsi="Angsana New"/>
          <w:sz w:val="30"/>
          <w:szCs w:val="30"/>
        </w:rPr>
        <w:t xml:space="preserve"> </w:t>
      </w:r>
      <w:r w:rsidR="00327283" w:rsidRPr="00E03B5A">
        <w:rPr>
          <w:rFonts w:ascii="Angsana New" w:hAnsi="Angsana New"/>
          <w:sz w:val="30"/>
          <w:szCs w:val="30"/>
          <w:cs/>
        </w:rPr>
        <w:t>ล้านเหรียญสหรัฐ)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</w:t>
      </w:r>
      <w:r w:rsidR="00BA6037" w:rsidRPr="00E03B5A">
        <w:rPr>
          <w:rFonts w:ascii="Angsana New" w:hAnsi="Angsana New"/>
          <w:sz w:val="30"/>
          <w:szCs w:val="30"/>
          <w:cs/>
        </w:rPr>
        <w:t>โดย</w:t>
      </w:r>
      <w:r w:rsidR="0027652E" w:rsidRPr="00E03B5A">
        <w:rPr>
          <w:rFonts w:ascii="Angsana New" w:hAnsi="Angsana New"/>
          <w:sz w:val="30"/>
          <w:szCs w:val="30"/>
          <w:cs/>
        </w:rPr>
        <w:t>ผู้บริหารได้บันทึกค่าเผื่อ</w:t>
      </w:r>
      <w:r w:rsidR="00461D6E" w:rsidRPr="00E03B5A">
        <w:rPr>
          <w:rFonts w:ascii="Angsana New" w:hAnsi="Angsana New"/>
          <w:sz w:val="30"/>
          <w:szCs w:val="30"/>
          <w:cs/>
        </w:rPr>
        <w:t>การด้อยค่า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เต็มจำนวน </w:t>
      </w:r>
      <w:r w:rsidR="00BA6037" w:rsidRPr="00E03B5A">
        <w:rPr>
          <w:rFonts w:ascii="Angsana New" w:hAnsi="Angsana New"/>
          <w:sz w:val="30"/>
          <w:szCs w:val="30"/>
          <w:cs/>
        </w:rPr>
        <w:t>ทั้งนี้</w:t>
      </w:r>
      <w:r w:rsidR="009D1C76" w:rsidRPr="00E03B5A">
        <w:rPr>
          <w:rFonts w:ascii="Angsana New" w:hAnsi="Angsana New"/>
          <w:sz w:val="30"/>
          <w:szCs w:val="30"/>
          <w:cs/>
        </w:rPr>
        <w:t>จำนวน</w:t>
      </w:r>
      <w:r w:rsidR="0027652E" w:rsidRPr="00E03B5A">
        <w:rPr>
          <w:rFonts w:ascii="Angsana New" w:hAnsi="Angsana New"/>
          <w:sz w:val="30"/>
          <w:szCs w:val="30"/>
          <w:cs/>
        </w:rPr>
        <w:t>เงิน</w:t>
      </w:r>
      <w:r w:rsidR="00461D6E" w:rsidRPr="00E03B5A">
        <w:rPr>
          <w:rFonts w:ascii="Angsana New" w:hAnsi="Angsana New"/>
          <w:sz w:val="30"/>
          <w:szCs w:val="30"/>
          <w:cs/>
        </w:rPr>
        <w:t>จ่ายล่วงหน้า</w:t>
      </w:r>
      <w:r w:rsidR="003963B0" w:rsidRPr="00E03B5A">
        <w:rPr>
          <w:rFonts w:ascii="Angsana New" w:hAnsi="Angsana New"/>
          <w:sz w:val="30"/>
          <w:szCs w:val="30"/>
          <w:cs/>
        </w:rPr>
        <w:t>ก่อนหักค่าเผื่อการด้อยค่า</w:t>
      </w:r>
      <w:r w:rsidR="0027652E" w:rsidRPr="00E03B5A">
        <w:rPr>
          <w:rFonts w:ascii="Angsana New" w:hAnsi="Angsana New"/>
          <w:sz w:val="30"/>
          <w:szCs w:val="30"/>
          <w:cs/>
        </w:rPr>
        <w:t>และค่าเผื่อ</w:t>
      </w:r>
      <w:r w:rsidR="00461D6E" w:rsidRPr="00E03B5A">
        <w:rPr>
          <w:rFonts w:ascii="Angsana New" w:hAnsi="Angsana New"/>
          <w:sz w:val="30"/>
          <w:szCs w:val="30"/>
          <w:cs/>
        </w:rPr>
        <w:t>การด้อยค่า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27652E" w:rsidRPr="00E03B5A">
        <w:rPr>
          <w:rFonts w:ascii="Angsana New" w:hAnsi="Angsana New"/>
          <w:sz w:val="30"/>
          <w:szCs w:val="30"/>
        </w:rPr>
        <w:t xml:space="preserve">31 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ธันวาคม </w:t>
      </w:r>
      <w:r w:rsidR="0027652E" w:rsidRPr="00E03B5A">
        <w:rPr>
          <w:rFonts w:ascii="Angsana New" w:hAnsi="Angsana New"/>
          <w:sz w:val="30"/>
          <w:szCs w:val="30"/>
        </w:rPr>
        <w:t>256</w:t>
      </w:r>
      <w:r w:rsidR="009D1C76" w:rsidRPr="00E03B5A">
        <w:rPr>
          <w:rFonts w:ascii="Angsana New" w:hAnsi="Angsana New"/>
          <w:sz w:val="30"/>
          <w:szCs w:val="30"/>
        </w:rPr>
        <w:t>2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มีจำนวน </w:t>
      </w:r>
      <w:r w:rsidR="0088214D" w:rsidRPr="00E03B5A">
        <w:rPr>
          <w:rFonts w:ascii="Angsana New" w:hAnsi="Angsana New"/>
          <w:sz w:val="30"/>
          <w:szCs w:val="30"/>
        </w:rPr>
        <w:t>320</w:t>
      </w:r>
      <w:r w:rsidR="0027652E" w:rsidRPr="00E03B5A">
        <w:rPr>
          <w:rFonts w:ascii="Angsana New" w:hAnsi="Angsana New"/>
          <w:sz w:val="30"/>
          <w:szCs w:val="30"/>
        </w:rPr>
        <w:t xml:space="preserve"> </w:t>
      </w:r>
      <w:r w:rsidR="009D1C76" w:rsidRPr="00E03B5A">
        <w:rPr>
          <w:rFonts w:ascii="Angsana New" w:hAnsi="Angsana New"/>
          <w:sz w:val="30"/>
          <w:szCs w:val="30"/>
          <w:cs/>
        </w:rPr>
        <w:t>ล้าน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บาท </w:t>
      </w:r>
      <w:r w:rsidR="00327283" w:rsidRPr="00E03B5A">
        <w:rPr>
          <w:rFonts w:ascii="Angsana New" w:hAnsi="Angsana New"/>
          <w:sz w:val="30"/>
          <w:szCs w:val="30"/>
          <w:cs/>
        </w:rPr>
        <w:t>(</w:t>
      </w:r>
      <w:r w:rsidR="0088214D" w:rsidRPr="00E03B5A">
        <w:rPr>
          <w:rFonts w:ascii="Angsana New" w:hAnsi="Angsana New"/>
          <w:sz w:val="30"/>
          <w:szCs w:val="30"/>
        </w:rPr>
        <w:t>10.6</w:t>
      </w:r>
      <w:r w:rsidR="009D1C76" w:rsidRPr="00E03B5A">
        <w:rPr>
          <w:rFonts w:ascii="Angsana New" w:hAnsi="Angsana New"/>
          <w:sz w:val="30"/>
          <w:szCs w:val="30"/>
          <w:cs/>
        </w:rPr>
        <w:t xml:space="preserve"> </w:t>
      </w:r>
      <w:r w:rsidR="00327283" w:rsidRPr="00E03B5A">
        <w:rPr>
          <w:rFonts w:ascii="Angsana New" w:hAnsi="Angsana New"/>
          <w:sz w:val="30"/>
          <w:szCs w:val="30"/>
          <w:cs/>
        </w:rPr>
        <w:t xml:space="preserve">ล้านเหรียญสหรัฐ) 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และ </w:t>
      </w:r>
      <w:r w:rsidR="0088214D" w:rsidRPr="00E03B5A">
        <w:rPr>
          <w:rFonts w:ascii="Angsana New" w:hAnsi="Angsana New"/>
          <w:sz w:val="30"/>
          <w:szCs w:val="30"/>
        </w:rPr>
        <w:t xml:space="preserve">149 </w:t>
      </w:r>
      <w:r w:rsidR="0088214D" w:rsidRPr="00E03B5A">
        <w:rPr>
          <w:rFonts w:ascii="Angsana New" w:hAnsi="Angsana New"/>
          <w:sz w:val="30"/>
          <w:szCs w:val="30"/>
          <w:cs/>
        </w:rPr>
        <w:t>ล้าน</w:t>
      </w:r>
      <w:r w:rsidR="0027652E" w:rsidRPr="00E03B5A">
        <w:rPr>
          <w:rFonts w:ascii="Angsana New" w:hAnsi="Angsana New"/>
          <w:sz w:val="30"/>
          <w:szCs w:val="30"/>
          <w:cs/>
        </w:rPr>
        <w:t>บาท</w:t>
      </w:r>
      <w:r w:rsidR="00327283" w:rsidRPr="00E03B5A">
        <w:rPr>
          <w:rFonts w:ascii="Angsana New" w:hAnsi="Angsana New"/>
          <w:sz w:val="30"/>
          <w:szCs w:val="30"/>
          <w:cs/>
        </w:rPr>
        <w:t xml:space="preserve"> (</w:t>
      </w:r>
      <w:r w:rsidR="0088214D" w:rsidRPr="00E03B5A">
        <w:rPr>
          <w:rFonts w:ascii="Angsana New" w:hAnsi="Angsana New"/>
          <w:sz w:val="30"/>
          <w:szCs w:val="30"/>
        </w:rPr>
        <w:t>4.9</w:t>
      </w:r>
      <w:r w:rsidR="00327283"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ล้านเหรียญสหรัฐ) ตามลำดับ</w:t>
      </w:r>
      <w:r w:rsidR="00636B2C" w:rsidRPr="00E03B5A">
        <w:rPr>
          <w:rFonts w:ascii="Angsana New" w:hAnsi="Angsana New"/>
          <w:sz w:val="30"/>
          <w:szCs w:val="30"/>
          <w:cs/>
        </w:rPr>
        <w:t xml:space="preserve"> 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ภายหลังวันที่ </w:t>
      </w:r>
      <w:r w:rsidR="0027652E" w:rsidRPr="00E03B5A">
        <w:rPr>
          <w:rFonts w:ascii="Angsana New" w:hAnsi="Angsana New"/>
          <w:sz w:val="30"/>
          <w:szCs w:val="30"/>
        </w:rPr>
        <w:t xml:space="preserve">30 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กันยายน </w:t>
      </w:r>
      <w:r w:rsidR="0027652E" w:rsidRPr="00E03B5A">
        <w:rPr>
          <w:rFonts w:ascii="Angsana New" w:hAnsi="Angsana New"/>
          <w:sz w:val="30"/>
          <w:szCs w:val="30"/>
        </w:rPr>
        <w:t xml:space="preserve">2563 </w:t>
      </w:r>
      <w:r w:rsidR="0027652E" w:rsidRPr="00E03B5A">
        <w:rPr>
          <w:rFonts w:ascii="Angsana New" w:hAnsi="Angsana New"/>
          <w:sz w:val="30"/>
          <w:szCs w:val="30"/>
          <w:cs/>
        </w:rPr>
        <w:t>จนถึง</w:t>
      </w:r>
      <w:r w:rsidR="00461D6E" w:rsidRPr="00E03B5A">
        <w:rPr>
          <w:rFonts w:ascii="Angsana New" w:hAnsi="Angsana New"/>
          <w:sz w:val="30"/>
          <w:szCs w:val="30"/>
          <w:cs/>
        </w:rPr>
        <w:t>วันที่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</w:t>
      </w:r>
      <w:r w:rsidR="00633A9B" w:rsidRPr="00E03B5A">
        <w:rPr>
          <w:rFonts w:ascii="Angsana New" w:hAnsi="Angsana New"/>
          <w:sz w:val="30"/>
          <w:szCs w:val="30"/>
        </w:rPr>
        <w:t>28</w:t>
      </w:r>
      <w:r w:rsidR="00633A9B" w:rsidRPr="00E03B5A">
        <w:rPr>
          <w:rFonts w:ascii="Angsana New" w:hAnsi="Angsana New"/>
          <w:sz w:val="30"/>
          <w:szCs w:val="30"/>
          <w:cs/>
        </w:rPr>
        <w:t xml:space="preserve"> กุมภาพันธ์ </w:t>
      </w:r>
      <w:r w:rsidR="00633A9B" w:rsidRPr="00E03B5A">
        <w:rPr>
          <w:rFonts w:ascii="Angsana New" w:hAnsi="Angsana New"/>
          <w:sz w:val="30"/>
          <w:szCs w:val="30"/>
        </w:rPr>
        <w:t>2564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กลุ่มบริษัทมีรายการเพิ่มเติมกับ </w:t>
      </w:r>
      <w:r w:rsidR="0027652E" w:rsidRPr="00E03B5A">
        <w:rPr>
          <w:rFonts w:ascii="Angsana New" w:hAnsi="Angsana New"/>
          <w:sz w:val="30"/>
          <w:szCs w:val="30"/>
        </w:rPr>
        <w:t xml:space="preserve">APFT </w:t>
      </w:r>
      <w:r w:rsidR="0027652E" w:rsidRPr="00E03B5A">
        <w:rPr>
          <w:rFonts w:ascii="Angsana New" w:hAnsi="Angsana New"/>
          <w:sz w:val="30"/>
          <w:szCs w:val="30"/>
          <w:cs/>
        </w:rPr>
        <w:t>ทำให้บัญชีดังกล่าวเพิ่มขึ้น</w:t>
      </w:r>
      <w:r w:rsidR="009D1C76" w:rsidRPr="00E03B5A">
        <w:rPr>
          <w:rFonts w:ascii="Angsana New" w:hAnsi="Angsana New"/>
          <w:sz w:val="30"/>
          <w:szCs w:val="30"/>
          <w:cs/>
        </w:rPr>
        <w:t>เป็นจำนวนเงินขั้นต้น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</w:t>
      </w:r>
      <w:r w:rsidR="00633A9B" w:rsidRPr="00E03B5A">
        <w:rPr>
          <w:rFonts w:ascii="Angsana New" w:hAnsi="Angsana New"/>
          <w:sz w:val="30"/>
          <w:szCs w:val="30"/>
        </w:rPr>
        <w:t>7</w:t>
      </w:r>
      <w:r w:rsidR="0088214D" w:rsidRPr="00E03B5A">
        <w:rPr>
          <w:rFonts w:ascii="Angsana New" w:hAnsi="Angsana New"/>
          <w:sz w:val="30"/>
          <w:szCs w:val="30"/>
        </w:rPr>
        <w:t xml:space="preserve"> </w:t>
      </w:r>
      <w:r w:rsidR="0027652E" w:rsidRPr="00E03B5A">
        <w:rPr>
          <w:rFonts w:ascii="Angsana New" w:hAnsi="Angsana New"/>
          <w:sz w:val="30"/>
          <w:szCs w:val="30"/>
          <w:cs/>
        </w:rPr>
        <w:t>ล้านบาท (</w:t>
      </w:r>
      <w:r w:rsidR="0088214D" w:rsidRPr="00E03B5A">
        <w:rPr>
          <w:rFonts w:ascii="Angsana New" w:hAnsi="Angsana New"/>
          <w:sz w:val="30"/>
          <w:szCs w:val="30"/>
        </w:rPr>
        <w:t>0.</w:t>
      </w:r>
      <w:r w:rsidR="00633A9B" w:rsidRPr="00E03B5A">
        <w:rPr>
          <w:rFonts w:ascii="Angsana New" w:hAnsi="Angsana New"/>
          <w:sz w:val="30"/>
          <w:szCs w:val="30"/>
        </w:rPr>
        <w:t>2</w:t>
      </w:r>
      <w:r w:rsidR="0027652E" w:rsidRPr="00E03B5A">
        <w:rPr>
          <w:rFonts w:ascii="Angsana New" w:hAnsi="Angsana New"/>
          <w:sz w:val="30"/>
          <w:szCs w:val="30"/>
          <w:cs/>
        </w:rPr>
        <w:t xml:space="preserve"> ล้านเหรียญสหรัฐ)</w:t>
      </w:r>
      <w:r w:rsidR="0027652E" w:rsidRPr="00E03B5A">
        <w:rPr>
          <w:rFonts w:ascii="Angsana New" w:hAnsi="Angsana New"/>
          <w:sz w:val="30"/>
          <w:szCs w:val="30"/>
        </w:rPr>
        <w:t xml:space="preserve"> </w:t>
      </w:r>
    </w:p>
    <w:p w14:paraId="3E7A4FC0" w14:textId="6C0712FD" w:rsidR="007F0B9C" w:rsidRDefault="007F0B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66706C18" w14:textId="77777777" w:rsidR="005571AF" w:rsidRPr="00E03B5A" w:rsidRDefault="005571AF" w:rsidP="00006A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109673B" w14:textId="2FB460E3" w:rsidR="00864E7D" w:rsidRPr="004F06DE" w:rsidRDefault="00864E7D" w:rsidP="004F06DE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A1D72">
        <w:rPr>
          <w:rFonts w:ascii="Angsana New" w:hAnsi="Angsana New" w:hint="cs"/>
          <w:sz w:val="30"/>
          <w:szCs w:val="30"/>
          <w:cs/>
        </w:rPr>
        <w:t xml:space="preserve">นอกจากรายการและยอดคงเหลือที่กล่าวไว้ในข้อ </w:t>
      </w:r>
      <w:r w:rsidRPr="007A1D72">
        <w:rPr>
          <w:rFonts w:ascii="Angsana New" w:hAnsi="Angsana New"/>
          <w:sz w:val="30"/>
          <w:szCs w:val="30"/>
        </w:rPr>
        <w:t>3</w:t>
      </w:r>
      <w:r w:rsidRPr="007A1D72">
        <w:rPr>
          <w:rFonts w:ascii="Angsana New" w:hAnsi="Angsana New" w:hint="cs"/>
          <w:sz w:val="30"/>
          <w:szCs w:val="30"/>
          <w:cs/>
        </w:rPr>
        <w:t>ก) ข้างต้น</w:t>
      </w:r>
    </w:p>
    <w:p w14:paraId="6F7E86AD" w14:textId="6C988B04" w:rsidR="00894EA8" w:rsidRPr="004F06DE" w:rsidRDefault="00636B2C" w:rsidP="004F06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autoSpaceDE w:val="0"/>
        <w:autoSpaceDN w:val="0"/>
        <w:adjustRightInd w:val="0"/>
        <w:spacing w:line="240" w:lineRule="auto"/>
        <w:ind w:left="1170" w:hanging="450"/>
        <w:jc w:val="thaiDistribute"/>
        <w:rPr>
          <w:rFonts w:ascii="Angsana New" w:hAnsi="Angsana New" w:cs="Angsana New"/>
          <w:sz w:val="30"/>
          <w:szCs w:val="38"/>
        </w:rPr>
      </w:pPr>
      <w:r w:rsidRPr="005118EB">
        <w:rPr>
          <w:rFonts w:ascii="Angsana New" w:hAnsi="Angsana New" w:cs="Angsana New" w:hint="cs"/>
          <w:sz w:val="30"/>
          <w:szCs w:val="30"/>
          <w:cs/>
        </w:rPr>
        <w:t>ข</w:t>
      </w:r>
      <w:r w:rsidR="00864E7D">
        <w:rPr>
          <w:rFonts w:ascii="Angsana New" w:hAnsi="Angsana New" w:cs="Angsana New"/>
          <w:sz w:val="30"/>
          <w:szCs w:val="30"/>
        </w:rPr>
        <w:t>.1</w:t>
      </w:r>
      <w:r w:rsidRPr="005118EB">
        <w:rPr>
          <w:rFonts w:ascii="Angsana New" w:hAnsi="Angsana New" w:cs="Angsana New" w:hint="cs"/>
          <w:sz w:val="30"/>
          <w:szCs w:val="30"/>
          <w:cs/>
        </w:rPr>
        <w:t>)</w:t>
      </w:r>
      <w:r w:rsidR="009C3905" w:rsidRPr="00E03B5A">
        <w:rPr>
          <w:rFonts w:ascii="Angsana New" w:hAnsi="Angsana New" w:cs="Angsana New"/>
          <w:sz w:val="30"/>
          <w:szCs w:val="30"/>
          <w:cs/>
        </w:rPr>
        <w:tab/>
      </w:r>
      <w:r w:rsidR="00894EA8" w:rsidRPr="00E03B5A">
        <w:rPr>
          <w:rFonts w:ascii="Angsana New" w:hAnsi="Angsana New" w:cs="Angsana New"/>
          <w:sz w:val="30"/>
          <w:szCs w:val="30"/>
          <w:cs/>
        </w:rPr>
        <w:t>บริษัทย่อยในกัมพูชาได้</w:t>
      </w:r>
      <w:r w:rsidR="00EE5BD2" w:rsidRPr="00E03B5A">
        <w:rPr>
          <w:rFonts w:ascii="Angsana New" w:hAnsi="Angsana New" w:cs="Angsana New"/>
          <w:sz w:val="30"/>
          <w:szCs w:val="30"/>
          <w:cs/>
        </w:rPr>
        <w:t>ทำรายการ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จ่ายเงิน</w:t>
      </w:r>
      <w:r w:rsidR="00EE5BD2" w:rsidRPr="00E03B5A">
        <w:rPr>
          <w:rFonts w:ascii="Angsana New" w:hAnsi="Angsana New" w:cs="Angsana New"/>
          <w:sz w:val="30"/>
          <w:szCs w:val="30"/>
          <w:cs/>
        </w:rPr>
        <w:t>หลายรายการ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ในระหว่างเดือนกันยายน</w:t>
      </w:r>
      <w:r w:rsidR="00EE5BD2" w:rsidRPr="00E03B5A">
        <w:rPr>
          <w:rFonts w:ascii="Angsana New" w:hAnsi="Angsana New" w:cs="Angsana New"/>
          <w:sz w:val="30"/>
          <w:szCs w:val="30"/>
          <w:cs/>
        </w:rPr>
        <w:t>และ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 xml:space="preserve">ตุลาคม </w:t>
      </w:r>
      <w:r w:rsidR="00894EA8" w:rsidRPr="00E03B5A">
        <w:rPr>
          <w:rFonts w:ascii="Angsana New" w:hAnsi="Angsana New"/>
          <w:sz w:val="30"/>
          <w:szCs w:val="30"/>
        </w:rPr>
        <w:t>2563</w:t>
      </w:r>
      <w:r w:rsidR="009C3905" w:rsidRPr="00E03B5A">
        <w:rPr>
          <w:rFonts w:ascii="Angsana New" w:hAnsi="Angsana New" w:cs="Cordia New"/>
          <w:sz w:val="30"/>
          <w:szCs w:val="30"/>
          <w:cs/>
        </w:rPr>
        <w:t xml:space="preserve"> </w:t>
      </w:r>
      <w:r w:rsidR="000B3D56" w:rsidRPr="00E03B5A">
        <w:rPr>
          <w:rFonts w:ascii="Angsana New" w:hAnsi="Angsana New" w:cs="Angsana New"/>
          <w:sz w:val="30"/>
          <w:szCs w:val="30"/>
          <w:cs/>
        </w:rPr>
        <w:t>ให้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 xml:space="preserve">แก่ </w:t>
      </w:r>
      <w:r w:rsidR="00894EA8" w:rsidRPr="00E03B5A">
        <w:rPr>
          <w:rFonts w:ascii="Angsana New" w:hAnsi="Angsana New"/>
          <w:sz w:val="30"/>
          <w:szCs w:val="30"/>
        </w:rPr>
        <w:t>APFT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 xml:space="preserve"> </w:t>
      </w:r>
      <w:r w:rsidR="0085290A" w:rsidRPr="00E03B5A">
        <w:rPr>
          <w:rFonts w:ascii="Angsana New" w:hAnsi="Angsana New" w:cs="Angsana New"/>
          <w:sz w:val="30"/>
          <w:szCs w:val="30"/>
          <w:cs/>
        </w:rPr>
        <w:t>ซึ่งรวมถึงรายการจ่ายเงินจำนวน</w:t>
      </w:r>
      <w:r w:rsidR="0085290A" w:rsidRPr="0033529F">
        <w:rPr>
          <w:rFonts w:ascii="Angsana New" w:hAnsi="Angsana New" w:cs="Angsana New"/>
          <w:sz w:val="30"/>
          <w:szCs w:val="30"/>
          <w:cs/>
        </w:rPr>
        <w:t xml:space="preserve"> </w:t>
      </w:r>
      <w:r w:rsidR="0085290A" w:rsidRPr="004F06DE">
        <w:rPr>
          <w:rFonts w:ascii="Angsana New" w:hAnsi="Angsana New" w:cs="Angsana New"/>
          <w:sz w:val="30"/>
          <w:szCs w:val="30"/>
        </w:rPr>
        <w:t xml:space="preserve">1.4 </w:t>
      </w:r>
      <w:r w:rsidR="0085290A" w:rsidRPr="00E03B5A">
        <w:rPr>
          <w:rFonts w:ascii="Angsana New" w:hAnsi="Angsana New" w:cs="Angsana New"/>
          <w:sz w:val="30"/>
          <w:szCs w:val="30"/>
          <w:cs/>
        </w:rPr>
        <w:t>ล้านเหรียญสหรัฐในวันที่</w:t>
      </w:r>
      <w:r w:rsidR="00BA4C2A" w:rsidRPr="004F06DE">
        <w:rPr>
          <w:rFonts w:ascii="Angsana New" w:hAnsi="Angsana New" w:cs="Angsana New"/>
          <w:sz w:val="30"/>
          <w:szCs w:val="30"/>
          <w:cs/>
        </w:rPr>
        <w:t xml:space="preserve"> </w:t>
      </w:r>
      <w:r w:rsidR="00BA4C2A" w:rsidRPr="004F06DE">
        <w:rPr>
          <w:rFonts w:ascii="Angsana New" w:hAnsi="Angsana New" w:cs="Angsana New"/>
          <w:sz w:val="30"/>
          <w:szCs w:val="30"/>
        </w:rPr>
        <w:t xml:space="preserve">9 </w:t>
      </w:r>
      <w:r w:rsidR="0085290A" w:rsidRPr="00E03B5A">
        <w:rPr>
          <w:rFonts w:ascii="Angsana New" w:hAnsi="Angsana New" w:cs="Angsana New"/>
          <w:sz w:val="30"/>
          <w:szCs w:val="30"/>
          <w:cs/>
        </w:rPr>
        <w:t>ตุลาคม</w:t>
      </w:r>
      <w:r w:rsidR="0085290A" w:rsidRPr="0033529F">
        <w:rPr>
          <w:rFonts w:ascii="Angsana New" w:hAnsi="Angsana New" w:cs="Angsana New"/>
          <w:sz w:val="30"/>
          <w:szCs w:val="30"/>
          <w:cs/>
        </w:rPr>
        <w:t xml:space="preserve"> </w:t>
      </w:r>
      <w:r w:rsidR="00BA4C2A" w:rsidRPr="004F06DE">
        <w:rPr>
          <w:rFonts w:ascii="Angsana New" w:hAnsi="Angsana New" w:cs="Angsana New"/>
          <w:sz w:val="30"/>
          <w:szCs w:val="30"/>
        </w:rPr>
        <w:t xml:space="preserve">2563 </w:t>
      </w:r>
      <w:r w:rsidR="00430001" w:rsidRPr="00E03B5A">
        <w:rPr>
          <w:rFonts w:ascii="Angsana New" w:hAnsi="Angsana New" w:cs="Angsana New"/>
          <w:sz w:val="30"/>
          <w:szCs w:val="30"/>
          <w:cs/>
        </w:rPr>
        <w:t xml:space="preserve">ผู้บริหารได้รายงานแก่คณะกรรมการของ </w:t>
      </w:r>
      <w:r w:rsidR="00430001" w:rsidRPr="00E03B5A">
        <w:rPr>
          <w:rFonts w:ascii="Angsana New" w:hAnsi="Angsana New" w:cs="Angsana New"/>
          <w:sz w:val="30"/>
          <w:szCs w:val="30"/>
        </w:rPr>
        <w:t xml:space="preserve">GLF </w:t>
      </w:r>
      <w:r w:rsidR="00430001" w:rsidRPr="00E03B5A">
        <w:rPr>
          <w:rFonts w:ascii="Angsana New" w:hAnsi="Angsana New" w:cs="Angsana New"/>
          <w:sz w:val="30"/>
          <w:szCs w:val="30"/>
          <w:cs/>
        </w:rPr>
        <w:t>ย้อนหลังว่ารายการจ่ายเงิน</w:t>
      </w:r>
      <w:r w:rsidR="00835A49" w:rsidRPr="00E03B5A">
        <w:rPr>
          <w:rFonts w:ascii="Angsana New" w:hAnsi="Angsana New" w:cs="Angsana New"/>
          <w:sz w:val="30"/>
          <w:szCs w:val="30"/>
          <w:cs/>
        </w:rPr>
        <w:t xml:space="preserve"> </w:t>
      </w:r>
      <w:r w:rsidR="00835A49" w:rsidRPr="00E03B5A">
        <w:rPr>
          <w:rFonts w:ascii="Angsana New" w:hAnsi="Angsana New" w:cs="Angsana New"/>
          <w:sz w:val="30"/>
          <w:szCs w:val="30"/>
        </w:rPr>
        <w:t xml:space="preserve">1.4 </w:t>
      </w:r>
      <w:r w:rsidR="00835A49" w:rsidRPr="00E03B5A">
        <w:rPr>
          <w:rFonts w:ascii="Angsana New" w:hAnsi="Angsana New" w:cs="Angsana New"/>
          <w:sz w:val="30"/>
          <w:szCs w:val="30"/>
          <w:cs/>
        </w:rPr>
        <w:t>ล้านเหรียญสหรัฐ</w:t>
      </w:r>
      <w:r w:rsidR="00430001" w:rsidRPr="00E03B5A">
        <w:rPr>
          <w:rFonts w:ascii="Angsana New" w:hAnsi="Angsana New" w:cs="Angsana New"/>
          <w:sz w:val="30"/>
          <w:szCs w:val="30"/>
          <w:cs/>
        </w:rPr>
        <w:t>ดังกล่าว</w:t>
      </w:r>
      <w:r w:rsidR="00890512" w:rsidRPr="00E03B5A">
        <w:rPr>
          <w:rFonts w:ascii="Angsana New" w:hAnsi="Angsana New" w:cs="Angsana New"/>
          <w:sz w:val="30"/>
          <w:szCs w:val="30"/>
          <w:cs/>
        </w:rPr>
        <w:t>มีข้อผิดพลาด</w:t>
      </w:r>
      <w:r w:rsidR="00430001" w:rsidRPr="00E03B5A">
        <w:rPr>
          <w:rFonts w:ascii="Angsana New" w:hAnsi="Angsana New" w:cs="Angsana New"/>
          <w:sz w:val="30"/>
          <w:szCs w:val="30"/>
          <w:cs/>
        </w:rPr>
        <w:t>และ</w:t>
      </w:r>
      <w:r w:rsidR="00890512" w:rsidRPr="00E03B5A">
        <w:rPr>
          <w:rFonts w:ascii="Angsana New" w:hAnsi="Angsana New" w:cs="Angsana New"/>
          <w:sz w:val="30"/>
          <w:szCs w:val="30"/>
          <w:cs/>
        </w:rPr>
        <w:t>ได้รับ</w:t>
      </w:r>
      <w:r w:rsidR="00835A49" w:rsidRPr="00E03B5A">
        <w:rPr>
          <w:rFonts w:ascii="Angsana New" w:hAnsi="Angsana New" w:cs="Angsana New"/>
          <w:sz w:val="30"/>
          <w:szCs w:val="30"/>
          <w:cs/>
        </w:rPr>
        <w:t>เงิน</w:t>
      </w:r>
      <w:r w:rsidR="00890512" w:rsidRPr="00E03B5A">
        <w:rPr>
          <w:rFonts w:ascii="Angsana New" w:hAnsi="Angsana New" w:cs="Angsana New"/>
          <w:sz w:val="30"/>
          <w:szCs w:val="30"/>
          <w:cs/>
        </w:rPr>
        <w:t>คืนแล้ว</w:t>
      </w:r>
      <w:r w:rsidR="00430001" w:rsidRPr="00E03B5A">
        <w:rPr>
          <w:rFonts w:ascii="Angsana New" w:hAnsi="Angsana New" w:cs="Angsana New"/>
          <w:sz w:val="30"/>
          <w:szCs w:val="30"/>
          <w:cs/>
        </w:rPr>
        <w:t xml:space="preserve">ในวันที่ </w:t>
      </w:r>
      <w:r w:rsidR="00430001" w:rsidRPr="00E03B5A">
        <w:rPr>
          <w:rFonts w:ascii="Angsana New" w:hAnsi="Angsana New" w:cs="Angsana New"/>
          <w:sz w:val="30"/>
          <w:szCs w:val="30"/>
        </w:rPr>
        <w:t xml:space="preserve">19 </w:t>
      </w:r>
      <w:r w:rsidR="00430001" w:rsidRPr="00E03B5A">
        <w:rPr>
          <w:rFonts w:ascii="Angsana New" w:hAnsi="Angsana New" w:cs="Angsana New"/>
          <w:sz w:val="30"/>
          <w:szCs w:val="30"/>
          <w:cs/>
        </w:rPr>
        <w:t xml:space="preserve">พฤศจิกายน </w:t>
      </w:r>
      <w:r w:rsidR="00864E7D">
        <w:rPr>
          <w:rFonts w:ascii="Angsana New" w:hAnsi="Angsana New" w:cs="Angsana New"/>
          <w:sz w:val="30"/>
          <w:szCs w:val="30"/>
        </w:rPr>
        <w:t>2563</w:t>
      </w:r>
      <w:r w:rsidR="00327283" w:rsidRPr="004F06DE">
        <w:rPr>
          <w:rFonts w:ascii="Angsana New" w:hAnsi="Angsana New" w:cs="Angsana New"/>
          <w:sz w:val="30"/>
          <w:szCs w:val="30"/>
        </w:rPr>
        <w:t xml:space="preserve"> </w:t>
      </w:r>
      <w:r w:rsidR="00864E7D" w:rsidRPr="004F06DE">
        <w:rPr>
          <w:rFonts w:ascii="Angsana New" w:hAnsi="Angsana New" w:cs="Angsana New"/>
          <w:sz w:val="30"/>
          <w:szCs w:val="30"/>
          <w:cs/>
        </w:rPr>
        <w:t>รายการ</w:t>
      </w:r>
      <w:r w:rsidR="00864E7D" w:rsidRPr="001F3022">
        <w:rPr>
          <w:rFonts w:ascii="Angsana New" w:hAnsi="Angsana New" w:cs="Angsana New"/>
          <w:sz w:val="30"/>
          <w:szCs w:val="30"/>
          <w:cs/>
        </w:rPr>
        <w:t>ดังกล่าวไม่ได้ถูกเปิดเผยไว้ในข้อมูลทางการเงินระหว่างกาล</w:t>
      </w:r>
      <w:r w:rsidR="00864E7D" w:rsidRPr="0033529F">
        <w:rPr>
          <w:rFonts w:ascii="Angsana New" w:hAnsi="Angsana New" w:cs="Angsana New"/>
          <w:sz w:val="30"/>
          <w:szCs w:val="30"/>
          <w:cs/>
        </w:rPr>
        <w:t xml:space="preserve"> </w:t>
      </w:r>
      <w:r w:rsidR="00864E7D" w:rsidRPr="001F3022">
        <w:rPr>
          <w:rFonts w:ascii="Angsana New" w:hAnsi="Angsana New" w:cs="Angsana New"/>
          <w:sz w:val="30"/>
          <w:szCs w:val="30"/>
          <w:cs/>
        </w:rPr>
        <w:t>ณ</w:t>
      </w:r>
      <w:r w:rsidR="00864E7D" w:rsidRPr="0033529F">
        <w:rPr>
          <w:rFonts w:ascii="Angsana New" w:hAnsi="Angsana New" w:cs="Angsana New"/>
          <w:sz w:val="30"/>
          <w:szCs w:val="30"/>
          <w:cs/>
        </w:rPr>
        <w:t xml:space="preserve"> </w:t>
      </w:r>
      <w:r w:rsidR="00864E7D" w:rsidRPr="001F3022">
        <w:rPr>
          <w:rFonts w:ascii="Angsana New" w:hAnsi="Angsana New" w:cs="Angsana New"/>
          <w:sz w:val="30"/>
          <w:szCs w:val="30"/>
          <w:cs/>
        </w:rPr>
        <w:t>วันที่</w:t>
      </w:r>
      <w:r w:rsidR="00864E7D" w:rsidRPr="0033529F">
        <w:rPr>
          <w:rFonts w:ascii="Angsana New" w:hAnsi="Angsana New" w:cs="Angsana New"/>
          <w:sz w:val="30"/>
          <w:szCs w:val="30"/>
          <w:cs/>
        </w:rPr>
        <w:t xml:space="preserve"> </w:t>
      </w:r>
      <w:r w:rsidR="00864E7D" w:rsidRPr="004F06DE">
        <w:rPr>
          <w:rFonts w:ascii="Angsana New" w:hAnsi="Angsana New" w:cs="Angsana New"/>
          <w:sz w:val="30"/>
          <w:szCs w:val="30"/>
        </w:rPr>
        <w:t>30</w:t>
      </w:r>
      <w:r w:rsidR="00864E7D" w:rsidRPr="004F06DE">
        <w:rPr>
          <w:rFonts w:ascii="Angsana New" w:hAnsi="Angsana New" w:cs="Angsana New"/>
          <w:sz w:val="30"/>
          <w:szCs w:val="30"/>
          <w:cs/>
        </w:rPr>
        <w:t xml:space="preserve"> </w:t>
      </w:r>
      <w:r w:rsidR="00864E7D" w:rsidRPr="001F3022">
        <w:rPr>
          <w:rFonts w:ascii="Angsana New" w:hAnsi="Angsana New" w:cs="Angsana New"/>
          <w:sz w:val="30"/>
          <w:szCs w:val="30"/>
          <w:cs/>
        </w:rPr>
        <w:t>กันยายน</w:t>
      </w:r>
      <w:r w:rsidR="00864E7D" w:rsidRPr="0033529F">
        <w:rPr>
          <w:rFonts w:ascii="Angsana New" w:hAnsi="Angsana New" w:cs="Angsana New"/>
          <w:sz w:val="30"/>
          <w:szCs w:val="30"/>
          <w:cs/>
        </w:rPr>
        <w:t xml:space="preserve"> </w:t>
      </w:r>
      <w:r w:rsidR="00864E7D" w:rsidRPr="004F06DE">
        <w:rPr>
          <w:rFonts w:ascii="Angsana New" w:hAnsi="Angsana New" w:cs="Angsana New"/>
          <w:sz w:val="30"/>
          <w:szCs w:val="30"/>
        </w:rPr>
        <w:t>2563</w:t>
      </w:r>
    </w:p>
    <w:p w14:paraId="580AD239" w14:textId="62F10B8B" w:rsidR="009B5B32" w:rsidRPr="00E03B5A" w:rsidRDefault="00864E7D" w:rsidP="004F06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autoSpaceDE w:val="0"/>
        <w:autoSpaceDN w:val="0"/>
        <w:adjustRightInd w:val="0"/>
        <w:spacing w:line="240" w:lineRule="auto"/>
        <w:ind w:left="1170" w:hanging="450"/>
        <w:jc w:val="thaiDistribute"/>
        <w:rPr>
          <w:rFonts w:ascii="Angsana New" w:hAnsi="Angsana New" w:cs="Cordi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ข</w:t>
      </w:r>
      <w:r>
        <w:rPr>
          <w:rFonts w:ascii="Angsana New" w:hAnsi="Angsana New" w:cs="Angsana New"/>
          <w:sz w:val="30"/>
          <w:szCs w:val="30"/>
        </w:rPr>
        <w:t>.2</w:t>
      </w:r>
      <w:r w:rsidR="00636B2C" w:rsidRPr="00E03B5A">
        <w:rPr>
          <w:rFonts w:ascii="Angsana New" w:hAnsi="Angsana New" w:cs="Angsana New"/>
          <w:sz w:val="30"/>
          <w:szCs w:val="30"/>
          <w:cs/>
        </w:rPr>
        <w:t xml:space="preserve">)   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="009B5B32" w:rsidRPr="00E03B5A">
        <w:rPr>
          <w:rFonts w:ascii="Angsana New" w:hAnsi="Angsana New"/>
          <w:sz w:val="30"/>
          <w:szCs w:val="30"/>
        </w:rPr>
        <w:t>1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9B5B32" w:rsidRPr="00E03B5A">
        <w:rPr>
          <w:rFonts w:ascii="Angsana New" w:hAnsi="Angsana New"/>
          <w:sz w:val="30"/>
          <w:szCs w:val="30"/>
        </w:rPr>
        <w:t>2563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 บริษัทย่อยในกัมพูชาได้</w:t>
      </w:r>
      <w:r w:rsidR="009C3905" w:rsidRPr="00E03B5A">
        <w:rPr>
          <w:rFonts w:ascii="Angsana New" w:hAnsi="Angsana New" w:cs="Angsana New"/>
          <w:sz w:val="30"/>
          <w:szCs w:val="30"/>
          <w:cs/>
        </w:rPr>
        <w:t>ทำ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สัญญาที่ปรึกษากับ </w:t>
      </w:r>
      <w:r w:rsidR="009B5B32" w:rsidRPr="00E03B5A">
        <w:rPr>
          <w:rFonts w:ascii="Angsana New" w:hAnsi="Angsana New"/>
          <w:sz w:val="30"/>
          <w:szCs w:val="30"/>
        </w:rPr>
        <w:t>APFT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 โดยบริษัทย่อยดังกล่าว</w:t>
      </w:r>
      <w:r w:rsidR="00DB12A5" w:rsidRPr="00E03B5A">
        <w:rPr>
          <w:rFonts w:ascii="Angsana New" w:hAnsi="Angsana New" w:cs="Angsana New"/>
          <w:sz w:val="30"/>
          <w:szCs w:val="30"/>
          <w:cs/>
        </w:rPr>
        <w:t xml:space="preserve">              ตกลงที่</w:t>
      </w:r>
      <w:r w:rsidR="00327283" w:rsidRPr="00E03B5A">
        <w:rPr>
          <w:rFonts w:ascii="Angsana New" w:hAnsi="Angsana New" w:cs="Angsana New"/>
          <w:sz w:val="30"/>
          <w:szCs w:val="30"/>
          <w:cs/>
        </w:rPr>
        <w:t>จะ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จ่ายเงินให้ </w:t>
      </w:r>
      <w:r w:rsidR="009B5B32" w:rsidRPr="00E03B5A">
        <w:rPr>
          <w:rFonts w:ascii="Angsana New" w:hAnsi="Angsana New"/>
          <w:sz w:val="30"/>
          <w:szCs w:val="30"/>
        </w:rPr>
        <w:t>A</w:t>
      </w:r>
      <w:r w:rsidR="00390870">
        <w:rPr>
          <w:rFonts w:ascii="Angsana New" w:hAnsi="Angsana New" w:cstheme="minorBidi"/>
          <w:sz w:val="30"/>
          <w:szCs w:val="30"/>
        </w:rPr>
        <w:t>PF</w:t>
      </w:r>
      <w:r w:rsidR="009B5B32" w:rsidRPr="00E03B5A">
        <w:rPr>
          <w:rFonts w:ascii="Angsana New" w:hAnsi="Angsana New"/>
          <w:sz w:val="30"/>
          <w:szCs w:val="30"/>
        </w:rPr>
        <w:t xml:space="preserve">T 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เป็นจำนวน </w:t>
      </w:r>
      <w:r w:rsidR="009B5B32" w:rsidRPr="00E03B5A">
        <w:rPr>
          <w:rFonts w:ascii="Angsana New" w:hAnsi="Angsana New"/>
          <w:sz w:val="30"/>
          <w:szCs w:val="30"/>
        </w:rPr>
        <w:t>150,000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 xml:space="preserve"> เหรียญสหรัฐต่อเดือน</w:t>
      </w:r>
      <w:r w:rsidR="009D1C76" w:rsidRPr="00E03B5A">
        <w:rPr>
          <w:rFonts w:ascii="Angsana New" w:hAnsi="Angsana New" w:cs="Angsana New"/>
          <w:sz w:val="30"/>
          <w:szCs w:val="30"/>
          <w:cs/>
        </w:rPr>
        <w:t xml:space="preserve"> (ไม่รวมภาษีมูลค่าเพิ่ม)</w:t>
      </w:r>
      <w:r w:rsidR="009D1C76" w:rsidRPr="00E03B5A">
        <w:rPr>
          <w:rFonts w:ascii="Angsana New" w:hAnsi="Angsana New" w:cs="Cordia New"/>
          <w:sz w:val="30"/>
          <w:szCs w:val="30"/>
          <w:cs/>
        </w:rPr>
        <w:t xml:space="preserve"> 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>สัญญาดังกล่าวไม่ได้</w:t>
      </w:r>
      <w:r w:rsidR="00327283" w:rsidRPr="00E03B5A">
        <w:rPr>
          <w:rFonts w:ascii="Angsana New" w:hAnsi="Angsana New" w:cs="Angsana New"/>
          <w:sz w:val="30"/>
          <w:szCs w:val="30"/>
          <w:cs/>
        </w:rPr>
        <w:t>ถูก</w:t>
      </w:r>
      <w:r w:rsidR="009B5B32" w:rsidRPr="00E03B5A">
        <w:rPr>
          <w:rFonts w:ascii="Angsana New" w:hAnsi="Angsana New" w:cs="Angsana New"/>
          <w:sz w:val="30"/>
          <w:szCs w:val="30"/>
          <w:cs/>
        </w:rPr>
        <w:t>เปิดเผยไว้ในข้อมูลทางการเงินระหว่างกาล</w:t>
      </w:r>
      <w:r w:rsidR="00327283" w:rsidRPr="00E03B5A">
        <w:rPr>
          <w:rFonts w:ascii="Angsana New" w:hAnsi="Angsana New" w:cs="Angsana New"/>
          <w:sz w:val="30"/>
          <w:szCs w:val="30"/>
          <w:cs/>
        </w:rPr>
        <w:t xml:space="preserve"> ณ วันที่ </w:t>
      </w:r>
      <w:r w:rsidR="00327283" w:rsidRPr="00E03B5A">
        <w:rPr>
          <w:rFonts w:ascii="Angsana New" w:hAnsi="Angsana New"/>
          <w:sz w:val="30"/>
          <w:szCs w:val="30"/>
        </w:rPr>
        <w:t>30</w:t>
      </w:r>
      <w:r w:rsidR="00327283" w:rsidRPr="00E03B5A">
        <w:rPr>
          <w:rFonts w:ascii="Angsana New" w:hAnsi="Angsana New" w:cs="Angsana New"/>
          <w:sz w:val="30"/>
          <w:szCs w:val="30"/>
          <w:cs/>
        </w:rPr>
        <w:t xml:space="preserve"> กันยายน </w:t>
      </w:r>
      <w:r w:rsidR="00327283" w:rsidRPr="00E03B5A">
        <w:rPr>
          <w:rFonts w:ascii="Angsana New" w:hAnsi="Angsana New"/>
          <w:sz w:val="30"/>
          <w:szCs w:val="30"/>
        </w:rPr>
        <w:t>2563</w:t>
      </w:r>
    </w:p>
    <w:p w14:paraId="64C431CD" w14:textId="4D9D7067" w:rsidR="00894EA8" w:rsidRPr="00E03B5A" w:rsidRDefault="00A41DE3" w:rsidP="008073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 w:cs="Angsana New"/>
          <w:sz w:val="30"/>
          <w:szCs w:val="30"/>
          <w:cs/>
        </w:rPr>
      </w:pPr>
      <w:r w:rsidRPr="00E03B5A">
        <w:rPr>
          <w:rFonts w:ascii="Angsana New" w:hAnsi="Angsana New" w:cs="Angsana New"/>
          <w:sz w:val="30"/>
          <w:szCs w:val="30"/>
          <w:cs/>
        </w:rPr>
        <w:t>ข้าพเจ้ายังไม่ได้รับคำอธิบายและหลักฐานที่น่าพอใจที่</w:t>
      </w:r>
      <w:r w:rsidR="004B0883" w:rsidRPr="00E03B5A">
        <w:rPr>
          <w:rFonts w:ascii="Angsana New" w:hAnsi="Angsana New" w:cs="Angsana New"/>
          <w:sz w:val="30"/>
          <w:szCs w:val="30"/>
          <w:cs/>
        </w:rPr>
        <w:t>ทำ</w:t>
      </w:r>
      <w:r w:rsidRPr="00E03B5A">
        <w:rPr>
          <w:rFonts w:ascii="Angsana New" w:hAnsi="Angsana New" w:cs="Angsana New"/>
          <w:sz w:val="30"/>
          <w:szCs w:val="30"/>
          <w:cs/>
        </w:rPr>
        <w:t>ให้ข้าพเจ้าสามารถสรุป</w:t>
      </w:r>
      <w:r w:rsidR="004B0883" w:rsidRPr="00E03B5A">
        <w:rPr>
          <w:rFonts w:ascii="Angsana New" w:hAnsi="Angsana New" w:cs="Angsana New"/>
          <w:sz w:val="30"/>
          <w:szCs w:val="30"/>
          <w:cs/>
        </w:rPr>
        <w:t>ได้</w:t>
      </w:r>
      <w:r w:rsidRPr="00E03B5A">
        <w:rPr>
          <w:rFonts w:ascii="Angsana New" w:hAnsi="Angsana New" w:cs="Angsana New"/>
          <w:sz w:val="30"/>
          <w:szCs w:val="30"/>
          <w:cs/>
        </w:rPr>
        <w:t>ว่ามีรายการ</w:t>
      </w:r>
      <w:r w:rsidR="004B0883" w:rsidRPr="00E03B5A">
        <w:rPr>
          <w:rFonts w:ascii="Angsana New" w:hAnsi="Angsana New" w:cs="Angsana New"/>
          <w:sz w:val="30"/>
          <w:szCs w:val="30"/>
          <w:cs/>
        </w:rPr>
        <w:t xml:space="preserve">อื่นๆ </w:t>
      </w:r>
      <w:r w:rsidRPr="00E03B5A">
        <w:rPr>
          <w:rFonts w:ascii="Angsana New" w:hAnsi="Angsana New" w:cs="Angsana New"/>
          <w:sz w:val="30"/>
          <w:szCs w:val="30"/>
          <w:cs/>
        </w:rPr>
        <w:t>ระหว่างกิจการที่เกี่ยวข้องกันที่</w:t>
      </w:r>
      <w:r w:rsidR="004B0883" w:rsidRPr="00E03B5A">
        <w:rPr>
          <w:rFonts w:ascii="Angsana New" w:hAnsi="Angsana New" w:cs="Angsana New"/>
          <w:sz w:val="30"/>
          <w:szCs w:val="30"/>
          <w:cs/>
        </w:rPr>
        <w:t>อาจจะ</w:t>
      </w:r>
      <w:r w:rsidRPr="00E03B5A">
        <w:rPr>
          <w:rFonts w:ascii="Angsana New" w:hAnsi="Angsana New" w:cs="Angsana New"/>
          <w:sz w:val="30"/>
          <w:szCs w:val="30"/>
          <w:cs/>
        </w:rPr>
        <w:t xml:space="preserve">ยังไม่ได้ระบุหรือเปิดเผยแก่ข้าพเจ้าหรือไม่ 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จากการถูกจำกัดขอบเขต</w:t>
      </w:r>
      <w:r w:rsidR="00EE5BD2" w:rsidRPr="00E03B5A">
        <w:rPr>
          <w:rFonts w:ascii="Angsana New" w:hAnsi="Angsana New" w:cs="Angsana New"/>
          <w:sz w:val="30"/>
          <w:szCs w:val="30"/>
          <w:cs/>
        </w:rPr>
        <w:t xml:space="preserve"> 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การพิจารณาและการบันทึกค่าเผื่อหรือรายการปรับปรุง</w:t>
      </w:r>
      <w:r w:rsidR="00CE0775" w:rsidRPr="00E03B5A">
        <w:rPr>
          <w:rFonts w:ascii="Angsana New" w:hAnsi="Angsana New" w:cs="Angsana New"/>
          <w:sz w:val="30"/>
          <w:szCs w:val="30"/>
          <w:cs/>
        </w:rPr>
        <w:t>ที่จำเป็น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อาจ</w:t>
      </w:r>
      <w:r w:rsidR="00540978" w:rsidRPr="00E03B5A">
        <w:rPr>
          <w:rFonts w:ascii="Angsana New" w:hAnsi="Angsana New" w:cs="Angsana New"/>
          <w:sz w:val="30"/>
          <w:szCs w:val="30"/>
          <w:cs/>
        </w:rPr>
        <w:t>จะยัง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ไม่ได้สะท้อน</w:t>
      </w:r>
      <w:r w:rsidR="00A05BC7" w:rsidRPr="00E03B5A">
        <w:rPr>
          <w:rFonts w:ascii="Angsana New" w:hAnsi="Angsana New" w:cs="Angsana New"/>
          <w:sz w:val="30"/>
          <w:szCs w:val="30"/>
          <w:cs/>
        </w:rPr>
        <w:t>อย่างเหมาะสม</w:t>
      </w:r>
      <w:r w:rsidR="00894EA8" w:rsidRPr="00E03B5A">
        <w:rPr>
          <w:rFonts w:ascii="Angsana New" w:hAnsi="Angsana New" w:cs="Angsana New"/>
          <w:sz w:val="30"/>
          <w:szCs w:val="30"/>
          <w:cs/>
        </w:rPr>
        <w:t>ใน</w:t>
      </w:r>
      <w:r w:rsidR="0086290C" w:rsidRPr="00E03B5A">
        <w:rPr>
          <w:rFonts w:ascii="Angsana New" w:hAnsi="Angsana New" w:cs="Angsana New"/>
          <w:sz w:val="30"/>
          <w:szCs w:val="30"/>
          <w:cs/>
        </w:rPr>
        <w:t>ข้อมูลทางการเงินระหว่างกาล</w:t>
      </w:r>
    </w:p>
    <w:p w14:paraId="14557A5F" w14:textId="77777777" w:rsidR="0041313A" w:rsidRPr="00E03B5A" w:rsidRDefault="0041313A" w:rsidP="00006A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p w14:paraId="7CB39711" w14:textId="5755DEE9" w:rsidR="00A41DE3" w:rsidRPr="00E03B5A" w:rsidRDefault="00CE0775" w:rsidP="007755FB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E03B5A">
        <w:rPr>
          <w:rFonts w:ascii="Angsana New" w:hAnsi="Angsana New"/>
          <w:sz w:val="30"/>
          <w:szCs w:val="30"/>
          <w:cs/>
        </w:rPr>
        <w:t>ใน</w:t>
      </w:r>
      <w:r w:rsidR="005612B9" w:rsidRPr="00E03B5A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Pr="00E03B5A">
        <w:rPr>
          <w:rFonts w:ascii="Angsana New" w:hAnsi="Angsana New"/>
          <w:sz w:val="30"/>
          <w:szCs w:val="30"/>
          <w:cs/>
        </w:rPr>
        <w:t>มี</w:t>
      </w:r>
      <w:r w:rsidR="00DC2027" w:rsidRPr="00E03B5A">
        <w:rPr>
          <w:rFonts w:ascii="Angsana New" w:hAnsi="Angsana New"/>
          <w:sz w:val="30"/>
          <w:szCs w:val="30"/>
          <w:cs/>
        </w:rPr>
        <w:t>เงินฝากประจำที่มีภาระค้ำประกัน</w:t>
      </w:r>
      <w:r w:rsidRPr="00E03B5A">
        <w:rPr>
          <w:rFonts w:ascii="Angsana New" w:hAnsi="Angsana New"/>
          <w:sz w:val="30"/>
          <w:szCs w:val="30"/>
          <w:cs/>
        </w:rPr>
        <w:t xml:space="preserve">จำนวน </w:t>
      </w:r>
      <w:r w:rsidRPr="00E03B5A">
        <w:rPr>
          <w:rFonts w:ascii="Angsana New" w:hAnsi="Angsana New"/>
          <w:sz w:val="30"/>
          <w:szCs w:val="30"/>
        </w:rPr>
        <w:t xml:space="preserve">73 </w:t>
      </w:r>
      <w:r w:rsidRPr="00E03B5A">
        <w:rPr>
          <w:rFonts w:ascii="Angsana New" w:hAnsi="Angsana New"/>
          <w:sz w:val="30"/>
          <w:szCs w:val="30"/>
          <w:cs/>
        </w:rPr>
        <w:t>ล้านเหรียญสหรัฐในบัญชีธนาคาร</w:t>
      </w:r>
      <w:r w:rsidR="004E2C7D" w:rsidRPr="00E03B5A">
        <w:rPr>
          <w:rFonts w:ascii="Angsana New" w:hAnsi="Angsana New"/>
          <w:sz w:val="30"/>
          <w:szCs w:val="30"/>
          <w:cs/>
        </w:rPr>
        <w:t xml:space="preserve">ของ </w:t>
      </w:r>
      <w:r w:rsidR="004E2C7D" w:rsidRPr="00E03B5A">
        <w:rPr>
          <w:rFonts w:ascii="Angsana New" w:hAnsi="Angsana New"/>
          <w:sz w:val="30"/>
          <w:szCs w:val="30"/>
        </w:rPr>
        <w:t>GLH</w:t>
      </w:r>
      <w:r w:rsidR="004E2C7D" w:rsidRPr="00E03B5A">
        <w:rPr>
          <w:rFonts w:ascii="Angsana New" w:hAnsi="Angsana New"/>
          <w:sz w:val="30"/>
          <w:szCs w:val="30"/>
          <w:cs/>
        </w:rPr>
        <w:t xml:space="preserve"> ในธนาคาร</w:t>
      </w:r>
      <w:r w:rsidRPr="00E03B5A">
        <w:rPr>
          <w:rFonts w:ascii="Angsana New" w:hAnsi="Angsana New"/>
          <w:sz w:val="30"/>
          <w:szCs w:val="30"/>
          <w:cs/>
        </w:rPr>
        <w:t>ต่างประเทศ</w:t>
      </w:r>
      <w:r w:rsidRPr="00E03B5A">
        <w:rPr>
          <w:rFonts w:ascii="Angsana New" w:hAnsi="Angsana New"/>
          <w:sz w:val="30"/>
          <w:szCs w:val="30"/>
        </w:rPr>
        <w:t xml:space="preserve"> </w:t>
      </w:r>
      <w:r w:rsidRPr="00E03B5A">
        <w:rPr>
          <w:rFonts w:ascii="Angsana New" w:hAnsi="Angsana New"/>
          <w:sz w:val="30"/>
          <w:szCs w:val="30"/>
          <w:cs/>
        </w:rPr>
        <w:t>ซึ่งทางธนาคาร</w:t>
      </w:r>
      <w:r w:rsidR="00BA4C2A" w:rsidRPr="00E03B5A">
        <w:rPr>
          <w:rFonts w:ascii="Angsana New" w:hAnsi="Angsana New"/>
          <w:sz w:val="30"/>
          <w:szCs w:val="30"/>
          <w:cs/>
        </w:rPr>
        <w:t>ได้</w:t>
      </w:r>
      <w:r w:rsidRPr="00E03B5A">
        <w:rPr>
          <w:rFonts w:ascii="Angsana New" w:hAnsi="Angsana New"/>
          <w:sz w:val="30"/>
          <w:szCs w:val="30"/>
          <w:cs/>
        </w:rPr>
        <w:t>ระบุ</w:t>
      </w:r>
      <w:r w:rsidR="00BA4C2A" w:rsidRPr="00E03B5A">
        <w:rPr>
          <w:rFonts w:ascii="Angsana New" w:hAnsi="Angsana New"/>
          <w:sz w:val="30"/>
          <w:szCs w:val="30"/>
          <w:cs/>
        </w:rPr>
        <w:t>ในรายงานบัญชีเงินฝาก</w:t>
      </w:r>
      <w:r w:rsidRPr="00E03B5A">
        <w:rPr>
          <w:rFonts w:ascii="Angsana New" w:hAnsi="Angsana New"/>
          <w:sz w:val="30"/>
          <w:szCs w:val="30"/>
          <w:cs/>
        </w:rPr>
        <w:t>ว่า</w:t>
      </w:r>
      <w:r w:rsidR="00A87A35" w:rsidRPr="00E03B5A">
        <w:rPr>
          <w:rFonts w:ascii="Angsana New" w:hAnsi="Angsana New"/>
          <w:sz w:val="30"/>
          <w:szCs w:val="30"/>
          <w:cs/>
        </w:rPr>
        <w:t>เงิน</w:t>
      </w:r>
      <w:r w:rsidR="004E2C7D" w:rsidRPr="00E03B5A">
        <w:rPr>
          <w:rFonts w:ascii="Angsana New" w:hAnsi="Angsana New"/>
          <w:sz w:val="30"/>
          <w:szCs w:val="30"/>
          <w:cs/>
        </w:rPr>
        <w:t>ฝาก</w:t>
      </w:r>
      <w:r w:rsidR="00A87A35" w:rsidRPr="00E03B5A">
        <w:rPr>
          <w:rFonts w:ascii="Angsana New" w:hAnsi="Angsana New"/>
          <w:sz w:val="30"/>
          <w:szCs w:val="30"/>
          <w:cs/>
        </w:rPr>
        <w:t>ดังกล่าว</w:t>
      </w:r>
      <w:r w:rsidRPr="00E03B5A">
        <w:rPr>
          <w:rFonts w:ascii="Angsana New" w:hAnsi="Angsana New"/>
          <w:sz w:val="30"/>
          <w:szCs w:val="30"/>
          <w:cs/>
        </w:rPr>
        <w:t>ถูกใช้</w:t>
      </w:r>
      <w:r w:rsidR="00C4100F" w:rsidRPr="00E03B5A">
        <w:rPr>
          <w:rFonts w:ascii="Angsana New" w:hAnsi="Angsana New"/>
          <w:sz w:val="30"/>
          <w:szCs w:val="30"/>
          <w:cs/>
        </w:rPr>
        <w:t>เป็นหลักประกัน</w:t>
      </w:r>
      <w:r w:rsidR="00BA4C2A" w:rsidRPr="00E03B5A">
        <w:rPr>
          <w:rFonts w:ascii="Angsana New" w:hAnsi="Angsana New"/>
          <w:sz w:val="30"/>
          <w:szCs w:val="30"/>
          <w:cs/>
        </w:rPr>
        <w:t xml:space="preserve"> ผู้บริหารจัดประเภทเงิน</w:t>
      </w:r>
      <w:r w:rsidR="004E2C7D" w:rsidRPr="00E03B5A">
        <w:rPr>
          <w:rFonts w:ascii="Angsana New" w:hAnsi="Angsana New"/>
          <w:sz w:val="30"/>
          <w:szCs w:val="30"/>
          <w:cs/>
        </w:rPr>
        <w:t>ฝาก</w:t>
      </w:r>
      <w:r w:rsidR="00BA4C2A" w:rsidRPr="00E03B5A">
        <w:rPr>
          <w:rFonts w:ascii="Angsana New" w:hAnsi="Angsana New"/>
          <w:sz w:val="30"/>
          <w:szCs w:val="30"/>
          <w:cs/>
        </w:rPr>
        <w:t>ดังกล่าวเป็นสินทรัพย์ไม่หมุนเวียนในข้อมูลทางการเงินระหว่างกาล</w:t>
      </w:r>
      <w:r w:rsidRPr="00E03B5A">
        <w:rPr>
          <w:rFonts w:ascii="Angsana New" w:hAnsi="Angsana New"/>
          <w:sz w:val="30"/>
          <w:szCs w:val="30"/>
          <w:cs/>
        </w:rPr>
        <w:t xml:space="preserve"> ผู้บริหารไม่</w:t>
      </w:r>
      <w:r w:rsidR="00F1740A" w:rsidRPr="00E03B5A">
        <w:rPr>
          <w:rFonts w:ascii="Angsana New" w:hAnsi="Angsana New"/>
          <w:sz w:val="30"/>
          <w:szCs w:val="30"/>
          <w:cs/>
        </w:rPr>
        <w:t>ให้คำ</w:t>
      </w:r>
      <w:r w:rsidRPr="00E03B5A">
        <w:rPr>
          <w:rFonts w:ascii="Angsana New" w:hAnsi="Angsana New"/>
          <w:sz w:val="30"/>
          <w:szCs w:val="30"/>
          <w:cs/>
        </w:rPr>
        <w:t>อธิบาย</w:t>
      </w:r>
      <w:r w:rsidR="00EB5FB3" w:rsidRPr="00E03B5A">
        <w:rPr>
          <w:rFonts w:ascii="Angsana New" w:hAnsi="Angsana New"/>
          <w:sz w:val="30"/>
          <w:szCs w:val="30"/>
          <w:cs/>
        </w:rPr>
        <w:t>ที่เป็นที่พอใจ</w:t>
      </w:r>
      <w:r w:rsidR="00F1740A" w:rsidRPr="00E03B5A">
        <w:rPr>
          <w:rFonts w:ascii="Angsana New" w:hAnsi="Angsana New"/>
          <w:sz w:val="30"/>
          <w:szCs w:val="30"/>
          <w:cs/>
        </w:rPr>
        <w:t>แก่</w:t>
      </w:r>
      <w:r w:rsidRPr="00E03B5A">
        <w:rPr>
          <w:rFonts w:ascii="Angsana New" w:hAnsi="Angsana New"/>
          <w:sz w:val="30"/>
          <w:szCs w:val="30"/>
          <w:cs/>
        </w:rPr>
        <w:t>ข้าพเจ้</w:t>
      </w:r>
      <w:r w:rsidR="00F1740A" w:rsidRPr="00E03B5A">
        <w:rPr>
          <w:rFonts w:ascii="Angsana New" w:hAnsi="Angsana New"/>
          <w:sz w:val="30"/>
          <w:szCs w:val="30"/>
          <w:cs/>
        </w:rPr>
        <w:t>าใน</w:t>
      </w:r>
      <w:r w:rsidR="00BC7C2C" w:rsidRPr="00E03B5A">
        <w:rPr>
          <w:rFonts w:ascii="Angsana New" w:hAnsi="Angsana New"/>
          <w:sz w:val="30"/>
          <w:szCs w:val="30"/>
          <w:cs/>
        </w:rPr>
        <w:t>เนื้อหา</w:t>
      </w:r>
      <w:r w:rsidR="00AF368F" w:rsidRPr="00E03B5A">
        <w:rPr>
          <w:rFonts w:ascii="Angsana New" w:hAnsi="Angsana New"/>
          <w:sz w:val="30"/>
          <w:szCs w:val="30"/>
          <w:cs/>
        </w:rPr>
        <w:t>ของหลักประกันและ</w:t>
      </w:r>
      <w:r w:rsidRPr="00E03B5A">
        <w:rPr>
          <w:rFonts w:ascii="Angsana New" w:hAnsi="Angsana New"/>
          <w:sz w:val="30"/>
          <w:szCs w:val="30"/>
          <w:cs/>
        </w:rPr>
        <w:t>สถานะของ</w:t>
      </w:r>
      <w:r w:rsidR="00C4100F" w:rsidRPr="00E03B5A">
        <w:rPr>
          <w:rFonts w:ascii="Angsana New" w:hAnsi="Angsana New"/>
          <w:sz w:val="30"/>
          <w:szCs w:val="30"/>
          <w:cs/>
        </w:rPr>
        <w:t>หลัก</w:t>
      </w:r>
      <w:r w:rsidRPr="00E03B5A">
        <w:rPr>
          <w:rFonts w:ascii="Angsana New" w:hAnsi="Angsana New"/>
          <w:sz w:val="30"/>
          <w:szCs w:val="30"/>
          <w:cs/>
        </w:rPr>
        <w:t>ประกัน</w:t>
      </w:r>
      <w:r w:rsidR="0007311A" w:rsidRPr="00E03B5A">
        <w:rPr>
          <w:rFonts w:ascii="Angsana New" w:hAnsi="Angsana New"/>
          <w:sz w:val="30"/>
          <w:szCs w:val="30"/>
          <w:cs/>
        </w:rPr>
        <w:t>ว่ามี</w:t>
      </w:r>
      <w:r w:rsidR="00583B4D" w:rsidRPr="00E03B5A">
        <w:rPr>
          <w:rFonts w:ascii="Angsana New" w:hAnsi="Angsana New"/>
          <w:sz w:val="30"/>
          <w:szCs w:val="30"/>
          <w:cs/>
        </w:rPr>
        <w:t>ความเสีย</w:t>
      </w:r>
      <w:r w:rsidR="00E704A9" w:rsidRPr="00E03B5A">
        <w:rPr>
          <w:rFonts w:ascii="Angsana New" w:hAnsi="Angsana New"/>
          <w:sz w:val="30"/>
          <w:szCs w:val="30"/>
          <w:cs/>
        </w:rPr>
        <w:t>หาย</w:t>
      </w:r>
      <w:r w:rsidR="00583B4D" w:rsidRPr="00E03B5A">
        <w:rPr>
          <w:rFonts w:ascii="Angsana New" w:hAnsi="Angsana New"/>
          <w:sz w:val="30"/>
          <w:szCs w:val="30"/>
          <w:cs/>
        </w:rPr>
        <w:t>ที่เกิดขึ้นหรืออาจเกิดขึ</w:t>
      </w:r>
      <w:r w:rsidR="00AF368F" w:rsidRPr="00E03B5A">
        <w:rPr>
          <w:rFonts w:ascii="Angsana New" w:hAnsi="Angsana New"/>
          <w:sz w:val="30"/>
          <w:szCs w:val="30"/>
          <w:cs/>
        </w:rPr>
        <w:t>้น</w:t>
      </w:r>
      <w:r w:rsidR="0007311A" w:rsidRPr="00E03B5A">
        <w:rPr>
          <w:rFonts w:ascii="Angsana New" w:hAnsi="Angsana New"/>
          <w:sz w:val="30"/>
          <w:szCs w:val="30"/>
          <w:cs/>
        </w:rPr>
        <w:t>หรือไม่</w:t>
      </w:r>
      <w:r w:rsidR="00E704A9" w:rsidRPr="00E03B5A">
        <w:rPr>
          <w:rFonts w:ascii="Angsana New" w:hAnsi="Angsana New"/>
          <w:sz w:val="30"/>
          <w:szCs w:val="30"/>
          <w:cs/>
        </w:rPr>
        <w:t xml:space="preserve"> ซึ่ง</w:t>
      </w:r>
      <w:r w:rsidR="00EB5FB3" w:rsidRPr="00E03B5A">
        <w:rPr>
          <w:rFonts w:ascii="Angsana New" w:hAnsi="Angsana New"/>
          <w:sz w:val="30"/>
          <w:szCs w:val="30"/>
          <w:cs/>
        </w:rPr>
        <w:t>อาจจำเป็นต้องปรับปรุงหรือเปิดเผยในข้อมูลทางการเงินระหว่างกาล</w:t>
      </w:r>
      <w:r w:rsidRPr="00E03B5A">
        <w:rPr>
          <w:rFonts w:ascii="Angsana New" w:hAnsi="Angsana New"/>
          <w:sz w:val="30"/>
          <w:szCs w:val="30"/>
          <w:cs/>
        </w:rPr>
        <w:t xml:space="preserve"> </w:t>
      </w:r>
    </w:p>
    <w:p w14:paraId="34D79673" w14:textId="2CE34DD7" w:rsidR="00323E05" w:rsidRPr="00E03B5A" w:rsidRDefault="00323E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  <w:cs/>
        </w:rPr>
      </w:pPr>
    </w:p>
    <w:p w14:paraId="5D3A2A7A" w14:textId="60DB4155" w:rsidR="00E03B5A" w:rsidRDefault="00A41DE3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bookmarkStart w:id="3" w:name="_Hlk67045243"/>
      <w:r w:rsidRPr="00E03B5A">
        <w:rPr>
          <w:rFonts w:ascii="Angsana New" w:hAnsi="Angsana New"/>
          <w:sz w:val="30"/>
          <w:szCs w:val="30"/>
          <w:cs/>
        </w:rPr>
        <w:t xml:space="preserve">มาตรฐานงานสอบทาน รหัส </w:t>
      </w:r>
      <w:r w:rsidR="00803979" w:rsidRPr="00E03B5A">
        <w:rPr>
          <w:rFonts w:ascii="Angsana New" w:hAnsi="Angsana New"/>
          <w:sz w:val="30"/>
          <w:szCs w:val="30"/>
        </w:rPr>
        <w:t>2410</w:t>
      </w:r>
      <w:r w:rsidRPr="00E03B5A">
        <w:rPr>
          <w:rFonts w:ascii="Angsana New" w:hAnsi="Angsana New"/>
          <w:sz w:val="30"/>
          <w:szCs w:val="30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กำหนดให้ผู้สอบบัญชีทำการสอบถามและได้มาซึ่งคำอธิบายจากผู้บริหาร ข้าพเจ้ายังไม่ได้รับข้อมูลบางอย่างที่ได้ร้องขอจากผู้บริหารเพื่อใช้ในการสอบทาน</w:t>
      </w:r>
      <w:r w:rsidR="00E704A9" w:rsidRPr="00E03B5A">
        <w:rPr>
          <w:rFonts w:ascii="Angsana New" w:hAnsi="Angsana New"/>
          <w:sz w:val="30"/>
          <w:szCs w:val="30"/>
          <w:cs/>
        </w:rPr>
        <w:t xml:space="preserve"> ณ วันที่ที่ออกรายงานนี้</w:t>
      </w:r>
      <w:r w:rsidRPr="00E03B5A">
        <w:rPr>
          <w:rFonts w:ascii="Angsana New" w:hAnsi="Angsana New"/>
          <w:sz w:val="30"/>
          <w:szCs w:val="30"/>
          <w:cs/>
        </w:rPr>
        <w:t xml:space="preserve"> ข้อมูลที่ยังไม่ได้รับ (นอกเหนือจากที่กล่าวไว้ในวรรคก่อนหน้านี้)</w:t>
      </w:r>
      <w:r w:rsidR="00E704A9" w:rsidRPr="00E03B5A">
        <w:rPr>
          <w:rFonts w:ascii="Angsana New" w:hAnsi="Angsana New"/>
          <w:sz w:val="30"/>
          <w:szCs w:val="30"/>
          <w:cs/>
        </w:rPr>
        <w:t xml:space="preserve"> รวมถึง</w:t>
      </w:r>
      <w:r w:rsidRPr="00E03B5A">
        <w:rPr>
          <w:rFonts w:ascii="Angsana New" w:hAnsi="Angsana New"/>
          <w:sz w:val="30"/>
          <w:szCs w:val="30"/>
          <w:cs/>
        </w:rPr>
        <w:t xml:space="preserve"> การประเมิน</w:t>
      </w:r>
      <w:r w:rsidR="004E2C7D" w:rsidRPr="00E03B5A">
        <w:rPr>
          <w:rFonts w:ascii="Angsana New" w:hAnsi="Angsana New"/>
          <w:sz w:val="30"/>
          <w:szCs w:val="30"/>
          <w:cs/>
        </w:rPr>
        <w:t>โดยผู้บริหาร</w:t>
      </w:r>
      <w:r w:rsidR="00266971" w:rsidRPr="00E03B5A">
        <w:rPr>
          <w:rFonts w:ascii="Angsana New" w:hAnsi="Angsana New"/>
          <w:sz w:val="30"/>
          <w:szCs w:val="30"/>
          <w:cs/>
        </w:rPr>
        <w:t>เกี่ยวกับ</w:t>
      </w:r>
      <w:r w:rsidRPr="00E03B5A">
        <w:rPr>
          <w:rFonts w:ascii="Angsana New" w:hAnsi="Angsana New"/>
          <w:sz w:val="30"/>
          <w:szCs w:val="30"/>
          <w:cs/>
        </w:rPr>
        <w:t>การด้อยค่าของเงินลงทุนใน</w:t>
      </w:r>
      <w:r w:rsidR="007F0B9C">
        <w:rPr>
          <w:rFonts w:ascii="Angsana New" w:hAnsi="Angsana New" w:hint="cs"/>
          <w:sz w:val="30"/>
          <w:szCs w:val="30"/>
          <w:cs/>
        </w:rPr>
        <w:t>บริษัทย่อย</w:t>
      </w:r>
      <w:r w:rsidR="00864E7D">
        <w:rPr>
          <w:rFonts w:ascii="Angsana New" w:hAnsi="Angsana New" w:hint="cs"/>
          <w:sz w:val="30"/>
          <w:szCs w:val="30"/>
          <w:cs/>
        </w:rPr>
        <w:t>และเงินให้กู้ยืมแก่</w:t>
      </w:r>
      <w:r w:rsidRPr="00864E7D">
        <w:rPr>
          <w:rFonts w:ascii="Angsana New" w:hAnsi="Angsana New" w:hint="cs"/>
          <w:sz w:val="30"/>
          <w:szCs w:val="30"/>
          <w:cs/>
        </w:rPr>
        <w:t>บริษัทย่อยและค่าความนิยม สถานะและจำนวนเงินที่คาดว่าจะได้รับ</w:t>
      </w:r>
      <w:r w:rsidR="00864E7D">
        <w:rPr>
          <w:rFonts w:ascii="Angsana New" w:hAnsi="Angsana New" w:hint="cs"/>
          <w:sz w:val="30"/>
          <w:szCs w:val="30"/>
          <w:cs/>
        </w:rPr>
        <w:t>ของ</w:t>
      </w:r>
      <w:r w:rsidR="00864E7D" w:rsidRPr="00864E7D">
        <w:rPr>
          <w:rFonts w:ascii="Angsana New" w:hAnsi="Angsana New" w:hint="cs"/>
          <w:sz w:val="30"/>
          <w:szCs w:val="30"/>
          <w:cs/>
        </w:rPr>
        <w:t>ลูกหนี้สินเชื่อภาคธุรกิจและดอกเบี้ยค้างรับ</w:t>
      </w:r>
      <w:r w:rsidRPr="00E03B5A">
        <w:rPr>
          <w:rFonts w:ascii="Angsana New" w:hAnsi="Angsana New"/>
          <w:sz w:val="30"/>
          <w:szCs w:val="30"/>
          <w:cs/>
        </w:rPr>
        <w:t xml:space="preserve"> </w:t>
      </w:r>
      <w:r w:rsidR="00E704A9" w:rsidRPr="00E03B5A">
        <w:rPr>
          <w:rFonts w:ascii="Angsana New" w:hAnsi="Angsana New"/>
          <w:sz w:val="30"/>
          <w:szCs w:val="30"/>
          <w:cs/>
        </w:rPr>
        <w:t>และ</w:t>
      </w:r>
      <w:r w:rsidR="00864E7D">
        <w:rPr>
          <w:rFonts w:ascii="Angsana New" w:hAnsi="Angsana New" w:hint="cs"/>
          <w:sz w:val="30"/>
          <w:szCs w:val="30"/>
          <w:cs/>
        </w:rPr>
        <w:t>จำนวน</w:t>
      </w:r>
      <w:r w:rsidRPr="00864E7D">
        <w:rPr>
          <w:rFonts w:ascii="Angsana New" w:hAnsi="Angsana New" w:hint="cs"/>
          <w:sz w:val="30"/>
          <w:szCs w:val="30"/>
          <w:cs/>
        </w:rPr>
        <w:t>เงินที่คาดว่าจะได้รับ</w:t>
      </w:r>
      <w:r w:rsidR="004C146D" w:rsidRPr="00864E7D">
        <w:rPr>
          <w:rFonts w:ascii="Angsana New" w:hAnsi="Angsana New" w:hint="cs"/>
          <w:sz w:val="30"/>
          <w:szCs w:val="30"/>
          <w:cs/>
        </w:rPr>
        <w:t>คืน</w:t>
      </w:r>
      <w:r w:rsidRPr="005118EB">
        <w:rPr>
          <w:rFonts w:ascii="Angsana New" w:hAnsi="Angsana New" w:hint="cs"/>
          <w:sz w:val="30"/>
          <w:szCs w:val="30"/>
          <w:cs/>
        </w:rPr>
        <w:t>ของสินทรัพย์ภาษีเงินได้</w:t>
      </w:r>
      <w:r w:rsidR="009D1C76" w:rsidRPr="00E03B5A">
        <w:rPr>
          <w:rFonts w:ascii="Angsana New" w:hAnsi="Angsana New"/>
          <w:sz w:val="30"/>
          <w:szCs w:val="30"/>
          <w:cs/>
        </w:rPr>
        <w:t>รอตัดบัญชี</w:t>
      </w:r>
      <w:r w:rsidRPr="00E03B5A">
        <w:rPr>
          <w:rFonts w:ascii="Angsana New" w:hAnsi="Angsana New"/>
          <w:sz w:val="30"/>
          <w:szCs w:val="30"/>
          <w:cs/>
        </w:rPr>
        <w:t xml:space="preserve"> </w:t>
      </w:r>
      <w:r w:rsidR="003267AA" w:rsidRPr="004F06DE">
        <w:rPr>
          <w:rFonts w:ascii="Angsana New" w:hAnsi="Angsana New"/>
          <w:sz w:val="30"/>
          <w:szCs w:val="30"/>
          <w:cs/>
        </w:rPr>
        <w:t>จากการถูกจำกัดขอบเขต</w:t>
      </w:r>
      <w:r w:rsidR="00390870">
        <w:rPr>
          <w:rFonts w:ascii="Angsana New" w:hAnsi="Angsana New" w:hint="cs"/>
          <w:sz w:val="30"/>
          <w:szCs w:val="30"/>
          <w:cs/>
        </w:rPr>
        <w:t>ข้าพเจ้าไม่สามารถระบุได้ว่ามีรายการปรับปรุงหรือ</w:t>
      </w:r>
      <w:r w:rsidR="00A638CC">
        <w:rPr>
          <w:rFonts w:ascii="Angsana New" w:hAnsi="Angsana New" w:hint="cs"/>
          <w:sz w:val="30"/>
          <w:szCs w:val="30"/>
          <w:cs/>
        </w:rPr>
        <w:t>การ</w:t>
      </w:r>
      <w:r w:rsidR="00390870">
        <w:rPr>
          <w:rFonts w:ascii="Angsana New" w:hAnsi="Angsana New" w:hint="cs"/>
          <w:sz w:val="30"/>
          <w:szCs w:val="30"/>
          <w:cs/>
        </w:rPr>
        <w:t>เปิดเผยที่จำเป็นต่อข้อมูลทางการเงินระหว่างกาล</w:t>
      </w:r>
    </w:p>
    <w:p w14:paraId="2E967EB8" w14:textId="77777777" w:rsidR="00390870" w:rsidRPr="004F06DE" w:rsidRDefault="00390870" w:rsidP="004F06DE">
      <w:pPr>
        <w:pStyle w:val="ListParagraph"/>
        <w:rPr>
          <w:rFonts w:ascii="Angsana New" w:hAnsi="Angsana New"/>
          <w:sz w:val="30"/>
          <w:szCs w:val="30"/>
        </w:rPr>
      </w:pPr>
    </w:p>
    <w:p w14:paraId="378619BF" w14:textId="68138F0F" w:rsidR="00390870" w:rsidRDefault="00390870" w:rsidP="003908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1640FA9" w14:textId="06B99EBD" w:rsidR="00390870" w:rsidRDefault="00390870" w:rsidP="003908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A0B720F" w14:textId="77777777" w:rsidR="00390870" w:rsidRPr="004F06DE" w:rsidRDefault="00390870" w:rsidP="004F06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8EE4EC9" w14:textId="77777777" w:rsidR="00E03B5A" w:rsidRPr="004F06DE" w:rsidRDefault="00E03B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  <w:cs/>
        </w:rPr>
      </w:pPr>
      <w:r w:rsidRPr="004F06DE">
        <w:rPr>
          <w:rFonts w:ascii="Angsana New" w:hAnsi="Angsana New" w:cs="Angsana New"/>
          <w:sz w:val="30"/>
          <w:szCs w:val="30"/>
          <w:cs/>
        </w:rPr>
        <w:br w:type="page"/>
      </w:r>
    </w:p>
    <w:p w14:paraId="23FE95F8" w14:textId="77777777" w:rsidR="0041313A" w:rsidRPr="00E03B5A" w:rsidRDefault="0041313A" w:rsidP="005118E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bookmarkEnd w:id="3"/>
    <w:p w14:paraId="70F6FE0A" w14:textId="404F09E7" w:rsidR="0041313A" w:rsidRPr="00E03B5A" w:rsidRDefault="0041313A" w:rsidP="00006ADA">
      <w:pPr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 w:cs="Angsana New"/>
          <w:sz w:val="30"/>
          <w:szCs w:val="30"/>
        </w:rPr>
      </w:pPr>
      <w:r w:rsidRPr="00E03B5A">
        <w:rPr>
          <w:rFonts w:ascii="Angsana New" w:hAnsi="Angsana New" w:cs="Angsana New"/>
          <w:sz w:val="30"/>
          <w:szCs w:val="30"/>
          <w:cs/>
        </w:rPr>
        <w:t xml:space="preserve">มาตรฐานงานสอบทาน รหัส </w:t>
      </w:r>
      <w:r w:rsidR="00803979" w:rsidRPr="00E03B5A">
        <w:rPr>
          <w:rFonts w:ascii="Angsana New" w:hAnsi="Angsana New" w:cs="Angsana New"/>
          <w:sz w:val="30"/>
          <w:szCs w:val="30"/>
        </w:rPr>
        <w:t>2410</w:t>
      </w:r>
      <w:r w:rsidRPr="00E03B5A">
        <w:rPr>
          <w:rFonts w:ascii="Angsana New" w:hAnsi="Angsana New" w:cs="Angsana New"/>
          <w:sz w:val="30"/>
          <w:szCs w:val="30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กำหนดให้ผู้สอบบัญชีชีต้องได้รับหนังสือรับรองจากผู้บริหารว่า (ก) ผู้บริหารรับทราบว่าเป็นผู้รับผิดชอบในการออกแบบและนำการควบคุมภายในไปปฏิบัติเพื่อป้องกันและตรวจพบการทุจริตและข้อผิดพลาด (ข) ข้อมูลทางการเงินระหว่างกาลได้จัดทำขึ้นและแสดงตามแม่บทการรายงานทางการเงินที่เกี่ยวข้อง (ค) ผู้บริหารเชื่อว่าผลกระทบของการแสดงข้อมูลที่ขัดต่อข้อเท็จจริงที่ไม่ได้รับการแก้ไขซึ่งผู้สอบบัญชีได้รวบรวมในระหว่างการสอบทานนั้นไม่เป็นสาระสำคัญต่อข้อมูลทางการเงินระหว่างกาลโดยรวมทั้งผลกระทบต่อเฉพาะแต่ละรายการและผลโดยรวม รายการสรุปของข้อมูลดังกล่าวได้นำมารวมไว้หรือแนบไว้กับหนังสือรับรองแล้ว (ง) ผู้บริหารได้เปิดเผยให้ผู้สอบบัญชีทราบถึงข้อเท็จจริงที่มีสาระสำคัญทั้งหมดที่ผู้บริหารทราบเกี่ยวกับการทุจริตและข้อสงสัยว่ามีการทุจริต ซึ่งอาจมีผลกระทบกับกิจการแล้ว (จ) ผู้บริหารได้เปิดเผยให้ผู้สอบบัญชีทราบถึงผลการประเมินความเสี่ยงที่ข้อมูลทางการเงินระหว่างกาลอาจแสดงข้อมูลที่ขัดต่อข้อเท็จจริงอันเป็นสาระสำคัญซึ่งมีผลมาจากการทุจริตแล้ว (ฉ) ผู้บริหารได้เปิดเผยให้ผู้สอบบัญชีทราบถึงการไม่ปฏิบัติตามกฎหมายหรือข้อกำหนดทางกฎหมายที่เกิดขึ้นหรือที่อาจเป็นไปได้ทั้งหมดที่ผู้บริหารทราบแล้ว ซึ่งผลกระทบจะได้นำมาพิจารณาในการจัดทำข้อมูลทางการเงินระหว่างกาล (ช) ผู้บริหารได้เปิดเผยให้ผู้สอบบัญชีทราบถึงเหตุการณ์ที่สำคัญทั้งหมดที่เกิดภายหลังวันที่ในงบการเงินจนถึงวันที่ในรายงานการสอบทาน ซึ่งอาจต้องมีการปรับปรุงรายการหรือการเปิดเผยข้อมูลในข้อมูลทางการเงินระหว่างกาลแล้ว เนื่องจากการถูกจำกัดขอบเขตตามที่กล่าวไว้ในข้อ </w:t>
      </w:r>
      <w:r w:rsidR="00803979" w:rsidRPr="00E03B5A">
        <w:rPr>
          <w:rFonts w:ascii="Angsana New" w:hAnsi="Angsana New"/>
          <w:sz w:val="30"/>
          <w:szCs w:val="30"/>
        </w:rPr>
        <w:t xml:space="preserve">2 3 4 </w:t>
      </w:r>
      <w:r w:rsidR="00803979" w:rsidRPr="00E03B5A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803979" w:rsidRPr="00E03B5A">
        <w:rPr>
          <w:rFonts w:ascii="Angsana New" w:hAnsi="Angsana New"/>
          <w:sz w:val="30"/>
          <w:szCs w:val="30"/>
        </w:rPr>
        <w:t>5</w:t>
      </w:r>
      <w:r w:rsidR="00803979" w:rsidRPr="00E03B5A">
        <w:rPr>
          <w:rFonts w:ascii="Angsana New" w:hAnsi="Angsana New" w:cs="Angsana New"/>
          <w:sz w:val="30"/>
          <w:szCs w:val="30"/>
          <w:cs/>
        </w:rPr>
        <w:t xml:space="preserve"> </w:t>
      </w:r>
      <w:r w:rsidRPr="00E03B5A">
        <w:rPr>
          <w:rFonts w:ascii="Angsana New" w:hAnsi="Angsana New" w:cs="Angsana New"/>
          <w:sz w:val="30"/>
          <w:szCs w:val="30"/>
          <w:cs/>
        </w:rPr>
        <w:t>รวมถึงเรื่องอื่นๆ ที่กล่าวไว้ในย่อหน้าก่อนหน้านี้ รวมถึงการเปลี่ยนผู้บริหารระดับสูงและกรรมการอิสระที่เพิ่งเกิดขึ้น ข้าพเจ้าไม่อยู่ในฐานะที่จะสรุปถึงความน่าเชื่อถือของหนังสือรับรองในเรื่องที่สำคัญต่างๆ</w:t>
      </w:r>
    </w:p>
    <w:p w14:paraId="250EAB81" w14:textId="12A47320" w:rsidR="00742B9A" w:rsidRPr="00E03B5A" w:rsidRDefault="00742B9A" w:rsidP="00006A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60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p w14:paraId="7C790C01" w14:textId="77777777" w:rsidR="00535E01" w:rsidRPr="00E03B5A" w:rsidRDefault="00535E01" w:rsidP="00535E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76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E03B5A">
        <w:rPr>
          <w:rFonts w:ascii="Angsana New" w:hAnsi="Angsana New"/>
          <w:b/>
          <w:bCs/>
          <w:i/>
          <w:iCs/>
          <w:sz w:val="30"/>
          <w:szCs w:val="30"/>
          <w:cs/>
        </w:rPr>
        <w:t>ความไม่แน่นอนที่มีสาระสำคัญที่เกี่ยวข้องกับการดำเนินงานต่อเนื่อง</w:t>
      </w:r>
    </w:p>
    <w:p w14:paraId="4ACE71C8" w14:textId="4F4B7380" w:rsidR="00535E01" w:rsidRPr="00E03B5A" w:rsidRDefault="00535E01" w:rsidP="00535E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hAnsi="Angsana New"/>
          <w:sz w:val="30"/>
          <w:szCs w:val="30"/>
          <w:cs/>
        </w:rPr>
      </w:pPr>
      <w:r w:rsidRPr="00E03B5A">
        <w:rPr>
          <w:rFonts w:ascii="Angsana New" w:eastAsia="Calibri" w:hAnsi="Angsana New"/>
          <w:sz w:val="30"/>
          <w:szCs w:val="30"/>
          <w:cs/>
        </w:rPr>
        <w:t xml:space="preserve">สถานการณ์ต่างๆ ที่กล่าวไว้ในย่อหน้าอื่นๆ ก่อนหน้านี้ </w:t>
      </w:r>
      <w:r w:rsidR="00DC7260" w:rsidRPr="00E03B5A">
        <w:rPr>
          <w:rFonts w:ascii="Angsana New" w:eastAsia="Calibri" w:hAnsi="Angsana New"/>
          <w:sz w:val="30"/>
          <w:szCs w:val="30"/>
          <w:cs/>
        </w:rPr>
        <w:t xml:space="preserve">รวมถึงหนี้สินจากหุ้นกู้แปลงสภาพจำนวน </w:t>
      </w:r>
      <w:r w:rsidR="00803979" w:rsidRPr="00E03B5A">
        <w:rPr>
          <w:rFonts w:ascii="Angsana New" w:eastAsia="Calibri" w:hAnsi="Angsana New"/>
          <w:sz w:val="30"/>
          <w:szCs w:val="30"/>
        </w:rPr>
        <w:t>4,106</w:t>
      </w:r>
      <w:r w:rsidR="00DC7260" w:rsidRPr="00E03B5A">
        <w:rPr>
          <w:rFonts w:ascii="Angsana New" w:eastAsia="Calibri" w:hAnsi="Angsana New"/>
          <w:sz w:val="30"/>
          <w:szCs w:val="30"/>
          <w:cs/>
        </w:rPr>
        <w:t xml:space="preserve"> ล้านบาทซึ่งจะครบกำหนดในวันที่ </w:t>
      </w:r>
      <w:r w:rsidR="00803979" w:rsidRPr="00E03B5A">
        <w:rPr>
          <w:rFonts w:ascii="Angsana New" w:eastAsia="Calibri" w:hAnsi="Angsana New"/>
          <w:sz w:val="30"/>
          <w:szCs w:val="30"/>
        </w:rPr>
        <w:t>1</w:t>
      </w:r>
      <w:r w:rsidR="00DC7260" w:rsidRPr="00E03B5A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="00803979" w:rsidRPr="00E03B5A">
        <w:rPr>
          <w:rFonts w:ascii="Angsana New" w:eastAsia="Calibri" w:hAnsi="Angsana New"/>
          <w:sz w:val="30"/>
          <w:szCs w:val="30"/>
        </w:rPr>
        <w:t>2564</w:t>
      </w:r>
      <w:r w:rsidR="00DC7260" w:rsidRPr="00E03B5A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E03B5A">
        <w:rPr>
          <w:rFonts w:ascii="Angsana New" w:eastAsia="Calibri" w:hAnsi="Angsana New"/>
          <w:sz w:val="30"/>
          <w:szCs w:val="30"/>
          <w:cs/>
        </w:rPr>
        <w:t xml:space="preserve">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หากกลุ่มบริษัทและบริษัทไม่สามารถดำเนินงานต่อเนื่องได้ มูลค่าที่จะได้รับจากสินทรัพย์อาจน้อยกว่ามูลค่าตามบัญชีอย่างมีนัยสำคัญ </w:t>
      </w:r>
      <w:r w:rsidR="00E62250" w:rsidRPr="00E03B5A">
        <w:rPr>
          <w:rFonts w:ascii="Angsana New" w:eastAsia="Calibri" w:hAnsi="Angsana New"/>
          <w:sz w:val="30"/>
          <w:szCs w:val="30"/>
          <w:cs/>
        </w:rPr>
        <w:t xml:space="preserve">และบางรายการสินทรัพย์และหนี้สินอาจจำเป็นต้องถูกจัดประเภทใหม่ </w:t>
      </w:r>
      <w:r w:rsidRPr="00E03B5A">
        <w:rPr>
          <w:rFonts w:ascii="Angsana New" w:eastAsia="Calibri" w:hAnsi="Angsana New"/>
          <w:sz w:val="30"/>
          <w:szCs w:val="30"/>
          <w:cs/>
        </w:rPr>
        <w:t>กลุ่มบริษัทและบริษัทยังไม่มีการปรับปรุงการจัดประเภทหรือมูลค่าตามบัญชีของสินทรัพย์และหนี้สินในข้อมูลทางการเงินระหว่างกาล</w:t>
      </w:r>
      <w:r w:rsidR="004C146D" w:rsidRPr="00E03B5A">
        <w:rPr>
          <w:rFonts w:ascii="Angsana New" w:eastAsia="Calibri" w:hAnsi="Angsana New"/>
          <w:sz w:val="30"/>
          <w:szCs w:val="30"/>
          <w:cs/>
        </w:rPr>
        <w:t>ซึ่งอาจ</w:t>
      </w:r>
      <w:r w:rsidRPr="00E03B5A">
        <w:rPr>
          <w:rFonts w:ascii="Angsana New" w:eastAsia="Calibri" w:hAnsi="Angsana New"/>
          <w:sz w:val="30"/>
          <w:szCs w:val="30"/>
          <w:cs/>
        </w:rPr>
        <w:t>จำเป็นในกรณีที่กลุ่มบริษัทและบริษัทไม่สามารถจัดหากระแสเงินสดที่เพียงพอหรือจัดหาเงินทุนเพิ่มเติมจากแหล่งเงินทุนอื่น</w:t>
      </w:r>
    </w:p>
    <w:p w14:paraId="2D924E34" w14:textId="77777777" w:rsidR="00535E01" w:rsidRPr="00E03B5A" w:rsidRDefault="00535E01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</w:p>
    <w:p w14:paraId="692062C6" w14:textId="4B30E371" w:rsidR="00164660" w:rsidRPr="00E03B5A" w:rsidRDefault="00164660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E03B5A">
        <w:rPr>
          <w:rFonts w:ascii="Angsana New" w:hAnsi="Angsana New" w:cs="Angsana New"/>
          <w:i/>
          <w:iCs/>
          <w:sz w:val="30"/>
          <w:szCs w:val="30"/>
          <w:cs/>
        </w:rPr>
        <w:t>การไม่</w:t>
      </w:r>
      <w:r w:rsidR="00CE36FE" w:rsidRPr="00E03B5A">
        <w:rPr>
          <w:rFonts w:ascii="Angsana New" w:hAnsi="Angsana New" w:cs="Angsana New"/>
          <w:i/>
          <w:iCs/>
          <w:sz w:val="30"/>
          <w:szCs w:val="30"/>
          <w:cs/>
        </w:rPr>
        <w:t>ให้ข้อสรุป</w:t>
      </w:r>
    </w:p>
    <w:p w14:paraId="5E2C6BAE" w14:textId="1FDDAB97" w:rsidR="00164660" w:rsidRPr="00E03B5A" w:rsidRDefault="00164660">
      <w:pPr>
        <w:autoSpaceDE w:val="0"/>
        <w:autoSpaceDN w:val="0"/>
        <w:adjustRightInd w:val="0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160C8BFC" w14:textId="3356C12A" w:rsidR="00EA1B52" w:rsidRPr="00E03B5A" w:rsidRDefault="00EA1B52" w:rsidP="00294A0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E03B5A">
        <w:rPr>
          <w:rFonts w:ascii="Angsana New" w:hAnsi="Angsana New" w:cs="Angsana New"/>
          <w:sz w:val="30"/>
          <w:szCs w:val="30"/>
          <w:cs/>
        </w:rPr>
        <w:t>เนื่องจากเรื่องที่กล่าวไว้ในวรรคเกณฑ์ในการไม่</w:t>
      </w:r>
      <w:r w:rsidR="00507704" w:rsidRPr="00E03B5A">
        <w:rPr>
          <w:rFonts w:ascii="Angsana New" w:hAnsi="Angsana New" w:cs="Angsana New"/>
          <w:sz w:val="30"/>
          <w:szCs w:val="30"/>
          <w:cs/>
        </w:rPr>
        <w:t>ให้ข้อสรุป</w:t>
      </w:r>
      <w:r w:rsidRPr="00E03B5A">
        <w:rPr>
          <w:rFonts w:ascii="Angsana New" w:hAnsi="Angsana New" w:cs="Angsana New"/>
          <w:sz w:val="30"/>
          <w:szCs w:val="30"/>
          <w:cs/>
        </w:rPr>
        <w:t>มีนัยสำคัญ ข้าพเจ้าไม่สามารถ</w:t>
      </w:r>
      <w:r w:rsidR="00540978" w:rsidRPr="00E03B5A">
        <w:rPr>
          <w:rFonts w:ascii="Angsana New" w:hAnsi="Angsana New" w:cs="Angsana New"/>
          <w:sz w:val="30"/>
          <w:szCs w:val="30"/>
          <w:cs/>
        </w:rPr>
        <w:t>ให้ข้อสรุป</w:t>
      </w:r>
      <w:r w:rsidRPr="00E03B5A">
        <w:rPr>
          <w:rFonts w:ascii="Angsana New" w:hAnsi="Angsana New" w:cs="Angsana New"/>
          <w:sz w:val="30"/>
          <w:szCs w:val="30"/>
          <w:cs/>
        </w:rPr>
        <w:t>ต่อ</w:t>
      </w:r>
      <w:r w:rsidR="005754C8" w:rsidRPr="00E03B5A">
        <w:rPr>
          <w:rFonts w:ascii="Angsana New" w:hAnsi="Angsana New" w:cs="Angsana New"/>
          <w:spacing w:val="-2"/>
          <w:sz w:val="30"/>
          <w:szCs w:val="30"/>
          <w:cs/>
        </w:rPr>
        <w:t>ข้อมูลทางการเงินระหว่างกาล</w:t>
      </w:r>
      <w:r w:rsidRPr="00E03B5A">
        <w:rPr>
          <w:rFonts w:ascii="Angsana New" w:hAnsi="Angsana New" w:cs="Angsana New"/>
          <w:sz w:val="30"/>
          <w:szCs w:val="30"/>
          <w:cs/>
        </w:rPr>
        <w:t xml:space="preserve">ได้ </w:t>
      </w:r>
    </w:p>
    <w:p w14:paraId="52118B71" w14:textId="1925C44C" w:rsidR="00803979" w:rsidRPr="00E03B5A" w:rsidRDefault="008039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  <w:r w:rsidRPr="00E03B5A">
        <w:rPr>
          <w:rFonts w:ascii="Angsana New" w:hAnsi="Angsana New" w:cs="Angsana New"/>
          <w:sz w:val="30"/>
          <w:szCs w:val="30"/>
        </w:rPr>
        <w:br w:type="page"/>
      </w:r>
    </w:p>
    <w:p w14:paraId="416B7DAC" w14:textId="12EDD1ED" w:rsidR="00013160" w:rsidRPr="00E03B5A" w:rsidRDefault="00013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  <w:cs/>
        </w:rPr>
      </w:pPr>
    </w:p>
    <w:p w14:paraId="08B2777D" w14:textId="4FC9EFA6" w:rsidR="00C36390" w:rsidRPr="00E03B5A" w:rsidRDefault="007F0349" w:rsidP="00836651">
      <w:pPr>
        <w:pStyle w:val="a"/>
        <w:tabs>
          <w:tab w:val="clear" w:pos="1080"/>
          <w:tab w:val="left" w:pos="540"/>
        </w:tabs>
        <w:spacing w:line="240" w:lineRule="atLeast"/>
        <w:ind w:right="-45"/>
        <w:jc w:val="thaiDistribute"/>
        <w:rPr>
          <w:rFonts w:ascii="Angsana New" w:hAnsi="Angsana New" w:cs="Angsana New"/>
          <w:i/>
          <w:iCs/>
          <w:lang w:val="en-US"/>
        </w:rPr>
      </w:pPr>
      <w:r w:rsidRPr="00E03B5A">
        <w:rPr>
          <w:rFonts w:ascii="Angsana New" w:hAnsi="Angsana New" w:cs="Angsana New"/>
          <w:i/>
          <w:iCs/>
          <w:cs/>
          <w:lang w:val="en-US"/>
        </w:rPr>
        <w:t>เรื่องอื่น</w:t>
      </w:r>
    </w:p>
    <w:p w14:paraId="41471ED5" w14:textId="60769B55" w:rsidR="007F0349" w:rsidRPr="00E03B5A" w:rsidRDefault="007F0349" w:rsidP="00807331">
      <w:pPr>
        <w:pStyle w:val="a"/>
        <w:tabs>
          <w:tab w:val="clear" w:pos="1080"/>
          <w:tab w:val="left" w:pos="540"/>
        </w:tabs>
        <w:spacing w:line="240" w:lineRule="atLeast"/>
        <w:ind w:right="-45"/>
        <w:jc w:val="thaiDistribute"/>
        <w:rPr>
          <w:rFonts w:ascii="Angsana New" w:hAnsi="Angsana New" w:cs="Angsana New"/>
          <w:lang w:val="en-US"/>
        </w:rPr>
      </w:pPr>
    </w:p>
    <w:p w14:paraId="05B3EFCC" w14:textId="4A5AA8AA" w:rsidR="00F02017" w:rsidRPr="00E03B5A" w:rsidRDefault="007F0349" w:rsidP="00807331">
      <w:pPr>
        <w:pStyle w:val="a"/>
        <w:tabs>
          <w:tab w:val="clear" w:pos="1080"/>
          <w:tab w:val="left" w:pos="540"/>
        </w:tabs>
        <w:spacing w:line="240" w:lineRule="atLeast"/>
        <w:ind w:right="-45"/>
        <w:jc w:val="thaiDistribute"/>
        <w:rPr>
          <w:rFonts w:ascii="Angsana New" w:hAnsi="Angsana New" w:cs="Angsana New"/>
          <w:cs/>
          <w:lang w:val="en-US"/>
        </w:rPr>
      </w:pPr>
      <w:r w:rsidRPr="00E03B5A">
        <w:rPr>
          <w:rFonts w:ascii="Angsana New" w:hAnsi="Angsana New" w:cs="Angsana New"/>
          <w:cs/>
          <w:lang w:val="en-US"/>
        </w:rPr>
        <w:t>จากคำพิพากษาของศาลอุทธรณ์แห่ง</w:t>
      </w:r>
      <w:r w:rsidR="00EC0DF5" w:rsidRPr="00E03B5A">
        <w:rPr>
          <w:rFonts w:ascii="Angsana New" w:hAnsi="Angsana New" w:cs="Angsana New"/>
          <w:cs/>
          <w:lang w:val="en-US"/>
        </w:rPr>
        <w:t>สาธารณรัฐ</w:t>
      </w:r>
      <w:r w:rsidRPr="00E03B5A">
        <w:rPr>
          <w:rFonts w:ascii="Angsana New" w:hAnsi="Angsana New" w:cs="Angsana New"/>
          <w:cs/>
          <w:lang w:val="en-US"/>
        </w:rPr>
        <w:t xml:space="preserve">สิงคโปร์ ณ วันที่ </w:t>
      </w:r>
      <w:r w:rsidRPr="00E03B5A">
        <w:rPr>
          <w:rFonts w:ascii="Angsana New" w:hAnsi="Angsana New" w:cs="Angsana New"/>
          <w:lang w:val="en-US"/>
        </w:rPr>
        <w:t xml:space="preserve">6 </w:t>
      </w:r>
      <w:r w:rsidRPr="00E03B5A">
        <w:rPr>
          <w:rFonts w:ascii="Angsana New" w:hAnsi="Angsana New" w:cs="Angsana New"/>
          <w:cs/>
          <w:lang w:val="en-US"/>
        </w:rPr>
        <w:t xml:space="preserve">ตุลาคม </w:t>
      </w:r>
      <w:r w:rsidRPr="00E03B5A">
        <w:rPr>
          <w:rFonts w:ascii="Angsana New" w:hAnsi="Angsana New" w:cs="Angsana New"/>
          <w:lang w:val="en-US"/>
        </w:rPr>
        <w:t>2563</w:t>
      </w:r>
      <w:r w:rsidRPr="00E03B5A">
        <w:rPr>
          <w:rFonts w:ascii="Angsana New" w:hAnsi="Angsana New" w:cs="Angsana New"/>
          <w:cs/>
          <w:lang w:val="en-US"/>
        </w:rPr>
        <w:t xml:space="preserve"> ต่อ </w:t>
      </w:r>
      <w:r w:rsidRPr="00E03B5A">
        <w:rPr>
          <w:rFonts w:ascii="Angsana New" w:hAnsi="Angsana New" w:cs="Angsana New"/>
          <w:lang w:val="en-US"/>
        </w:rPr>
        <w:t xml:space="preserve">GLH </w:t>
      </w:r>
      <w:r w:rsidRPr="00E03B5A">
        <w:rPr>
          <w:rFonts w:ascii="Angsana New" w:hAnsi="Angsana New" w:cs="Angsana New"/>
          <w:cs/>
          <w:lang w:val="en-US"/>
        </w:rPr>
        <w:t xml:space="preserve">และศาลอุทธรณ์แห่งประเทศไทย ณ วันที่ </w:t>
      </w:r>
      <w:r w:rsidRPr="00E03B5A">
        <w:rPr>
          <w:rFonts w:ascii="Angsana New" w:hAnsi="Angsana New" w:cs="Angsana New"/>
          <w:lang w:val="en-US"/>
        </w:rPr>
        <w:t xml:space="preserve">9 </w:t>
      </w:r>
      <w:r w:rsidRPr="00E03B5A">
        <w:rPr>
          <w:rFonts w:ascii="Angsana New" w:hAnsi="Angsana New" w:cs="Angsana New"/>
          <w:cs/>
          <w:lang w:val="en-US"/>
        </w:rPr>
        <w:t xml:space="preserve">มีนาคม </w:t>
      </w:r>
      <w:r w:rsidRPr="00E03B5A">
        <w:rPr>
          <w:rFonts w:ascii="Angsana New" w:hAnsi="Angsana New" w:cs="Angsana New"/>
          <w:lang w:val="en-US"/>
        </w:rPr>
        <w:t>2564</w:t>
      </w:r>
      <w:r w:rsidRPr="00E03B5A">
        <w:rPr>
          <w:rFonts w:ascii="Angsana New" w:hAnsi="Angsana New" w:cs="Angsana New"/>
          <w:cs/>
          <w:lang w:val="en-US"/>
        </w:rPr>
        <w:t xml:space="preserve"> ต่อ</w:t>
      </w:r>
      <w:r w:rsidR="00013160" w:rsidRPr="00E03B5A">
        <w:rPr>
          <w:rFonts w:ascii="Angsana New" w:hAnsi="Angsana New" w:cs="Angsana New"/>
          <w:cs/>
          <w:lang w:val="en-US"/>
        </w:rPr>
        <w:t>บริษัท กรุ๊ปลีส จำกัด (มหาชน)</w:t>
      </w:r>
      <w:r w:rsidRPr="00E03B5A">
        <w:rPr>
          <w:rFonts w:ascii="Angsana New" w:hAnsi="Angsana New" w:cs="Angsana New"/>
          <w:lang w:val="en-US"/>
        </w:rPr>
        <w:t xml:space="preserve"> </w:t>
      </w:r>
      <w:r w:rsidR="00013160" w:rsidRPr="00E03B5A">
        <w:rPr>
          <w:rFonts w:ascii="Angsana New" w:hAnsi="Angsana New" w:cs="Angsana New"/>
          <w:cs/>
          <w:lang w:val="en-US"/>
        </w:rPr>
        <w:t>ศาลทั้งสอง</w:t>
      </w:r>
      <w:r w:rsidRPr="00E03B5A">
        <w:rPr>
          <w:rFonts w:ascii="Angsana New" w:hAnsi="Angsana New" w:cs="Angsana New"/>
          <w:cs/>
          <w:lang w:val="en-US"/>
        </w:rPr>
        <w:t>ได้กลับคำพิพากษาของศาลชั้นก่อนหน้าในแต่ละประเทศ คำพิพากษาของศาลอุทธรณ์แห่ง</w:t>
      </w:r>
      <w:r w:rsidR="00EC0DF5" w:rsidRPr="00E03B5A">
        <w:rPr>
          <w:rFonts w:ascii="Angsana New" w:hAnsi="Angsana New" w:cs="Angsana New"/>
          <w:cs/>
          <w:lang w:val="en-US"/>
        </w:rPr>
        <w:t>สาธารณรัฐ</w:t>
      </w:r>
      <w:r w:rsidRPr="00E03B5A">
        <w:rPr>
          <w:rFonts w:ascii="Angsana New" w:hAnsi="Angsana New" w:cs="Angsana New"/>
          <w:cs/>
          <w:lang w:val="en-US"/>
        </w:rPr>
        <w:t>สิงคโปร์แสดงให้เห็นว่ามีข้อเท็จจริงเพิ่มเติมที่ไม่เคยปรากฏ</w:t>
      </w:r>
      <w:r w:rsidR="00013160" w:rsidRPr="00E03B5A">
        <w:rPr>
          <w:rFonts w:ascii="Angsana New" w:hAnsi="Angsana New" w:cs="Angsana New"/>
          <w:cs/>
          <w:lang w:val="en-US"/>
        </w:rPr>
        <w:t>ในหลักฐาน</w:t>
      </w:r>
      <w:r w:rsidR="00EC0DF5" w:rsidRPr="00E03B5A">
        <w:rPr>
          <w:rFonts w:ascii="Angsana New" w:hAnsi="Angsana New" w:cs="Angsana New"/>
          <w:cs/>
          <w:lang w:val="en-US"/>
        </w:rPr>
        <w:t>มาก่อน</w:t>
      </w:r>
      <w:r w:rsidRPr="00E03B5A">
        <w:rPr>
          <w:rFonts w:ascii="Angsana New" w:hAnsi="Angsana New" w:cs="Angsana New"/>
          <w:cs/>
          <w:lang w:val="en-US"/>
        </w:rPr>
        <w:t xml:space="preserve">และสรุปว่า </w:t>
      </w:r>
      <w:r w:rsidRPr="00E03B5A">
        <w:rPr>
          <w:rFonts w:ascii="Angsana New" w:hAnsi="Angsana New" w:cs="Angsana New"/>
          <w:lang w:val="en-US"/>
        </w:rPr>
        <w:t xml:space="preserve">GLH </w:t>
      </w:r>
      <w:r w:rsidRPr="00E03B5A">
        <w:rPr>
          <w:rFonts w:ascii="Angsana New" w:hAnsi="Angsana New" w:cs="Angsana New"/>
          <w:cs/>
          <w:lang w:val="en-US"/>
        </w:rPr>
        <w:t>และอดีตผู้บริหารมีความผิดในฐานหลอกลวง</w:t>
      </w:r>
      <w:r w:rsidRPr="00E03B5A">
        <w:rPr>
          <w:rFonts w:ascii="Angsana New" w:hAnsi="Angsana New" w:cs="Angsana New"/>
          <w:lang w:val="en-US"/>
        </w:rPr>
        <w:t xml:space="preserve"> </w:t>
      </w:r>
      <w:r w:rsidRPr="00E03B5A">
        <w:rPr>
          <w:rFonts w:ascii="Angsana New" w:hAnsi="Angsana New" w:cs="Angsana New"/>
          <w:cs/>
          <w:lang w:val="en-US"/>
        </w:rPr>
        <w:t>การกลับคำ</w:t>
      </w:r>
      <w:r w:rsidR="00013160" w:rsidRPr="00E03B5A">
        <w:rPr>
          <w:rFonts w:ascii="Angsana New" w:hAnsi="Angsana New" w:cs="Angsana New"/>
          <w:cs/>
          <w:lang w:val="en-US"/>
        </w:rPr>
        <w:t>พิพากษา</w:t>
      </w:r>
      <w:r w:rsidRPr="00E03B5A">
        <w:rPr>
          <w:rFonts w:ascii="Angsana New" w:hAnsi="Angsana New" w:cs="Angsana New"/>
          <w:cs/>
          <w:lang w:val="en-US"/>
        </w:rPr>
        <w:t>ของศาลชั้นก่อนหน้าแสดงให้เห็นว่ามีการเปลี่ยนแปลง</w:t>
      </w:r>
      <w:r w:rsidR="00013160" w:rsidRPr="00E03B5A">
        <w:rPr>
          <w:rFonts w:ascii="Angsana New" w:hAnsi="Angsana New" w:cs="Angsana New"/>
          <w:cs/>
          <w:lang w:val="en-US"/>
        </w:rPr>
        <w:t>ใน</w:t>
      </w:r>
      <w:r w:rsidR="0083725C" w:rsidRPr="00E03B5A">
        <w:rPr>
          <w:rFonts w:ascii="Angsana New" w:hAnsi="Angsana New" w:cs="Angsana New"/>
          <w:cs/>
          <w:lang w:val="en-US"/>
        </w:rPr>
        <w:t>สถานการณ์อย่างมีสาระสำคัญต่อ</w:t>
      </w:r>
      <w:r w:rsidR="00C14D97" w:rsidRPr="00E03B5A">
        <w:rPr>
          <w:rFonts w:ascii="Angsana New" w:hAnsi="Angsana New" w:cs="Angsana New"/>
          <w:cs/>
          <w:lang w:val="en-US"/>
        </w:rPr>
        <w:t>สมมติฐานที่ใช้ในการจัดทำงบการเงินสำหรับปีสิ้นสุด</w:t>
      </w:r>
      <w:r w:rsidR="003963B0" w:rsidRPr="00E03B5A">
        <w:rPr>
          <w:rFonts w:ascii="Angsana New" w:hAnsi="Angsana New" w:cs="Angsana New"/>
          <w:cs/>
          <w:lang w:val="en-US"/>
        </w:rPr>
        <w:t>วันที่</w:t>
      </w:r>
      <w:r w:rsidR="00C14D97" w:rsidRPr="00E03B5A">
        <w:rPr>
          <w:rFonts w:ascii="Angsana New" w:hAnsi="Angsana New" w:cs="Angsana New"/>
          <w:cs/>
          <w:lang w:val="en-US"/>
        </w:rPr>
        <w:t xml:space="preserve"> </w:t>
      </w:r>
      <w:r w:rsidR="00C14D97" w:rsidRPr="00E03B5A">
        <w:rPr>
          <w:rFonts w:ascii="Angsana New" w:hAnsi="Angsana New" w:cs="Angsana New"/>
          <w:lang w:val="en-US"/>
        </w:rPr>
        <w:t xml:space="preserve">31 </w:t>
      </w:r>
      <w:r w:rsidR="00C14D97" w:rsidRPr="00E03B5A">
        <w:rPr>
          <w:rFonts w:ascii="Angsana New" w:hAnsi="Angsana New" w:cs="Angsana New"/>
          <w:cs/>
          <w:lang w:val="en-US"/>
        </w:rPr>
        <w:t xml:space="preserve">ธันวาคม </w:t>
      </w:r>
      <w:r w:rsidR="00C14D97" w:rsidRPr="00E03B5A">
        <w:rPr>
          <w:rFonts w:ascii="Angsana New" w:hAnsi="Angsana New" w:cs="Angsana New"/>
          <w:lang w:val="en-US"/>
        </w:rPr>
        <w:t>2562</w:t>
      </w:r>
      <w:r w:rsidR="00C14D97" w:rsidRPr="00E03B5A">
        <w:rPr>
          <w:rFonts w:ascii="Angsana New" w:hAnsi="Angsana New" w:cs="Angsana New"/>
          <w:cs/>
          <w:lang w:val="en-US"/>
        </w:rPr>
        <w:t xml:space="preserve"> โดยเฉพาะรายการปรับปรุงที่มีสาระสำคัญที่</w:t>
      </w:r>
      <w:r w:rsidR="0083725C" w:rsidRPr="00E03B5A">
        <w:rPr>
          <w:rFonts w:ascii="Angsana New" w:hAnsi="Angsana New" w:cs="Angsana New"/>
          <w:cs/>
          <w:lang w:val="en-US"/>
        </w:rPr>
        <w:t>ได้</w:t>
      </w:r>
      <w:r w:rsidR="00C14D97" w:rsidRPr="00E03B5A">
        <w:rPr>
          <w:rFonts w:ascii="Angsana New" w:hAnsi="Angsana New" w:cs="Angsana New"/>
          <w:cs/>
          <w:lang w:val="en-US"/>
        </w:rPr>
        <w:t>บันทึกอยู่ในข้อมูลทางการเงินระหว่างกาล สถานการณ์ใหม่และผลของวิธีการ</w:t>
      </w:r>
      <w:r w:rsidR="003963B0" w:rsidRPr="00E03B5A">
        <w:rPr>
          <w:rFonts w:ascii="Angsana New" w:hAnsi="Angsana New" w:cs="Angsana New"/>
          <w:cs/>
          <w:lang w:val="en-US"/>
        </w:rPr>
        <w:t>ปฏิบัติงานเพิ่มเติมของ</w:t>
      </w:r>
      <w:r w:rsidR="00C14D97" w:rsidRPr="00E03B5A">
        <w:rPr>
          <w:rFonts w:ascii="Angsana New" w:hAnsi="Angsana New" w:cs="Angsana New"/>
          <w:cs/>
          <w:lang w:val="en-US"/>
        </w:rPr>
        <w:t>ข้าพเจ้าต่อสถานการณ์ดังกล่าวยังอยู่ในระหว่างการพิจารณา</w:t>
      </w:r>
      <w:r w:rsidR="00013160" w:rsidRPr="00E03B5A">
        <w:rPr>
          <w:rFonts w:ascii="Angsana New" w:hAnsi="Angsana New" w:cs="Angsana New"/>
          <w:cs/>
          <w:lang w:val="en-US"/>
        </w:rPr>
        <w:t>และ</w:t>
      </w:r>
      <w:r w:rsidR="003963B0" w:rsidRPr="00E03B5A">
        <w:rPr>
          <w:rFonts w:ascii="Angsana New" w:hAnsi="Angsana New" w:cs="Angsana New"/>
          <w:cs/>
          <w:lang w:val="en-US"/>
        </w:rPr>
        <w:t>ยัง</w:t>
      </w:r>
      <w:r w:rsidR="00EC0DF5" w:rsidRPr="00E03B5A">
        <w:rPr>
          <w:rFonts w:ascii="Angsana New" w:hAnsi="Angsana New" w:cs="Angsana New"/>
          <w:cs/>
          <w:lang w:val="en-US"/>
        </w:rPr>
        <w:t xml:space="preserve">ระบุผลไม่ได้ </w:t>
      </w:r>
      <w:r w:rsidR="00654938" w:rsidRPr="00E03B5A">
        <w:rPr>
          <w:rFonts w:ascii="Angsana New" w:hAnsi="Angsana New" w:cs="Angsana New"/>
          <w:cs/>
          <w:lang w:val="en-US"/>
        </w:rPr>
        <w:t>จึง</w:t>
      </w:r>
      <w:r w:rsidR="00EC0DF5" w:rsidRPr="00E03B5A">
        <w:rPr>
          <w:rFonts w:ascii="Angsana New" w:hAnsi="Angsana New" w:cs="Angsana New"/>
          <w:cs/>
          <w:lang w:val="en-US"/>
        </w:rPr>
        <w:t>อาจ</w:t>
      </w:r>
      <w:r w:rsidR="00C14D97" w:rsidRPr="00E03B5A">
        <w:rPr>
          <w:rFonts w:ascii="Angsana New" w:hAnsi="Angsana New" w:cs="Angsana New"/>
          <w:cs/>
          <w:lang w:val="en-US"/>
        </w:rPr>
        <w:t>มีผล</w:t>
      </w:r>
      <w:r w:rsidR="00EC0DF5" w:rsidRPr="00E03B5A">
        <w:rPr>
          <w:rFonts w:ascii="Angsana New" w:hAnsi="Angsana New" w:cs="Angsana New"/>
          <w:cs/>
          <w:lang w:val="en-US"/>
        </w:rPr>
        <w:t>กระทบ</w:t>
      </w:r>
      <w:r w:rsidR="00013160" w:rsidRPr="00E03B5A">
        <w:rPr>
          <w:rFonts w:ascii="Angsana New" w:hAnsi="Angsana New" w:cs="Angsana New"/>
          <w:cs/>
          <w:lang w:val="en-US"/>
        </w:rPr>
        <w:t>อย่างมี</w:t>
      </w:r>
      <w:r w:rsidR="00C14D97" w:rsidRPr="00E03B5A">
        <w:rPr>
          <w:rFonts w:ascii="Angsana New" w:hAnsi="Angsana New" w:cs="Angsana New"/>
          <w:cs/>
          <w:lang w:val="en-US"/>
        </w:rPr>
        <w:t>สาระสำคัญต่องบการเงินสำหรับปีสิ้นสุด</w:t>
      </w:r>
      <w:r w:rsidR="00EC0DF5" w:rsidRPr="00E03B5A">
        <w:rPr>
          <w:rFonts w:ascii="Angsana New" w:hAnsi="Angsana New" w:cs="Angsana New"/>
          <w:cs/>
          <w:lang w:val="en-US"/>
        </w:rPr>
        <w:t>วันที่</w:t>
      </w:r>
      <w:r w:rsidR="00C14D97" w:rsidRPr="00E03B5A">
        <w:rPr>
          <w:rFonts w:ascii="Angsana New" w:hAnsi="Angsana New" w:cs="Angsana New"/>
          <w:cs/>
          <w:lang w:val="en-US"/>
        </w:rPr>
        <w:t xml:space="preserve"> </w:t>
      </w:r>
      <w:r w:rsidR="00C14D97" w:rsidRPr="00E03B5A">
        <w:rPr>
          <w:rFonts w:ascii="Angsana New" w:hAnsi="Angsana New" w:cs="Angsana New"/>
          <w:lang w:val="en-US"/>
        </w:rPr>
        <w:t xml:space="preserve">31 </w:t>
      </w:r>
      <w:r w:rsidR="00C14D97" w:rsidRPr="00E03B5A">
        <w:rPr>
          <w:rFonts w:ascii="Angsana New" w:hAnsi="Angsana New" w:cs="Angsana New"/>
          <w:cs/>
          <w:lang w:val="en-US"/>
        </w:rPr>
        <w:t xml:space="preserve">ธันวาคม </w:t>
      </w:r>
      <w:r w:rsidR="00C14D97" w:rsidRPr="00E03B5A">
        <w:rPr>
          <w:rFonts w:ascii="Angsana New" w:hAnsi="Angsana New" w:cs="Angsana New"/>
          <w:lang w:val="en-US"/>
        </w:rPr>
        <w:t>256</w:t>
      </w:r>
      <w:r w:rsidR="00EC0DF5" w:rsidRPr="00E03B5A">
        <w:rPr>
          <w:rFonts w:ascii="Angsana New" w:hAnsi="Angsana New" w:cs="Angsana New"/>
          <w:lang w:val="en-US"/>
        </w:rPr>
        <w:t>2</w:t>
      </w:r>
      <w:r w:rsidR="00C14D97" w:rsidRPr="00E03B5A">
        <w:rPr>
          <w:rFonts w:ascii="Angsana New" w:hAnsi="Angsana New" w:cs="Angsana New"/>
          <w:cs/>
          <w:lang w:val="en-US"/>
        </w:rPr>
        <w:t xml:space="preserve"> ซึ่งแสดงเป็นข้อมูลเปรียบเทียบในข้อมูลทางการเงินระหว่างกาล</w:t>
      </w:r>
      <w:r w:rsidR="00F02017" w:rsidRPr="00E03B5A">
        <w:rPr>
          <w:rFonts w:ascii="Angsana New" w:hAnsi="Angsana New" w:cs="Angsana New"/>
          <w:cs/>
          <w:lang w:val="en-US"/>
        </w:rPr>
        <w:t>สำ</w:t>
      </w:r>
      <w:r w:rsidR="00C14D97" w:rsidRPr="00E03B5A">
        <w:rPr>
          <w:rFonts w:ascii="Angsana New" w:hAnsi="Angsana New" w:cs="Angsana New"/>
          <w:cs/>
          <w:lang w:val="en-US"/>
        </w:rPr>
        <w:t>หรับงวด</w:t>
      </w:r>
      <w:r w:rsidR="00F21DB1" w:rsidRPr="00E03B5A">
        <w:rPr>
          <w:rFonts w:ascii="Angsana New" w:hAnsi="Angsana New" w:cs="Angsana New"/>
          <w:cs/>
          <w:lang w:val="en-US"/>
        </w:rPr>
        <w:t>สามเดือนและ</w:t>
      </w:r>
      <w:r w:rsidR="00F02017" w:rsidRPr="00E03B5A">
        <w:rPr>
          <w:rFonts w:ascii="Angsana New" w:hAnsi="Angsana New" w:cs="Angsana New"/>
          <w:cs/>
          <w:lang w:val="en-US"/>
        </w:rPr>
        <w:t>เก้าเดือนสิ้นสุด</w:t>
      </w:r>
      <w:r w:rsidR="00EC0DF5" w:rsidRPr="00E03B5A">
        <w:rPr>
          <w:rFonts w:ascii="Angsana New" w:hAnsi="Angsana New" w:cs="Angsana New"/>
          <w:cs/>
          <w:lang w:val="en-US"/>
        </w:rPr>
        <w:t>วันที่</w:t>
      </w:r>
      <w:r w:rsidR="00F02017" w:rsidRPr="00E03B5A">
        <w:rPr>
          <w:rFonts w:ascii="Angsana New" w:hAnsi="Angsana New" w:cs="Angsana New"/>
          <w:cs/>
          <w:lang w:val="en-US"/>
        </w:rPr>
        <w:t xml:space="preserve"> </w:t>
      </w:r>
      <w:r w:rsidR="00F02017" w:rsidRPr="00E03B5A">
        <w:rPr>
          <w:rFonts w:ascii="Angsana New" w:hAnsi="Angsana New" w:cs="Angsana New"/>
          <w:lang w:val="en-US"/>
        </w:rPr>
        <w:t xml:space="preserve">30 </w:t>
      </w:r>
      <w:r w:rsidR="00F02017" w:rsidRPr="00E03B5A">
        <w:rPr>
          <w:rFonts w:ascii="Angsana New" w:hAnsi="Angsana New" w:cs="Angsana New"/>
          <w:cs/>
          <w:lang w:val="en-US"/>
        </w:rPr>
        <w:t xml:space="preserve">กันยายน </w:t>
      </w:r>
      <w:r w:rsidR="00F02017" w:rsidRPr="00E03B5A">
        <w:rPr>
          <w:rFonts w:ascii="Angsana New" w:hAnsi="Angsana New" w:cs="Angsana New"/>
          <w:lang w:val="en-US"/>
        </w:rPr>
        <w:t xml:space="preserve">2563 </w:t>
      </w:r>
      <w:r w:rsidR="00F02017" w:rsidRPr="00E03B5A">
        <w:rPr>
          <w:rFonts w:ascii="Angsana New" w:hAnsi="Angsana New" w:cs="Angsana New"/>
          <w:cs/>
          <w:lang w:val="en-US"/>
        </w:rPr>
        <w:t>และ</w:t>
      </w:r>
      <w:r w:rsidR="004C146D" w:rsidRPr="00E03B5A">
        <w:rPr>
          <w:rFonts w:ascii="Angsana New" w:hAnsi="Angsana New" w:cs="Angsana New"/>
          <w:cs/>
          <w:lang w:val="en-US"/>
        </w:rPr>
        <w:t>ต่อ</w:t>
      </w:r>
      <w:r w:rsidR="00F02017" w:rsidRPr="00E03B5A">
        <w:rPr>
          <w:rFonts w:ascii="Angsana New" w:hAnsi="Angsana New" w:cs="Angsana New"/>
          <w:cs/>
          <w:lang w:val="en-US"/>
        </w:rPr>
        <w:t>ข้อมูลทางการเงิน</w:t>
      </w:r>
      <w:r w:rsidR="003963B0" w:rsidRPr="00E03B5A">
        <w:rPr>
          <w:rFonts w:ascii="Angsana New" w:hAnsi="Angsana New" w:cs="Angsana New"/>
          <w:cs/>
          <w:lang w:val="en-US"/>
        </w:rPr>
        <w:t>ระหว่างกาล</w:t>
      </w:r>
      <w:r w:rsidR="00F02017" w:rsidRPr="00E03B5A">
        <w:rPr>
          <w:rFonts w:ascii="Angsana New" w:hAnsi="Angsana New" w:cs="Angsana New"/>
          <w:cs/>
          <w:lang w:val="en-US"/>
        </w:rPr>
        <w:t>สำหรับงวด</w:t>
      </w:r>
      <w:r w:rsidR="00EC0DF5" w:rsidRPr="00E03B5A">
        <w:rPr>
          <w:rFonts w:ascii="Angsana New" w:hAnsi="Angsana New" w:cs="Angsana New"/>
          <w:cs/>
          <w:lang w:val="en-US"/>
        </w:rPr>
        <w:t>วันที่</w:t>
      </w:r>
      <w:r w:rsidR="00F02017" w:rsidRPr="00E03B5A">
        <w:rPr>
          <w:rFonts w:ascii="Angsana New" w:hAnsi="Angsana New" w:cs="Angsana New"/>
          <w:lang w:val="en-US"/>
        </w:rPr>
        <w:t xml:space="preserve"> 31 </w:t>
      </w:r>
      <w:r w:rsidR="00F02017" w:rsidRPr="00E03B5A">
        <w:rPr>
          <w:rFonts w:ascii="Angsana New" w:hAnsi="Angsana New" w:cs="Angsana New"/>
          <w:cs/>
          <w:lang w:val="en-US"/>
        </w:rPr>
        <w:t xml:space="preserve">มีนาคม และ </w:t>
      </w:r>
      <w:r w:rsidR="00F02017" w:rsidRPr="00E03B5A">
        <w:rPr>
          <w:rFonts w:ascii="Angsana New" w:hAnsi="Angsana New" w:cs="Angsana New"/>
          <w:lang w:val="en-US"/>
        </w:rPr>
        <w:t xml:space="preserve">30 </w:t>
      </w:r>
      <w:r w:rsidR="00F02017" w:rsidRPr="00E03B5A">
        <w:rPr>
          <w:rFonts w:ascii="Angsana New" w:hAnsi="Angsana New" w:cs="Angsana New"/>
          <w:cs/>
          <w:lang w:val="en-US"/>
        </w:rPr>
        <w:t>มิถุนายน</w:t>
      </w:r>
      <w:r w:rsidR="00F02017" w:rsidRPr="00E03B5A">
        <w:rPr>
          <w:rFonts w:ascii="Angsana New" w:hAnsi="Angsana New" w:cs="Angsana New"/>
          <w:lang w:val="en-US"/>
        </w:rPr>
        <w:t xml:space="preserve"> 2563</w:t>
      </w:r>
      <w:r w:rsidR="00F02017" w:rsidRPr="00E03B5A">
        <w:rPr>
          <w:rFonts w:ascii="Angsana New" w:hAnsi="Angsana New" w:cs="Angsana New"/>
          <w:cs/>
          <w:lang w:val="en-US"/>
        </w:rPr>
        <w:t xml:space="preserve"> และ</w:t>
      </w:r>
      <w:r w:rsidR="00EC0DF5" w:rsidRPr="00E03B5A">
        <w:rPr>
          <w:rFonts w:ascii="Angsana New" w:hAnsi="Angsana New" w:cs="Angsana New"/>
          <w:cs/>
          <w:lang w:val="en-US"/>
        </w:rPr>
        <w:t>วันที่</w:t>
      </w:r>
      <w:r w:rsidR="00F02017" w:rsidRPr="00E03B5A">
        <w:rPr>
          <w:rFonts w:ascii="Angsana New" w:hAnsi="Angsana New" w:cs="Angsana New"/>
          <w:cs/>
          <w:lang w:val="en-US"/>
        </w:rPr>
        <w:t xml:space="preserve"> </w:t>
      </w:r>
      <w:r w:rsidR="00F02017" w:rsidRPr="00E03B5A">
        <w:rPr>
          <w:rFonts w:ascii="Angsana New" w:hAnsi="Angsana New" w:cs="Angsana New"/>
          <w:lang w:val="en-US"/>
        </w:rPr>
        <w:t xml:space="preserve">31 </w:t>
      </w:r>
      <w:r w:rsidR="00F02017" w:rsidRPr="00E03B5A">
        <w:rPr>
          <w:rFonts w:ascii="Angsana New" w:hAnsi="Angsana New" w:cs="Angsana New"/>
          <w:cs/>
          <w:lang w:val="en-US"/>
        </w:rPr>
        <w:t xml:space="preserve">มีนาคม </w:t>
      </w:r>
      <w:r w:rsidR="00F02017" w:rsidRPr="00E03B5A">
        <w:rPr>
          <w:rFonts w:ascii="Angsana New" w:hAnsi="Angsana New" w:cs="Angsana New"/>
          <w:lang w:val="en-US"/>
        </w:rPr>
        <w:t xml:space="preserve">30 </w:t>
      </w:r>
      <w:r w:rsidR="00F02017" w:rsidRPr="00E03B5A">
        <w:rPr>
          <w:rFonts w:ascii="Angsana New" w:hAnsi="Angsana New" w:cs="Angsana New"/>
          <w:cs/>
          <w:lang w:val="en-US"/>
        </w:rPr>
        <w:t>มิถุนายน</w:t>
      </w:r>
      <w:r w:rsidR="00F02017" w:rsidRPr="00E03B5A">
        <w:rPr>
          <w:rFonts w:ascii="Angsana New" w:hAnsi="Angsana New" w:cs="Angsana New"/>
          <w:lang w:val="en-US"/>
        </w:rPr>
        <w:t xml:space="preserve"> </w:t>
      </w:r>
      <w:r w:rsidR="00F02017" w:rsidRPr="00E03B5A">
        <w:rPr>
          <w:rFonts w:ascii="Angsana New" w:hAnsi="Angsana New" w:cs="Angsana New"/>
          <w:cs/>
          <w:lang w:val="en-US"/>
        </w:rPr>
        <w:t xml:space="preserve">และ </w:t>
      </w:r>
      <w:r w:rsidR="00F02017" w:rsidRPr="00E03B5A">
        <w:rPr>
          <w:rFonts w:ascii="Angsana New" w:hAnsi="Angsana New" w:cs="Angsana New"/>
          <w:lang w:val="en-US"/>
        </w:rPr>
        <w:t xml:space="preserve">30 </w:t>
      </w:r>
      <w:r w:rsidR="00F02017" w:rsidRPr="00E03B5A">
        <w:rPr>
          <w:rFonts w:ascii="Angsana New" w:hAnsi="Angsana New" w:cs="Angsana New"/>
          <w:cs/>
          <w:lang w:val="en-US"/>
        </w:rPr>
        <w:t xml:space="preserve">กันยายน </w:t>
      </w:r>
      <w:r w:rsidR="00F02017" w:rsidRPr="00E03B5A">
        <w:rPr>
          <w:rFonts w:ascii="Angsana New" w:hAnsi="Angsana New" w:cs="Angsana New"/>
          <w:lang w:val="en-US"/>
        </w:rPr>
        <w:t>2562</w:t>
      </w:r>
      <w:r w:rsidR="00F02017" w:rsidRPr="00E03B5A">
        <w:rPr>
          <w:rFonts w:ascii="Angsana New" w:hAnsi="Angsana New" w:cs="Angsana New"/>
          <w:cs/>
          <w:lang w:val="en-US"/>
        </w:rPr>
        <w:t xml:space="preserve"> และ</w:t>
      </w:r>
      <w:r w:rsidR="00EC0DF5" w:rsidRPr="00E03B5A">
        <w:rPr>
          <w:rFonts w:ascii="Angsana New" w:hAnsi="Angsana New" w:cs="Angsana New"/>
          <w:cs/>
          <w:lang w:val="en-US"/>
        </w:rPr>
        <w:t>รวมถึงความเห็นและข้อสรุปของข้าพเจ้า</w:t>
      </w:r>
    </w:p>
    <w:p w14:paraId="4A933B88" w14:textId="77777777" w:rsidR="007650DF" w:rsidRPr="00E03B5A" w:rsidRDefault="007650DF" w:rsidP="00807331">
      <w:pPr>
        <w:pStyle w:val="a"/>
        <w:tabs>
          <w:tab w:val="clear" w:pos="1080"/>
          <w:tab w:val="left" w:pos="540"/>
        </w:tabs>
        <w:spacing w:line="240" w:lineRule="atLeast"/>
        <w:ind w:right="-45"/>
        <w:jc w:val="thaiDistribute"/>
        <w:rPr>
          <w:rFonts w:ascii="Angsana New" w:hAnsi="Angsana New" w:cs="Angsana New"/>
          <w:lang w:val="en-US"/>
        </w:rPr>
      </w:pPr>
    </w:p>
    <w:p w14:paraId="65FB95BE" w14:textId="60024414" w:rsidR="00544EDD" w:rsidRPr="00E03B5A" w:rsidRDefault="00544EDD" w:rsidP="00807331">
      <w:pPr>
        <w:pStyle w:val="a"/>
        <w:tabs>
          <w:tab w:val="clear" w:pos="1080"/>
          <w:tab w:val="left" w:pos="540"/>
        </w:tabs>
        <w:spacing w:line="240" w:lineRule="atLeast"/>
        <w:ind w:right="-45"/>
        <w:jc w:val="thaiDistribute"/>
        <w:rPr>
          <w:rFonts w:ascii="Angsana New" w:hAnsi="Angsana New" w:cs="Angsana New"/>
          <w:cs/>
        </w:rPr>
      </w:pPr>
    </w:p>
    <w:p w14:paraId="05FA2B66" w14:textId="77777777" w:rsidR="00D123E6" w:rsidRPr="00E03B5A" w:rsidRDefault="00D123E6" w:rsidP="00807331">
      <w:pPr>
        <w:pStyle w:val="a"/>
        <w:tabs>
          <w:tab w:val="clear" w:pos="1080"/>
          <w:tab w:val="left" w:pos="540"/>
        </w:tabs>
        <w:spacing w:line="240" w:lineRule="atLeast"/>
        <w:ind w:right="-45"/>
        <w:jc w:val="thaiDistribute"/>
        <w:rPr>
          <w:rFonts w:ascii="Angsana New" w:hAnsi="Angsana New" w:cs="Angsana New"/>
          <w:cs/>
        </w:rPr>
      </w:pPr>
    </w:p>
    <w:p w14:paraId="695F9037" w14:textId="77777777" w:rsidR="000D7AE3" w:rsidRPr="00E03B5A" w:rsidRDefault="00370CF8">
      <w:pPr>
        <w:autoSpaceDE w:val="0"/>
        <w:autoSpaceDN w:val="0"/>
        <w:spacing w:line="240" w:lineRule="auto"/>
        <w:rPr>
          <w:rFonts w:ascii="Angsana New" w:hAnsi="Angsana New" w:cs="Angsana New"/>
          <w:sz w:val="30"/>
          <w:szCs w:val="30"/>
          <w:lang w:val="th-TH"/>
        </w:rPr>
      </w:pPr>
      <w:r w:rsidRPr="00E03B5A">
        <w:rPr>
          <w:rFonts w:ascii="Angsana New" w:hAnsi="Angsana New" w:cs="Angsana New"/>
          <w:sz w:val="30"/>
          <w:szCs w:val="30"/>
          <w:cs/>
          <w:lang w:val="th-TH"/>
        </w:rPr>
        <w:t>(</w:t>
      </w:r>
      <w:r w:rsidR="000D7AE3" w:rsidRPr="00E03B5A">
        <w:rPr>
          <w:rFonts w:ascii="Angsana New" w:hAnsi="Angsana New" w:cs="Angsana New"/>
          <w:sz w:val="30"/>
          <w:szCs w:val="30"/>
          <w:cs/>
          <w:lang w:val="th-TH"/>
        </w:rPr>
        <w:t>โชคชัย งามวุฒิกุล)</w:t>
      </w:r>
    </w:p>
    <w:p w14:paraId="122C759C" w14:textId="77777777" w:rsidR="00804175" w:rsidRPr="00E03B5A" w:rsidRDefault="00804175" w:rsidP="00294A05">
      <w:pPr>
        <w:pStyle w:val="T"/>
        <w:tabs>
          <w:tab w:val="left" w:pos="540"/>
        </w:tabs>
        <w:spacing w:line="240" w:lineRule="atLeast"/>
        <w:ind w:left="0" w:right="-45"/>
        <w:jc w:val="thaiDistribute"/>
        <w:rPr>
          <w:rFonts w:ascii="Angsana New" w:hAnsi="Angsana New" w:cs="Angsana New"/>
          <w:cs/>
        </w:rPr>
      </w:pPr>
      <w:r w:rsidRPr="00E03B5A">
        <w:rPr>
          <w:rFonts w:ascii="Angsana New" w:hAnsi="Angsana New" w:cs="Angsana New"/>
          <w:cs/>
        </w:rPr>
        <w:t>ผู้สอบบัญชีรับอนุญาต</w:t>
      </w:r>
    </w:p>
    <w:p w14:paraId="4EA89D2A" w14:textId="77777777" w:rsidR="00804175" w:rsidRPr="00E03B5A" w:rsidRDefault="00804175" w:rsidP="00836651">
      <w:pPr>
        <w:pStyle w:val="T"/>
        <w:tabs>
          <w:tab w:val="left" w:pos="540"/>
        </w:tabs>
        <w:spacing w:line="240" w:lineRule="atLeast"/>
        <w:ind w:left="0" w:right="-45"/>
        <w:jc w:val="thaiDistribute"/>
        <w:rPr>
          <w:rFonts w:ascii="Angsana New" w:hAnsi="Angsana New" w:cs="Angsana New"/>
        </w:rPr>
      </w:pPr>
      <w:r w:rsidRPr="00E03B5A">
        <w:rPr>
          <w:rFonts w:ascii="Angsana New" w:hAnsi="Angsana New" w:cs="Angsana New"/>
          <w:cs/>
        </w:rPr>
        <w:t>เลขทะเบียน</w:t>
      </w:r>
      <w:r w:rsidRPr="00E03B5A">
        <w:rPr>
          <w:rFonts w:ascii="Angsana New" w:hAnsi="Angsana New" w:cs="Angsana New"/>
          <w:lang w:val="en-US"/>
        </w:rPr>
        <w:t xml:space="preserve"> </w:t>
      </w:r>
      <w:r w:rsidR="007B2C6A" w:rsidRPr="00E03B5A">
        <w:rPr>
          <w:rFonts w:ascii="Angsana New" w:hAnsi="Angsana New" w:cs="Angsana New"/>
          <w:lang w:val="en-US"/>
        </w:rPr>
        <w:t>9728</w:t>
      </w:r>
    </w:p>
    <w:p w14:paraId="35A236A4" w14:textId="77777777" w:rsidR="00804175" w:rsidRPr="00E03B5A" w:rsidRDefault="00804175" w:rsidP="00807331">
      <w:pPr>
        <w:pStyle w:val="T"/>
        <w:tabs>
          <w:tab w:val="left" w:pos="540"/>
        </w:tabs>
        <w:spacing w:line="240" w:lineRule="atLeast"/>
        <w:ind w:left="0" w:right="-45"/>
        <w:jc w:val="thaiDistribute"/>
        <w:rPr>
          <w:rFonts w:ascii="Angsana New" w:hAnsi="Angsana New" w:cs="Angsana New"/>
          <w:sz w:val="18"/>
          <w:szCs w:val="18"/>
          <w:cs/>
        </w:rPr>
      </w:pPr>
    </w:p>
    <w:p w14:paraId="2B16F803" w14:textId="77777777" w:rsidR="00804175" w:rsidRPr="00E03B5A" w:rsidRDefault="00804175" w:rsidP="008073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E03B5A">
        <w:rPr>
          <w:rFonts w:ascii="Angsana New" w:hAnsi="Angsana New" w:cs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2B355B0A" w14:textId="77777777" w:rsidR="00804175" w:rsidRPr="00E03B5A" w:rsidRDefault="00804175" w:rsidP="008073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E03B5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4587E82C" w14:textId="0671A390" w:rsidR="00AC6641" w:rsidRPr="005B36CB" w:rsidRDefault="0031568E" w:rsidP="00006A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="Angsana New" w:hAnsi="Angsana New" w:cs="Angsana New"/>
          <w:sz w:val="30"/>
          <w:szCs w:val="30"/>
          <w:cs/>
        </w:rPr>
      </w:pPr>
      <w:r w:rsidRPr="00E03B5A">
        <w:rPr>
          <w:rFonts w:ascii="Angsana New" w:hAnsi="Angsana New" w:cs="Angsana New"/>
          <w:sz w:val="30"/>
          <w:szCs w:val="30"/>
        </w:rPr>
        <w:t>19</w:t>
      </w:r>
      <w:r w:rsidR="006625C9" w:rsidRPr="00E03B5A">
        <w:rPr>
          <w:rFonts w:ascii="Angsana New" w:hAnsi="Angsana New" w:cs="Angsana New"/>
          <w:sz w:val="30"/>
          <w:szCs w:val="30"/>
          <w:cs/>
        </w:rPr>
        <w:t xml:space="preserve"> </w:t>
      </w:r>
      <w:r w:rsidR="00286518" w:rsidRPr="00E03B5A">
        <w:rPr>
          <w:rFonts w:ascii="Angsana New" w:hAnsi="Angsana New" w:cs="Angsana New"/>
          <w:sz w:val="30"/>
          <w:szCs w:val="30"/>
          <w:cs/>
        </w:rPr>
        <w:t>มีนาคม</w:t>
      </w:r>
      <w:r w:rsidR="006625C9" w:rsidRPr="00E03B5A">
        <w:rPr>
          <w:rFonts w:ascii="Angsana New" w:hAnsi="Angsana New" w:cs="Angsana New"/>
          <w:sz w:val="30"/>
          <w:szCs w:val="30"/>
        </w:rPr>
        <w:t xml:space="preserve"> 256</w:t>
      </w:r>
      <w:r w:rsidR="00286518" w:rsidRPr="00E03B5A">
        <w:rPr>
          <w:rFonts w:ascii="Angsana New" w:hAnsi="Angsana New" w:cs="Angsana New"/>
          <w:sz w:val="30"/>
          <w:szCs w:val="30"/>
        </w:rPr>
        <w:t>4</w:t>
      </w:r>
    </w:p>
    <w:sectPr w:rsidR="00AC6641" w:rsidRPr="005B36CB" w:rsidSect="00EC0DF5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2E8A1" w14:textId="77777777" w:rsidR="00196123" w:rsidRDefault="00196123">
      <w:r>
        <w:separator/>
      </w:r>
    </w:p>
  </w:endnote>
  <w:endnote w:type="continuationSeparator" w:id="0">
    <w:p w14:paraId="7760E093" w14:textId="77777777" w:rsidR="00196123" w:rsidRDefault="0019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diaUPC">
    <w:altName w:val="CordiaUPC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A078C" w14:textId="0D15DD5C" w:rsidR="00C87867" w:rsidRPr="00A355B8" w:rsidRDefault="00C87867" w:rsidP="00A355B8">
    <w:pPr>
      <w:pStyle w:val="Footer"/>
      <w:jc w:val="center"/>
      <w:rPr>
        <w:rFonts w:ascii="Angsana New" w:hAnsi="Angsana New" w:cs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B6730" w14:textId="37CB674A" w:rsidR="00965243" w:rsidRDefault="00965243">
    <w:pPr>
      <w:pStyle w:val="Footer"/>
      <w:jc w:val="center"/>
    </w:pPr>
  </w:p>
  <w:p w14:paraId="3BEA2E59" w14:textId="43D04A7A" w:rsidR="00965243" w:rsidRPr="007A1D72" w:rsidRDefault="00965243">
    <w:pPr>
      <w:pStyle w:val="Footer"/>
      <w:jc w:val="center"/>
      <w:rPr>
        <w:rFonts w:ascii="Angsana New" w:hAnsi="Angsana New" w:cs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7C8A0" w14:textId="5B71A2A2" w:rsidR="00E5056E" w:rsidRDefault="00E5056E">
    <w:pPr>
      <w:pStyle w:val="Footer"/>
      <w:jc w:val="center"/>
    </w:pPr>
    <w:r w:rsidRPr="007A1D72">
      <w:rPr>
        <w:rFonts w:ascii="Angsana New" w:hAnsi="Angsana New" w:cs="Angsana New"/>
        <w:sz w:val="30"/>
        <w:szCs w:val="30"/>
      </w:rPr>
      <w:fldChar w:fldCharType="begin"/>
    </w:r>
    <w:r w:rsidRPr="007A1D72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7A1D72">
      <w:rPr>
        <w:rFonts w:ascii="Angsana New" w:hAnsi="Angsana New" w:cs="Angsana New"/>
        <w:sz w:val="30"/>
        <w:szCs w:val="30"/>
      </w:rPr>
      <w:fldChar w:fldCharType="separate"/>
    </w:r>
    <w:r w:rsidRPr="007A1D72">
      <w:rPr>
        <w:rFonts w:ascii="Angsana New" w:hAnsi="Angsana New" w:cs="Angsana New"/>
        <w:noProof/>
        <w:sz w:val="30"/>
        <w:szCs w:val="30"/>
      </w:rPr>
      <w:t>2</w:t>
    </w:r>
    <w:r w:rsidRPr="007A1D72">
      <w:rPr>
        <w:rFonts w:ascii="Angsana New" w:hAnsi="Angsana New" w:cs="Angsana New"/>
        <w:noProof/>
        <w:sz w:val="30"/>
        <w:szCs w:val="30"/>
      </w:rPr>
      <w:fldChar w:fldCharType="end"/>
    </w:r>
  </w:p>
  <w:p w14:paraId="05C8ADB8" w14:textId="77777777" w:rsidR="00E5056E" w:rsidRPr="007A1D72" w:rsidRDefault="00E5056E">
    <w:pPr>
      <w:pStyle w:val="Footer"/>
      <w:jc w:val="center"/>
      <w:rPr>
        <w:rFonts w:ascii="Angsana New" w:hAnsi="Angsana New" w:cs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7790B" w14:textId="77777777" w:rsidR="00196123" w:rsidRDefault="00196123">
      <w:r>
        <w:separator/>
      </w:r>
    </w:p>
  </w:footnote>
  <w:footnote w:type="continuationSeparator" w:id="0">
    <w:p w14:paraId="30F55740" w14:textId="77777777" w:rsidR="00196123" w:rsidRDefault="0019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C639" w14:textId="77777777" w:rsidR="00C87867" w:rsidRPr="00FA7747" w:rsidRDefault="00C87867" w:rsidP="00D61CD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1E24C5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1E24C5">
      <w:rPr>
        <w:rFonts w:ascii="Angsana New" w:hAnsi="Angsana New" w:cs="Angsana New" w:hint="cs"/>
        <w:b/>
        <w:bCs/>
        <w:sz w:val="32"/>
        <w:szCs w:val="32"/>
        <w:cs/>
      </w:rPr>
      <w:t>กรุ๊ปลีส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1E24C5">
      <w:rPr>
        <w:rFonts w:ascii="Angsana New" w:hAnsi="Angsana New" w:cs="Angsana New"/>
        <w:b/>
        <w:bCs/>
        <w:sz w:val="32"/>
        <w:szCs w:val="32"/>
        <w:cs/>
      </w:rPr>
      <w:t>และบริษัทย่อย</w:t>
    </w:r>
  </w:p>
  <w:p w14:paraId="260A3939" w14:textId="77777777" w:rsidR="00C87867" w:rsidRPr="00FA7747" w:rsidRDefault="00C87867" w:rsidP="00D61CD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</w:t>
    </w:r>
    <w:r>
      <w:rPr>
        <w:rFonts w:ascii="Angsana New" w:hAnsi="Angsana New" w:cs="Angsana New" w:hint="cs"/>
        <w:b/>
        <w:bCs/>
        <w:sz w:val="32"/>
        <w:szCs w:val="32"/>
        <w:cs/>
      </w:rPr>
      <w:t>งบ</w:t>
    </w:r>
    <w:r w:rsidRPr="00FA7747">
      <w:rPr>
        <w:rFonts w:ascii="Angsana New" w:hAnsi="Angsana New" w:cs="Angsana New"/>
        <w:b/>
        <w:bCs/>
        <w:sz w:val="32"/>
        <w:szCs w:val="32"/>
        <w:cs/>
      </w:rPr>
      <w:t>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7142023E" w14:textId="77777777" w:rsidR="00C87867" w:rsidRDefault="00C87867" w:rsidP="00D61CD5">
    <w:pPr>
      <w:pStyle w:val="acctmainheading"/>
      <w:spacing w:after="0" w:line="240" w:lineRule="atLeast"/>
      <w:rPr>
        <w:rFonts w:ascii="Angsana New" w:hAnsi="Angsana New" w:cs="Angsana New"/>
        <w:b w:val="0"/>
        <w:i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1E24C5">
      <w:rPr>
        <w:rFonts w:ascii="Angsana New" w:hAnsi="Angsana New" w:cs="Angsana New"/>
        <w:sz w:val="32"/>
        <w:szCs w:val="32"/>
        <w:lang w:bidi="th-TH"/>
      </w:rPr>
      <w:t xml:space="preserve">31 </w:t>
    </w:r>
    <w:r>
      <w:rPr>
        <w:rFonts w:ascii="Angsana New" w:hAnsi="Angsana New" w:cs="Angsana New" w:hint="cs"/>
        <w:b w:val="0"/>
        <w:bCs/>
        <w:sz w:val="32"/>
        <w:szCs w:val="32"/>
        <w:cs/>
        <w:lang w:bidi="th-TH"/>
      </w:rPr>
      <w:t xml:space="preserve">มีนาคม </w:t>
    </w:r>
    <w:r w:rsidRPr="001E24C5">
      <w:rPr>
        <w:rFonts w:ascii="Angsana New" w:hAnsi="Angsana New" w:cs="Angsana New"/>
        <w:sz w:val="32"/>
        <w:szCs w:val="32"/>
        <w:lang w:val="en-US" w:bidi="th-TH"/>
      </w:rPr>
      <w:t>2562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cs="Angsana New"/>
        <w:b w:val="0"/>
        <w:bCs/>
        <w:sz w:val="32"/>
        <w:szCs w:val="32"/>
        <w:lang w:bidi="th-TH"/>
      </w:rPr>
      <w:t>(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ไม่ได้ตรวจสอบ</w:t>
    </w:r>
    <w:r>
      <w:rPr>
        <w:rFonts w:ascii="Angsana New" w:hAnsi="Angsana New" w:cs="Angsana New"/>
        <w:b w:val="0"/>
        <w:bCs/>
        <w:sz w:val="32"/>
        <w:szCs w:val="32"/>
        <w:lang w:val="en-US" w:bidi="th-TH"/>
      </w:rPr>
      <w:t>)</w:t>
    </w:r>
  </w:p>
  <w:p w14:paraId="0C5CE9C1" w14:textId="77777777" w:rsidR="00C87867" w:rsidRPr="00D026E6" w:rsidRDefault="00C87867" w:rsidP="00D61CD5">
    <w:pPr>
      <w:pStyle w:val="acctmainheading"/>
      <w:tabs>
        <w:tab w:val="left" w:pos="1365"/>
      </w:tabs>
      <w:spacing w:after="0" w:line="240" w:lineRule="atLeast"/>
      <w:rPr>
        <w:rFonts w:ascii="Angsana New" w:hAnsi="Angsana New" w:cs="Angsana New"/>
        <w:b w:val="0"/>
        <w:i/>
        <w:sz w:val="32"/>
        <w:szCs w:val="32"/>
        <w:lang w:val="en-US" w:bidi="th-TH"/>
      </w:rPr>
    </w:pPr>
    <w:r>
      <w:rPr>
        <w:rFonts w:ascii="Angsana New" w:hAnsi="Angsana New" w:cs="Angsana New"/>
        <w:b w:val="0"/>
        <w:i/>
        <w:sz w:val="32"/>
        <w:szCs w:val="32"/>
        <w:cs/>
        <w:lang w:val="en-US" w:bidi="th-TH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36714" w14:textId="77777777" w:rsidR="00E5056E" w:rsidRDefault="00E505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A364A7C"/>
    <w:lvl w:ilvl="0">
      <w:start w:val="1"/>
      <w:numFmt w:val="bullet"/>
      <w:pStyle w:val="Heading1"/>
      <w:lvlText w:val=""/>
      <w:lvlJc w:val="left"/>
      <w:pPr>
        <w:tabs>
          <w:tab w:val="num" w:pos="414"/>
        </w:tabs>
        <w:ind w:left="414" w:hanging="360"/>
      </w:pPr>
      <w:rPr>
        <w:rFonts w:ascii="Symbol" w:hAnsi="Symbol" w:hint="default"/>
      </w:rPr>
    </w:lvl>
  </w:abstractNum>
  <w:abstractNum w:abstractNumId="1" w15:restartNumberingAfterBreak="0">
    <w:nsid w:val="000E44AD"/>
    <w:multiLevelType w:val="hybridMultilevel"/>
    <w:tmpl w:val="C178998C"/>
    <w:lvl w:ilvl="0" w:tplc="139C964E">
      <w:start w:val="1"/>
      <w:numFmt w:val="thaiLetters"/>
      <w:lvlText w:val="%1)"/>
      <w:lvlJc w:val="left"/>
      <w:pPr>
        <w:ind w:left="126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 w15:restartNumberingAfterBreak="0">
    <w:nsid w:val="0082217A"/>
    <w:multiLevelType w:val="hybridMultilevel"/>
    <w:tmpl w:val="92624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A5127"/>
    <w:multiLevelType w:val="multilevel"/>
    <w:tmpl w:val="130E6814"/>
    <w:lvl w:ilvl="0">
      <w:start w:val="1"/>
      <w:numFmt w:val="decimal"/>
      <w:pStyle w:val="01HeadingTH"/>
      <w:lvlText w:val="%1."/>
      <w:lvlJc w:val="left"/>
      <w:pPr>
        <w:ind w:left="5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en-US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02HeadingTH"/>
      <w:lvlText w:val="%1.%2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0A8C5B10"/>
    <w:multiLevelType w:val="hybridMultilevel"/>
    <w:tmpl w:val="58287850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AD1C4A"/>
    <w:multiLevelType w:val="multilevel"/>
    <w:tmpl w:val="17E035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8800"/>
        </w:tabs>
        <w:ind w:left="8800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8" w15:restartNumberingAfterBreak="0">
    <w:nsid w:val="199B7476"/>
    <w:multiLevelType w:val="hybridMultilevel"/>
    <w:tmpl w:val="BBA4098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AD1272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8800"/>
        </w:tabs>
        <w:ind w:left="8800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0" w15:restartNumberingAfterBreak="0">
    <w:nsid w:val="2A3E41E1"/>
    <w:multiLevelType w:val="hybridMultilevel"/>
    <w:tmpl w:val="BBB80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A0D2E"/>
    <w:multiLevelType w:val="hybridMultilevel"/>
    <w:tmpl w:val="8B0A6F22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EB1C31"/>
    <w:multiLevelType w:val="hybridMultilevel"/>
    <w:tmpl w:val="A716682A"/>
    <w:lvl w:ilvl="0" w:tplc="479456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D56AE"/>
    <w:multiLevelType w:val="hybridMultilevel"/>
    <w:tmpl w:val="F85A563C"/>
    <w:lvl w:ilvl="0" w:tplc="8F8C759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5537A"/>
    <w:multiLevelType w:val="hybridMultilevel"/>
    <w:tmpl w:val="D33C1C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54631"/>
    <w:multiLevelType w:val="hybridMultilevel"/>
    <w:tmpl w:val="FBE8A7AC"/>
    <w:lvl w:ilvl="0" w:tplc="B6D0C0AC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CB1F54"/>
    <w:multiLevelType w:val="multilevel"/>
    <w:tmpl w:val="0E9AA23A"/>
    <w:lvl w:ilvl="0">
      <w:start w:val="30"/>
      <w:numFmt w:val="decimal"/>
      <w:lvlText w:val="%1"/>
      <w:lvlJc w:val="left"/>
      <w:pPr>
        <w:ind w:left="360" w:hanging="360"/>
      </w:pPr>
      <w:rPr>
        <w:rFonts w:cs="Angsana New"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ngsana New"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ngsana New"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ngsana New"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ngsana New"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ngsana New"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ngsana New"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ngsana New"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ngsana New" w:hint="default"/>
        <w:i/>
      </w:rPr>
    </w:lvl>
  </w:abstractNum>
  <w:abstractNum w:abstractNumId="17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5E34DCC"/>
    <w:multiLevelType w:val="hybridMultilevel"/>
    <w:tmpl w:val="899A791E"/>
    <w:lvl w:ilvl="0" w:tplc="4BF448F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63C93"/>
    <w:multiLevelType w:val="multilevel"/>
    <w:tmpl w:val="41000270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AAC707B"/>
    <w:multiLevelType w:val="hybridMultilevel"/>
    <w:tmpl w:val="3B66293E"/>
    <w:lvl w:ilvl="0" w:tplc="2BEED92E">
      <w:start w:val="1"/>
      <w:numFmt w:val="thaiLetters"/>
      <w:lvlText w:val="(%1)"/>
      <w:lvlJc w:val="left"/>
      <w:pPr>
        <w:ind w:left="38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1" w15:restartNumberingAfterBreak="0">
    <w:nsid w:val="4D6F5B7D"/>
    <w:multiLevelType w:val="hybridMultilevel"/>
    <w:tmpl w:val="49C68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B56ED"/>
    <w:multiLevelType w:val="hybridMultilevel"/>
    <w:tmpl w:val="117C090C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 w15:restartNumberingAfterBreak="0">
    <w:nsid w:val="62260ED2"/>
    <w:multiLevelType w:val="hybridMultilevel"/>
    <w:tmpl w:val="88E05E5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7742B"/>
    <w:multiLevelType w:val="multilevel"/>
    <w:tmpl w:val="3E9A057A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5" w15:restartNumberingAfterBreak="0">
    <w:nsid w:val="6E42258F"/>
    <w:multiLevelType w:val="hybridMultilevel"/>
    <w:tmpl w:val="B520291C"/>
    <w:lvl w:ilvl="0" w:tplc="A1CA322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6" w15:restartNumberingAfterBreak="0">
    <w:nsid w:val="71935E4D"/>
    <w:multiLevelType w:val="hybridMultilevel"/>
    <w:tmpl w:val="05E0A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8" w15:restartNumberingAfterBreak="0">
    <w:nsid w:val="786C0BD9"/>
    <w:multiLevelType w:val="hybridMultilevel"/>
    <w:tmpl w:val="660C4964"/>
    <w:lvl w:ilvl="0" w:tplc="4794568C">
      <w:start w:val="1"/>
      <w:numFmt w:val="bullet"/>
      <w:lvlText w:val="-"/>
      <w:lvlJc w:val="left"/>
      <w:pPr>
        <w:ind w:left="45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78FA6B40"/>
    <w:multiLevelType w:val="hybridMultilevel"/>
    <w:tmpl w:val="BD561E66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 w15:restartNumberingAfterBreak="0">
    <w:nsid w:val="7A501C7A"/>
    <w:multiLevelType w:val="hybridMultilevel"/>
    <w:tmpl w:val="CC80CCC4"/>
    <w:lvl w:ilvl="0" w:tplc="4476ADD8">
      <w:start w:val="1"/>
      <w:numFmt w:val="decimal"/>
      <w:lvlText w:val="%1)"/>
      <w:lvlJc w:val="left"/>
      <w:pPr>
        <w:ind w:left="54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31" w15:restartNumberingAfterBreak="0">
    <w:nsid w:val="7AD0489F"/>
    <w:multiLevelType w:val="hybridMultilevel"/>
    <w:tmpl w:val="BBA40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5B4E0F"/>
    <w:multiLevelType w:val="hybridMultilevel"/>
    <w:tmpl w:val="B7CA390E"/>
    <w:lvl w:ilvl="0" w:tplc="1FBE082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7"/>
  </w:num>
  <w:num w:numId="5">
    <w:abstractNumId w:val="3"/>
  </w:num>
  <w:num w:numId="6">
    <w:abstractNumId w:val="30"/>
  </w:num>
  <w:num w:numId="7">
    <w:abstractNumId w:val="12"/>
  </w:num>
  <w:num w:numId="8">
    <w:abstractNumId w:val="25"/>
  </w:num>
  <w:num w:numId="9">
    <w:abstractNumId w:val="31"/>
  </w:num>
  <w:num w:numId="10">
    <w:abstractNumId w:val="8"/>
  </w:num>
  <w:num w:numId="11">
    <w:abstractNumId w:val="2"/>
  </w:num>
  <w:num w:numId="12">
    <w:abstractNumId w:val="28"/>
  </w:num>
  <w:num w:numId="13">
    <w:abstractNumId w:val="15"/>
  </w:num>
  <w:num w:numId="14">
    <w:abstractNumId w:val="1"/>
  </w:num>
  <w:num w:numId="15">
    <w:abstractNumId w:val="24"/>
  </w:num>
  <w:num w:numId="16">
    <w:abstractNumId w:val="20"/>
  </w:num>
  <w:num w:numId="17">
    <w:abstractNumId w:val="16"/>
  </w:num>
  <w:num w:numId="18">
    <w:abstractNumId w:val="5"/>
  </w:num>
  <w:num w:numId="19">
    <w:abstractNumId w:val="0"/>
  </w:num>
  <w:num w:numId="20">
    <w:abstractNumId w:val="26"/>
  </w:num>
  <w:num w:numId="21">
    <w:abstractNumId w:val="4"/>
  </w:num>
  <w:num w:numId="22">
    <w:abstractNumId w:val="9"/>
  </w:num>
  <w:num w:numId="23">
    <w:abstractNumId w:val="0"/>
  </w:num>
  <w:num w:numId="24">
    <w:abstractNumId w:val="32"/>
  </w:num>
  <w:num w:numId="25">
    <w:abstractNumId w:val="0"/>
  </w:num>
  <w:num w:numId="26">
    <w:abstractNumId w:val="27"/>
  </w:num>
  <w:num w:numId="27">
    <w:abstractNumId w:val="10"/>
  </w:num>
  <w:num w:numId="28">
    <w:abstractNumId w:val="29"/>
  </w:num>
  <w:num w:numId="29">
    <w:abstractNumId w:val="22"/>
  </w:num>
  <w:num w:numId="30">
    <w:abstractNumId w:val="21"/>
  </w:num>
  <w:num w:numId="31">
    <w:abstractNumId w:val="6"/>
  </w:num>
  <w:num w:numId="32">
    <w:abstractNumId w:val="14"/>
  </w:num>
  <w:num w:numId="33">
    <w:abstractNumId w:val="11"/>
  </w:num>
  <w:num w:numId="34">
    <w:abstractNumId w:val="13"/>
  </w:num>
  <w:num w:numId="35">
    <w:abstractNumId w:val="23"/>
  </w:num>
  <w:num w:numId="36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FC"/>
    <w:rsid w:val="000000DC"/>
    <w:rsid w:val="000006F0"/>
    <w:rsid w:val="00000AB6"/>
    <w:rsid w:val="00001077"/>
    <w:rsid w:val="00001371"/>
    <w:rsid w:val="00001538"/>
    <w:rsid w:val="000015A1"/>
    <w:rsid w:val="000019CD"/>
    <w:rsid w:val="00001BEF"/>
    <w:rsid w:val="0000200C"/>
    <w:rsid w:val="000025CB"/>
    <w:rsid w:val="00002D6B"/>
    <w:rsid w:val="00002F50"/>
    <w:rsid w:val="00003477"/>
    <w:rsid w:val="000039AE"/>
    <w:rsid w:val="0000435C"/>
    <w:rsid w:val="0000464A"/>
    <w:rsid w:val="00004819"/>
    <w:rsid w:val="00004A86"/>
    <w:rsid w:val="00005185"/>
    <w:rsid w:val="00005ACB"/>
    <w:rsid w:val="00005BAB"/>
    <w:rsid w:val="00005D4F"/>
    <w:rsid w:val="00005DC0"/>
    <w:rsid w:val="00006390"/>
    <w:rsid w:val="000064DE"/>
    <w:rsid w:val="00006518"/>
    <w:rsid w:val="00006ADA"/>
    <w:rsid w:val="00006B52"/>
    <w:rsid w:val="00007873"/>
    <w:rsid w:val="00007B57"/>
    <w:rsid w:val="00007F8E"/>
    <w:rsid w:val="00010374"/>
    <w:rsid w:val="000112EE"/>
    <w:rsid w:val="000115FB"/>
    <w:rsid w:val="0001192B"/>
    <w:rsid w:val="00012E83"/>
    <w:rsid w:val="00013160"/>
    <w:rsid w:val="000135F7"/>
    <w:rsid w:val="0001364C"/>
    <w:rsid w:val="0001367E"/>
    <w:rsid w:val="00013716"/>
    <w:rsid w:val="00013C02"/>
    <w:rsid w:val="00015C52"/>
    <w:rsid w:val="000167EF"/>
    <w:rsid w:val="00016879"/>
    <w:rsid w:val="00016E14"/>
    <w:rsid w:val="00017563"/>
    <w:rsid w:val="00017853"/>
    <w:rsid w:val="000179F5"/>
    <w:rsid w:val="00020021"/>
    <w:rsid w:val="00020144"/>
    <w:rsid w:val="0002039E"/>
    <w:rsid w:val="0002055E"/>
    <w:rsid w:val="00020575"/>
    <w:rsid w:val="00020882"/>
    <w:rsid w:val="00020E35"/>
    <w:rsid w:val="00020F08"/>
    <w:rsid w:val="00021255"/>
    <w:rsid w:val="00022087"/>
    <w:rsid w:val="00022BB4"/>
    <w:rsid w:val="00022CE8"/>
    <w:rsid w:val="000235F8"/>
    <w:rsid w:val="00023B4D"/>
    <w:rsid w:val="00023CE6"/>
    <w:rsid w:val="00024304"/>
    <w:rsid w:val="000243CE"/>
    <w:rsid w:val="00024953"/>
    <w:rsid w:val="00024B71"/>
    <w:rsid w:val="00024F30"/>
    <w:rsid w:val="00025287"/>
    <w:rsid w:val="00025332"/>
    <w:rsid w:val="00025B1F"/>
    <w:rsid w:val="00025B80"/>
    <w:rsid w:val="00026132"/>
    <w:rsid w:val="000261DD"/>
    <w:rsid w:val="0002666D"/>
    <w:rsid w:val="00026B06"/>
    <w:rsid w:val="00027A4F"/>
    <w:rsid w:val="00027BD5"/>
    <w:rsid w:val="00027ED2"/>
    <w:rsid w:val="0003010E"/>
    <w:rsid w:val="000302E4"/>
    <w:rsid w:val="000315C3"/>
    <w:rsid w:val="00031980"/>
    <w:rsid w:val="00031A44"/>
    <w:rsid w:val="00031ADE"/>
    <w:rsid w:val="00031F4C"/>
    <w:rsid w:val="00032517"/>
    <w:rsid w:val="00032ABF"/>
    <w:rsid w:val="0003340E"/>
    <w:rsid w:val="00033483"/>
    <w:rsid w:val="000339D5"/>
    <w:rsid w:val="00033D3C"/>
    <w:rsid w:val="00033EFB"/>
    <w:rsid w:val="000350B5"/>
    <w:rsid w:val="000351D6"/>
    <w:rsid w:val="00035579"/>
    <w:rsid w:val="000356B4"/>
    <w:rsid w:val="00035878"/>
    <w:rsid w:val="00035A15"/>
    <w:rsid w:val="00035BFA"/>
    <w:rsid w:val="00035D7C"/>
    <w:rsid w:val="00035ED7"/>
    <w:rsid w:val="00036576"/>
    <w:rsid w:val="00036C24"/>
    <w:rsid w:val="00036E95"/>
    <w:rsid w:val="00036F52"/>
    <w:rsid w:val="000378C7"/>
    <w:rsid w:val="00037979"/>
    <w:rsid w:val="00037E33"/>
    <w:rsid w:val="000404E2"/>
    <w:rsid w:val="00040791"/>
    <w:rsid w:val="00040952"/>
    <w:rsid w:val="00040E69"/>
    <w:rsid w:val="00041597"/>
    <w:rsid w:val="000417FD"/>
    <w:rsid w:val="00041C82"/>
    <w:rsid w:val="00041E72"/>
    <w:rsid w:val="00042021"/>
    <w:rsid w:val="000425EC"/>
    <w:rsid w:val="00042ACF"/>
    <w:rsid w:val="00042B99"/>
    <w:rsid w:val="00042F74"/>
    <w:rsid w:val="0004334B"/>
    <w:rsid w:val="00043355"/>
    <w:rsid w:val="000434F1"/>
    <w:rsid w:val="00043DDD"/>
    <w:rsid w:val="00043EF5"/>
    <w:rsid w:val="0004445C"/>
    <w:rsid w:val="000444A8"/>
    <w:rsid w:val="00044500"/>
    <w:rsid w:val="00044872"/>
    <w:rsid w:val="00044DAA"/>
    <w:rsid w:val="00045154"/>
    <w:rsid w:val="0004523B"/>
    <w:rsid w:val="00045740"/>
    <w:rsid w:val="00045E6A"/>
    <w:rsid w:val="000463AC"/>
    <w:rsid w:val="00047017"/>
    <w:rsid w:val="00047E70"/>
    <w:rsid w:val="0005031A"/>
    <w:rsid w:val="00050935"/>
    <w:rsid w:val="00050BEF"/>
    <w:rsid w:val="00050C98"/>
    <w:rsid w:val="00050DDE"/>
    <w:rsid w:val="00051417"/>
    <w:rsid w:val="000518C8"/>
    <w:rsid w:val="00051E25"/>
    <w:rsid w:val="00051F69"/>
    <w:rsid w:val="000520F6"/>
    <w:rsid w:val="00052251"/>
    <w:rsid w:val="000528EF"/>
    <w:rsid w:val="000529F4"/>
    <w:rsid w:val="00052EB3"/>
    <w:rsid w:val="00052FF6"/>
    <w:rsid w:val="00054433"/>
    <w:rsid w:val="00054663"/>
    <w:rsid w:val="000553C1"/>
    <w:rsid w:val="0005542F"/>
    <w:rsid w:val="00055589"/>
    <w:rsid w:val="000558C4"/>
    <w:rsid w:val="00055DC1"/>
    <w:rsid w:val="000569A6"/>
    <w:rsid w:val="00056A71"/>
    <w:rsid w:val="000570A0"/>
    <w:rsid w:val="00060AB1"/>
    <w:rsid w:val="0006165F"/>
    <w:rsid w:val="00061955"/>
    <w:rsid w:val="00061B0E"/>
    <w:rsid w:val="00061CDD"/>
    <w:rsid w:val="00062766"/>
    <w:rsid w:val="0006276B"/>
    <w:rsid w:val="000629BD"/>
    <w:rsid w:val="00062B25"/>
    <w:rsid w:val="000632F6"/>
    <w:rsid w:val="000639A9"/>
    <w:rsid w:val="00063A6E"/>
    <w:rsid w:val="00063DC3"/>
    <w:rsid w:val="000640C2"/>
    <w:rsid w:val="000643EC"/>
    <w:rsid w:val="00064837"/>
    <w:rsid w:val="00064DF1"/>
    <w:rsid w:val="00065008"/>
    <w:rsid w:val="0006537A"/>
    <w:rsid w:val="000654B1"/>
    <w:rsid w:val="00065604"/>
    <w:rsid w:val="00065C76"/>
    <w:rsid w:val="00065E8B"/>
    <w:rsid w:val="000666E6"/>
    <w:rsid w:val="000672DA"/>
    <w:rsid w:val="000672F9"/>
    <w:rsid w:val="000675C1"/>
    <w:rsid w:val="000704B7"/>
    <w:rsid w:val="00070559"/>
    <w:rsid w:val="0007075C"/>
    <w:rsid w:val="000719EE"/>
    <w:rsid w:val="00071C80"/>
    <w:rsid w:val="00071E82"/>
    <w:rsid w:val="00072132"/>
    <w:rsid w:val="00072552"/>
    <w:rsid w:val="0007311A"/>
    <w:rsid w:val="000732DB"/>
    <w:rsid w:val="00073367"/>
    <w:rsid w:val="000736E0"/>
    <w:rsid w:val="00073C23"/>
    <w:rsid w:val="000740E2"/>
    <w:rsid w:val="00074621"/>
    <w:rsid w:val="00074891"/>
    <w:rsid w:val="00074F14"/>
    <w:rsid w:val="0007571A"/>
    <w:rsid w:val="00075907"/>
    <w:rsid w:val="00075927"/>
    <w:rsid w:val="00075BC1"/>
    <w:rsid w:val="00075D21"/>
    <w:rsid w:val="00075FFE"/>
    <w:rsid w:val="00076BDC"/>
    <w:rsid w:val="00077245"/>
    <w:rsid w:val="00077E11"/>
    <w:rsid w:val="00077F9C"/>
    <w:rsid w:val="00080A5F"/>
    <w:rsid w:val="0008106E"/>
    <w:rsid w:val="0008157C"/>
    <w:rsid w:val="000815B7"/>
    <w:rsid w:val="00081947"/>
    <w:rsid w:val="000819B2"/>
    <w:rsid w:val="00081F88"/>
    <w:rsid w:val="000826F9"/>
    <w:rsid w:val="00082881"/>
    <w:rsid w:val="00082944"/>
    <w:rsid w:val="00083497"/>
    <w:rsid w:val="00083E1D"/>
    <w:rsid w:val="00084299"/>
    <w:rsid w:val="00084E43"/>
    <w:rsid w:val="00084E93"/>
    <w:rsid w:val="00084FB1"/>
    <w:rsid w:val="00085378"/>
    <w:rsid w:val="00085406"/>
    <w:rsid w:val="0008577C"/>
    <w:rsid w:val="00085C50"/>
    <w:rsid w:val="00085EAB"/>
    <w:rsid w:val="00085F5F"/>
    <w:rsid w:val="00086220"/>
    <w:rsid w:val="00086754"/>
    <w:rsid w:val="0008735C"/>
    <w:rsid w:val="000874B9"/>
    <w:rsid w:val="00087679"/>
    <w:rsid w:val="00087870"/>
    <w:rsid w:val="00087F67"/>
    <w:rsid w:val="00087FC1"/>
    <w:rsid w:val="000900D2"/>
    <w:rsid w:val="000901E2"/>
    <w:rsid w:val="000902EE"/>
    <w:rsid w:val="000904B7"/>
    <w:rsid w:val="00090737"/>
    <w:rsid w:val="000908ED"/>
    <w:rsid w:val="00090A18"/>
    <w:rsid w:val="00090EBA"/>
    <w:rsid w:val="00090F48"/>
    <w:rsid w:val="000911C3"/>
    <w:rsid w:val="000913A0"/>
    <w:rsid w:val="00091EA9"/>
    <w:rsid w:val="00092224"/>
    <w:rsid w:val="00092B09"/>
    <w:rsid w:val="00092DFA"/>
    <w:rsid w:val="00092EEE"/>
    <w:rsid w:val="0009316C"/>
    <w:rsid w:val="0009353D"/>
    <w:rsid w:val="000938CA"/>
    <w:rsid w:val="00093B30"/>
    <w:rsid w:val="000941C0"/>
    <w:rsid w:val="0009470A"/>
    <w:rsid w:val="000949AE"/>
    <w:rsid w:val="00094BAF"/>
    <w:rsid w:val="00094D1B"/>
    <w:rsid w:val="00094FB4"/>
    <w:rsid w:val="00095A5F"/>
    <w:rsid w:val="00095B3D"/>
    <w:rsid w:val="00095E09"/>
    <w:rsid w:val="00095E95"/>
    <w:rsid w:val="000967D6"/>
    <w:rsid w:val="00096A7A"/>
    <w:rsid w:val="00096F65"/>
    <w:rsid w:val="000970FD"/>
    <w:rsid w:val="00097659"/>
    <w:rsid w:val="00097A9E"/>
    <w:rsid w:val="000A01C3"/>
    <w:rsid w:val="000A0559"/>
    <w:rsid w:val="000A09EB"/>
    <w:rsid w:val="000A0BB9"/>
    <w:rsid w:val="000A0C9E"/>
    <w:rsid w:val="000A0FBB"/>
    <w:rsid w:val="000A12A1"/>
    <w:rsid w:val="000A15E3"/>
    <w:rsid w:val="000A171A"/>
    <w:rsid w:val="000A1E4E"/>
    <w:rsid w:val="000A2225"/>
    <w:rsid w:val="000A2279"/>
    <w:rsid w:val="000A26A7"/>
    <w:rsid w:val="000A28AB"/>
    <w:rsid w:val="000A2969"/>
    <w:rsid w:val="000A3093"/>
    <w:rsid w:val="000A37E2"/>
    <w:rsid w:val="000A398B"/>
    <w:rsid w:val="000A4114"/>
    <w:rsid w:val="000A42BF"/>
    <w:rsid w:val="000A4553"/>
    <w:rsid w:val="000A4B0B"/>
    <w:rsid w:val="000A4C2E"/>
    <w:rsid w:val="000A4D19"/>
    <w:rsid w:val="000A534B"/>
    <w:rsid w:val="000A5401"/>
    <w:rsid w:val="000A6842"/>
    <w:rsid w:val="000A6B33"/>
    <w:rsid w:val="000A6D5A"/>
    <w:rsid w:val="000A6E57"/>
    <w:rsid w:val="000A6F12"/>
    <w:rsid w:val="000A7176"/>
    <w:rsid w:val="000A74A7"/>
    <w:rsid w:val="000A7635"/>
    <w:rsid w:val="000A78E1"/>
    <w:rsid w:val="000A79CC"/>
    <w:rsid w:val="000A7C89"/>
    <w:rsid w:val="000B00A5"/>
    <w:rsid w:val="000B09DC"/>
    <w:rsid w:val="000B0D32"/>
    <w:rsid w:val="000B142E"/>
    <w:rsid w:val="000B14A1"/>
    <w:rsid w:val="000B1666"/>
    <w:rsid w:val="000B1C16"/>
    <w:rsid w:val="000B1CB1"/>
    <w:rsid w:val="000B21CA"/>
    <w:rsid w:val="000B268E"/>
    <w:rsid w:val="000B287F"/>
    <w:rsid w:val="000B32DA"/>
    <w:rsid w:val="000B33FE"/>
    <w:rsid w:val="000B39FE"/>
    <w:rsid w:val="000B3D56"/>
    <w:rsid w:val="000B44E3"/>
    <w:rsid w:val="000B4D54"/>
    <w:rsid w:val="000B4E4C"/>
    <w:rsid w:val="000B4F74"/>
    <w:rsid w:val="000B5306"/>
    <w:rsid w:val="000B5589"/>
    <w:rsid w:val="000B57F9"/>
    <w:rsid w:val="000B599C"/>
    <w:rsid w:val="000B5A36"/>
    <w:rsid w:val="000B63FA"/>
    <w:rsid w:val="000B6CDD"/>
    <w:rsid w:val="000B6FD3"/>
    <w:rsid w:val="000B7081"/>
    <w:rsid w:val="000B7292"/>
    <w:rsid w:val="000B7375"/>
    <w:rsid w:val="000B74CF"/>
    <w:rsid w:val="000B7961"/>
    <w:rsid w:val="000C00BB"/>
    <w:rsid w:val="000C0354"/>
    <w:rsid w:val="000C0362"/>
    <w:rsid w:val="000C09D7"/>
    <w:rsid w:val="000C0B62"/>
    <w:rsid w:val="000C0D1C"/>
    <w:rsid w:val="000C0DBC"/>
    <w:rsid w:val="000C1276"/>
    <w:rsid w:val="000C135C"/>
    <w:rsid w:val="000C13EE"/>
    <w:rsid w:val="000C1494"/>
    <w:rsid w:val="000C154D"/>
    <w:rsid w:val="000C1616"/>
    <w:rsid w:val="000C199A"/>
    <w:rsid w:val="000C2074"/>
    <w:rsid w:val="000C2252"/>
    <w:rsid w:val="000C25AF"/>
    <w:rsid w:val="000C3273"/>
    <w:rsid w:val="000C3693"/>
    <w:rsid w:val="000C41C4"/>
    <w:rsid w:val="000C431B"/>
    <w:rsid w:val="000C451D"/>
    <w:rsid w:val="000C49CD"/>
    <w:rsid w:val="000C4ACA"/>
    <w:rsid w:val="000C4CAA"/>
    <w:rsid w:val="000C4DF0"/>
    <w:rsid w:val="000C5243"/>
    <w:rsid w:val="000C539F"/>
    <w:rsid w:val="000C582A"/>
    <w:rsid w:val="000C5D19"/>
    <w:rsid w:val="000C6097"/>
    <w:rsid w:val="000C6330"/>
    <w:rsid w:val="000C633A"/>
    <w:rsid w:val="000C698D"/>
    <w:rsid w:val="000C6AB3"/>
    <w:rsid w:val="000C6B3B"/>
    <w:rsid w:val="000C6F4D"/>
    <w:rsid w:val="000C7237"/>
    <w:rsid w:val="000C7C98"/>
    <w:rsid w:val="000D01FE"/>
    <w:rsid w:val="000D041B"/>
    <w:rsid w:val="000D0562"/>
    <w:rsid w:val="000D08FD"/>
    <w:rsid w:val="000D0AE2"/>
    <w:rsid w:val="000D0CDC"/>
    <w:rsid w:val="000D0FED"/>
    <w:rsid w:val="000D165D"/>
    <w:rsid w:val="000D16F5"/>
    <w:rsid w:val="000D1947"/>
    <w:rsid w:val="000D1979"/>
    <w:rsid w:val="000D1F12"/>
    <w:rsid w:val="000D2500"/>
    <w:rsid w:val="000D262E"/>
    <w:rsid w:val="000D2D38"/>
    <w:rsid w:val="000D30D7"/>
    <w:rsid w:val="000D31E5"/>
    <w:rsid w:val="000D3327"/>
    <w:rsid w:val="000D3629"/>
    <w:rsid w:val="000D3B7D"/>
    <w:rsid w:val="000D3E01"/>
    <w:rsid w:val="000D3EDE"/>
    <w:rsid w:val="000D3F3E"/>
    <w:rsid w:val="000D4627"/>
    <w:rsid w:val="000D4881"/>
    <w:rsid w:val="000D4AED"/>
    <w:rsid w:val="000D4CC2"/>
    <w:rsid w:val="000D4CEA"/>
    <w:rsid w:val="000D4E2B"/>
    <w:rsid w:val="000D53AB"/>
    <w:rsid w:val="000D5A9D"/>
    <w:rsid w:val="000D6054"/>
    <w:rsid w:val="000D6183"/>
    <w:rsid w:val="000D63C5"/>
    <w:rsid w:val="000D6590"/>
    <w:rsid w:val="000D6696"/>
    <w:rsid w:val="000D6971"/>
    <w:rsid w:val="000D6FB3"/>
    <w:rsid w:val="000D7072"/>
    <w:rsid w:val="000D7AE3"/>
    <w:rsid w:val="000E015E"/>
    <w:rsid w:val="000E069E"/>
    <w:rsid w:val="000E06AC"/>
    <w:rsid w:val="000E0BB8"/>
    <w:rsid w:val="000E10DB"/>
    <w:rsid w:val="000E14C0"/>
    <w:rsid w:val="000E16D7"/>
    <w:rsid w:val="000E23F3"/>
    <w:rsid w:val="000E24AD"/>
    <w:rsid w:val="000E28E6"/>
    <w:rsid w:val="000E2C49"/>
    <w:rsid w:val="000E2F85"/>
    <w:rsid w:val="000E3283"/>
    <w:rsid w:val="000E3392"/>
    <w:rsid w:val="000E3890"/>
    <w:rsid w:val="000E42B7"/>
    <w:rsid w:val="000E438F"/>
    <w:rsid w:val="000E44BF"/>
    <w:rsid w:val="000E4BD7"/>
    <w:rsid w:val="000E54C4"/>
    <w:rsid w:val="000E56AF"/>
    <w:rsid w:val="000E5B32"/>
    <w:rsid w:val="000E5B65"/>
    <w:rsid w:val="000E5F52"/>
    <w:rsid w:val="000E6788"/>
    <w:rsid w:val="000E7AEE"/>
    <w:rsid w:val="000F0217"/>
    <w:rsid w:val="000F0637"/>
    <w:rsid w:val="000F0832"/>
    <w:rsid w:val="000F08E2"/>
    <w:rsid w:val="000F0BC6"/>
    <w:rsid w:val="000F16A3"/>
    <w:rsid w:val="000F172B"/>
    <w:rsid w:val="000F173C"/>
    <w:rsid w:val="000F17E5"/>
    <w:rsid w:val="000F18AE"/>
    <w:rsid w:val="000F1A6F"/>
    <w:rsid w:val="000F21E6"/>
    <w:rsid w:val="000F2770"/>
    <w:rsid w:val="000F2C64"/>
    <w:rsid w:val="000F2EE7"/>
    <w:rsid w:val="000F4D71"/>
    <w:rsid w:val="000F5566"/>
    <w:rsid w:val="000F59B5"/>
    <w:rsid w:val="000F5DB2"/>
    <w:rsid w:val="000F6F02"/>
    <w:rsid w:val="000F700F"/>
    <w:rsid w:val="000F71DD"/>
    <w:rsid w:val="000F7354"/>
    <w:rsid w:val="00100142"/>
    <w:rsid w:val="0010016B"/>
    <w:rsid w:val="0010067E"/>
    <w:rsid w:val="00100A6A"/>
    <w:rsid w:val="00101A27"/>
    <w:rsid w:val="00101A8B"/>
    <w:rsid w:val="00101E1D"/>
    <w:rsid w:val="001028C1"/>
    <w:rsid w:val="001031F9"/>
    <w:rsid w:val="00103224"/>
    <w:rsid w:val="00103304"/>
    <w:rsid w:val="00103853"/>
    <w:rsid w:val="001038AB"/>
    <w:rsid w:val="001038C6"/>
    <w:rsid w:val="00103DD6"/>
    <w:rsid w:val="00103FE9"/>
    <w:rsid w:val="001046F0"/>
    <w:rsid w:val="00104960"/>
    <w:rsid w:val="00104BE9"/>
    <w:rsid w:val="00105E29"/>
    <w:rsid w:val="00106136"/>
    <w:rsid w:val="00106190"/>
    <w:rsid w:val="001063D4"/>
    <w:rsid w:val="00106658"/>
    <w:rsid w:val="00107B8A"/>
    <w:rsid w:val="0011021A"/>
    <w:rsid w:val="00110B7B"/>
    <w:rsid w:val="00110C30"/>
    <w:rsid w:val="001111E1"/>
    <w:rsid w:val="00111498"/>
    <w:rsid w:val="00111928"/>
    <w:rsid w:val="00111B99"/>
    <w:rsid w:val="00112677"/>
    <w:rsid w:val="00113288"/>
    <w:rsid w:val="00113FF0"/>
    <w:rsid w:val="001144C8"/>
    <w:rsid w:val="00114D64"/>
    <w:rsid w:val="00114DEB"/>
    <w:rsid w:val="00115D9F"/>
    <w:rsid w:val="00116572"/>
    <w:rsid w:val="0011673B"/>
    <w:rsid w:val="00116924"/>
    <w:rsid w:val="00116AA6"/>
    <w:rsid w:val="00116EC2"/>
    <w:rsid w:val="00116F60"/>
    <w:rsid w:val="001176DB"/>
    <w:rsid w:val="001179E6"/>
    <w:rsid w:val="00117BE6"/>
    <w:rsid w:val="00117D0F"/>
    <w:rsid w:val="001201B0"/>
    <w:rsid w:val="001202FD"/>
    <w:rsid w:val="00120A0C"/>
    <w:rsid w:val="00120C4E"/>
    <w:rsid w:val="00120DB4"/>
    <w:rsid w:val="00120E82"/>
    <w:rsid w:val="00120F23"/>
    <w:rsid w:val="001214B7"/>
    <w:rsid w:val="001216E4"/>
    <w:rsid w:val="00121944"/>
    <w:rsid w:val="00122438"/>
    <w:rsid w:val="0012295A"/>
    <w:rsid w:val="00122A8E"/>
    <w:rsid w:val="00122BAF"/>
    <w:rsid w:val="00123587"/>
    <w:rsid w:val="001238A0"/>
    <w:rsid w:val="001239BC"/>
    <w:rsid w:val="00123DBE"/>
    <w:rsid w:val="001246CB"/>
    <w:rsid w:val="00124D32"/>
    <w:rsid w:val="0012508D"/>
    <w:rsid w:val="00125754"/>
    <w:rsid w:val="00125877"/>
    <w:rsid w:val="0012761A"/>
    <w:rsid w:val="00127973"/>
    <w:rsid w:val="0013011B"/>
    <w:rsid w:val="00130588"/>
    <w:rsid w:val="001305B6"/>
    <w:rsid w:val="001305BB"/>
    <w:rsid w:val="00130698"/>
    <w:rsid w:val="001311D3"/>
    <w:rsid w:val="0013140D"/>
    <w:rsid w:val="00131892"/>
    <w:rsid w:val="00131B88"/>
    <w:rsid w:val="00131E39"/>
    <w:rsid w:val="00131EB2"/>
    <w:rsid w:val="00131FEB"/>
    <w:rsid w:val="00132222"/>
    <w:rsid w:val="00132980"/>
    <w:rsid w:val="00132B37"/>
    <w:rsid w:val="00132F57"/>
    <w:rsid w:val="001333FA"/>
    <w:rsid w:val="00134349"/>
    <w:rsid w:val="001344E9"/>
    <w:rsid w:val="001346D4"/>
    <w:rsid w:val="00134D5F"/>
    <w:rsid w:val="00135138"/>
    <w:rsid w:val="0013549D"/>
    <w:rsid w:val="00135511"/>
    <w:rsid w:val="0013557B"/>
    <w:rsid w:val="001357F2"/>
    <w:rsid w:val="00135AB7"/>
    <w:rsid w:val="001363AF"/>
    <w:rsid w:val="0013657B"/>
    <w:rsid w:val="00137083"/>
    <w:rsid w:val="0013717D"/>
    <w:rsid w:val="001377AE"/>
    <w:rsid w:val="0013796D"/>
    <w:rsid w:val="001379B1"/>
    <w:rsid w:val="001400CC"/>
    <w:rsid w:val="001401E0"/>
    <w:rsid w:val="00140292"/>
    <w:rsid w:val="00140BB9"/>
    <w:rsid w:val="001418D9"/>
    <w:rsid w:val="00141A20"/>
    <w:rsid w:val="00141D2E"/>
    <w:rsid w:val="00141FC7"/>
    <w:rsid w:val="001422FE"/>
    <w:rsid w:val="00142451"/>
    <w:rsid w:val="001424C2"/>
    <w:rsid w:val="00142A43"/>
    <w:rsid w:val="00142B35"/>
    <w:rsid w:val="00142C71"/>
    <w:rsid w:val="00142EBA"/>
    <w:rsid w:val="001430E7"/>
    <w:rsid w:val="0014329A"/>
    <w:rsid w:val="001435C0"/>
    <w:rsid w:val="00143A1A"/>
    <w:rsid w:val="00143A89"/>
    <w:rsid w:val="00143F40"/>
    <w:rsid w:val="001441A1"/>
    <w:rsid w:val="00144669"/>
    <w:rsid w:val="00144F79"/>
    <w:rsid w:val="0014507B"/>
    <w:rsid w:val="0014517B"/>
    <w:rsid w:val="001452F7"/>
    <w:rsid w:val="00145522"/>
    <w:rsid w:val="001455E8"/>
    <w:rsid w:val="0014570F"/>
    <w:rsid w:val="001457CD"/>
    <w:rsid w:val="00145B06"/>
    <w:rsid w:val="00146334"/>
    <w:rsid w:val="00146C91"/>
    <w:rsid w:val="00146D8F"/>
    <w:rsid w:val="00146F44"/>
    <w:rsid w:val="0014738E"/>
    <w:rsid w:val="001476A1"/>
    <w:rsid w:val="001476E8"/>
    <w:rsid w:val="0014774F"/>
    <w:rsid w:val="00150273"/>
    <w:rsid w:val="0015060B"/>
    <w:rsid w:val="001508F8"/>
    <w:rsid w:val="00151AD7"/>
    <w:rsid w:val="00151CA8"/>
    <w:rsid w:val="001525FB"/>
    <w:rsid w:val="0015288D"/>
    <w:rsid w:val="00152942"/>
    <w:rsid w:val="00152E00"/>
    <w:rsid w:val="00153A70"/>
    <w:rsid w:val="00153B4E"/>
    <w:rsid w:val="00153B92"/>
    <w:rsid w:val="00153E26"/>
    <w:rsid w:val="001544E3"/>
    <w:rsid w:val="0015451C"/>
    <w:rsid w:val="001545E7"/>
    <w:rsid w:val="00154776"/>
    <w:rsid w:val="001547A1"/>
    <w:rsid w:val="00154EB7"/>
    <w:rsid w:val="001550B0"/>
    <w:rsid w:val="00155479"/>
    <w:rsid w:val="00155582"/>
    <w:rsid w:val="001557BD"/>
    <w:rsid w:val="00155889"/>
    <w:rsid w:val="00155A8A"/>
    <w:rsid w:val="00155D02"/>
    <w:rsid w:val="00155D10"/>
    <w:rsid w:val="00156307"/>
    <w:rsid w:val="00156719"/>
    <w:rsid w:val="001569A1"/>
    <w:rsid w:val="00156D01"/>
    <w:rsid w:val="001572A8"/>
    <w:rsid w:val="001573FD"/>
    <w:rsid w:val="00157412"/>
    <w:rsid w:val="00157C97"/>
    <w:rsid w:val="0016031D"/>
    <w:rsid w:val="00160769"/>
    <w:rsid w:val="001608CB"/>
    <w:rsid w:val="0016178C"/>
    <w:rsid w:val="00161AC9"/>
    <w:rsid w:val="00161C6E"/>
    <w:rsid w:val="00162451"/>
    <w:rsid w:val="00162E95"/>
    <w:rsid w:val="00162FFC"/>
    <w:rsid w:val="001639BA"/>
    <w:rsid w:val="00163FB1"/>
    <w:rsid w:val="00163FC4"/>
    <w:rsid w:val="00164660"/>
    <w:rsid w:val="00164BF3"/>
    <w:rsid w:val="00164FA7"/>
    <w:rsid w:val="0016501A"/>
    <w:rsid w:val="001657B2"/>
    <w:rsid w:val="00165A2C"/>
    <w:rsid w:val="00165AFD"/>
    <w:rsid w:val="00166027"/>
    <w:rsid w:val="00166587"/>
    <w:rsid w:val="00167728"/>
    <w:rsid w:val="00167EB5"/>
    <w:rsid w:val="00170287"/>
    <w:rsid w:val="00170371"/>
    <w:rsid w:val="00170380"/>
    <w:rsid w:val="00170451"/>
    <w:rsid w:val="0017045E"/>
    <w:rsid w:val="00170693"/>
    <w:rsid w:val="001708FA"/>
    <w:rsid w:val="00170D50"/>
    <w:rsid w:val="00170EB5"/>
    <w:rsid w:val="00171361"/>
    <w:rsid w:val="001717D4"/>
    <w:rsid w:val="00171880"/>
    <w:rsid w:val="001719AF"/>
    <w:rsid w:val="00171D7E"/>
    <w:rsid w:val="001723F7"/>
    <w:rsid w:val="00172429"/>
    <w:rsid w:val="00173059"/>
    <w:rsid w:val="00173786"/>
    <w:rsid w:val="00173D47"/>
    <w:rsid w:val="00174060"/>
    <w:rsid w:val="00174161"/>
    <w:rsid w:val="0017439B"/>
    <w:rsid w:val="00174BF5"/>
    <w:rsid w:val="00175169"/>
    <w:rsid w:val="001751A8"/>
    <w:rsid w:val="00175590"/>
    <w:rsid w:val="001757CF"/>
    <w:rsid w:val="001758A5"/>
    <w:rsid w:val="00175C74"/>
    <w:rsid w:val="00175E89"/>
    <w:rsid w:val="00175F1A"/>
    <w:rsid w:val="001768D4"/>
    <w:rsid w:val="00176C9D"/>
    <w:rsid w:val="0017765D"/>
    <w:rsid w:val="00177EE2"/>
    <w:rsid w:val="0018075B"/>
    <w:rsid w:val="001810CD"/>
    <w:rsid w:val="0018127B"/>
    <w:rsid w:val="001816E8"/>
    <w:rsid w:val="00181D49"/>
    <w:rsid w:val="00182234"/>
    <w:rsid w:val="001826FA"/>
    <w:rsid w:val="00182D71"/>
    <w:rsid w:val="001835BA"/>
    <w:rsid w:val="00183A4D"/>
    <w:rsid w:val="00183CFE"/>
    <w:rsid w:val="001841D0"/>
    <w:rsid w:val="00184715"/>
    <w:rsid w:val="00184997"/>
    <w:rsid w:val="00184FDB"/>
    <w:rsid w:val="001851D7"/>
    <w:rsid w:val="00185324"/>
    <w:rsid w:val="001854C0"/>
    <w:rsid w:val="0018561C"/>
    <w:rsid w:val="00185F2E"/>
    <w:rsid w:val="00185FDB"/>
    <w:rsid w:val="001862A9"/>
    <w:rsid w:val="0018681D"/>
    <w:rsid w:val="00186AC3"/>
    <w:rsid w:val="00186E89"/>
    <w:rsid w:val="00187057"/>
    <w:rsid w:val="00187423"/>
    <w:rsid w:val="00187C92"/>
    <w:rsid w:val="00187D20"/>
    <w:rsid w:val="00190035"/>
    <w:rsid w:val="001902EA"/>
    <w:rsid w:val="00190404"/>
    <w:rsid w:val="00190501"/>
    <w:rsid w:val="00190538"/>
    <w:rsid w:val="001906D8"/>
    <w:rsid w:val="00190CD1"/>
    <w:rsid w:val="00191564"/>
    <w:rsid w:val="001917D1"/>
    <w:rsid w:val="00191940"/>
    <w:rsid w:val="0019198D"/>
    <w:rsid w:val="00191B7A"/>
    <w:rsid w:val="001921AD"/>
    <w:rsid w:val="001921AF"/>
    <w:rsid w:val="00192F3E"/>
    <w:rsid w:val="00193035"/>
    <w:rsid w:val="00193725"/>
    <w:rsid w:val="00193BFA"/>
    <w:rsid w:val="0019403B"/>
    <w:rsid w:val="001949BC"/>
    <w:rsid w:val="00194D35"/>
    <w:rsid w:val="00194D7B"/>
    <w:rsid w:val="00194DD2"/>
    <w:rsid w:val="00195149"/>
    <w:rsid w:val="00195304"/>
    <w:rsid w:val="00195516"/>
    <w:rsid w:val="00195B1F"/>
    <w:rsid w:val="00195DC1"/>
    <w:rsid w:val="00196123"/>
    <w:rsid w:val="00196228"/>
    <w:rsid w:val="001964A9"/>
    <w:rsid w:val="00196CB8"/>
    <w:rsid w:val="00196CBF"/>
    <w:rsid w:val="0019739F"/>
    <w:rsid w:val="001973B5"/>
    <w:rsid w:val="00197591"/>
    <w:rsid w:val="0019762E"/>
    <w:rsid w:val="00197E2D"/>
    <w:rsid w:val="00197EE5"/>
    <w:rsid w:val="001A06E4"/>
    <w:rsid w:val="001A0B1A"/>
    <w:rsid w:val="001A0B75"/>
    <w:rsid w:val="001A0DC4"/>
    <w:rsid w:val="001A0E1E"/>
    <w:rsid w:val="001A1FC0"/>
    <w:rsid w:val="001A269D"/>
    <w:rsid w:val="001A2ACE"/>
    <w:rsid w:val="001A3090"/>
    <w:rsid w:val="001A3281"/>
    <w:rsid w:val="001A36C7"/>
    <w:rsid w:val="001A442F"/>
    <w:rsid w:val="001A4825"/>
    <w:rsid w:val="001A485D"/>
    <w:rsid w:val="001A4A00"/>
    <w:rsid w:val="001A5E35"/>
    <w:rsid w:val="001A65B3"/>
    <w:rsid w:val="001A6BB5"/>
    <w:rsid w:val="001A6CCD"/>
    <w:rsid w:val="001A74B6"/>
    <w:rsid w:val="001A76CF"/>
    <w:rsid w:val="001A77F0"/>
    <w:rsid w:val="001A7C47"/>
    <w:rsid w:val="001B025A"/>
    <w:rsid w:val="001B0394"/>
    <w:rsid w:val="001B04D8"/>
    <w:rsid w:val="001B087C"/>
    <w:rsid w:val="001B0AED"/>
    <w:rsid w:val="001B0CF7"/>
    <w:rsid w:val="001B1480"/>
    <w:rsid w:val="001B15BE"/>
    <w:rsid w:val="001B1625"/>
    <w:rsid w:val="001B1B48"/>
    <w:rsid w:val="001B1BE6"/>
    <w:rsid w:val="001B1EFC"/>
    <w:rsid w:val="001B24DE"/>
    <w:rsid w:val="001B27CE"/>
    <w:rsid w:val="001B2937"/>
    <w:rsid w:val="001B33F9"/>
    <w:rsid w:val="001B375C"/>
    <w:rsid w:val="001B37F6"/>
    <w:rsid w:val="001B4233"/>
    <w:rsid w:val="001B49E6"/>
    <w:rsid w:val="001B4F5D"/>
    <w:rsid w:val="001B4F5E"/>
    <w:rsid w:val="001B514E"/>
    <w:rsid w:val="001B53FA"/>
    <w:rsid w:val="001B54BE"/>
    <w:rsid w:val="001B5774"/>
    <w:rsid w:val="001B584F"/>
    <w:rsid w:val="001B5F0C"/>
    <w:rsid w:val="001B5FAE"/>
    <w:rsid w:val="001B662B"/>
    <w:rsid w:val="001B6DC0"/>
    <w:rsid w:val="001B6E98"/>
    <w:rsid w:val="001B71ED"/>
    <w:rsid w:val="001B7369"/>
    <w:rsid w:val="001B749F"/>
    <w:rsid w:val="001B764F"/>
    <w:rsid w:val="001B7900"/>
    <w:rsid w:val="001B7B73"/>
    <w:rsid w:val="001B7E1F"/>
    <w:rsid w:val="001C036A"/>
    <w:rsid w:val="001C069E"/>
    <w:rsid w:val="001C0CE9"/>
    <w:rsid w:val="001C1415"/>
    <w:rsid w:val="001C1823"/>
    <w:rsid w:val="001C1A36"/>
    <w:rsid w:val="001C2307"/>
    <w:rsid w:val="001C246C"/>
    <w:rsid w:val="001C28A3"/>
    <w:rsid w:val="001C2FF9"/>
    <w:rsid w:val="001C351A"/>
    <w:rsid w:val="001C367A"/>
    <w:rsid w:val="001C3B09"/>
    <w:rsid w:val="001C3FE9"/>
    <w:rsid w:val="001C4325"/>
    <w:rsid w:val="001C50F2"/>
    <w:rsid w:val="001C615F"/>
    <w:rsid w:val="001C63A5"/>
    <w:rsid w:val="001C6956"/>
    <w:rsid w:val="001C6B2D"/>
    <w:rsid w:val="001C6D27"/>
    <w:rsid w:val="001C6D57"/>
    <w:rsid w:val="001C74C6"/>
    <w:rsid w:val="001D0217"/>
    <w:rsid w:val="001D0DFC"/>
    <w:rsid w:val="001D0EFA"/>
    <w:rsid w:val="001D0FFF"/>
    <w:rsid w:val="001D13A9"/>
    <w:rsid w:val="001D174E"/>
    <w:rsid w:val="001D17BF"/>
    <w:rsid w:val="001D1889"/>
    <w:rsid w:val="001D2824"/>
    <w:rsid w:val="001D2B07"/>
    <w:rsid w:val="001D2FEC"/>
    <w:rsid w:val="001D38AB"/>
    <w:rsid w:val="001D3DA4"/>
    <w:rsid w:val="001D3DFA"/>
    <w:rsid w:val="001D3E79"/>
    <w:rsid w:val="001D522E"/>
    <w:rsid w:val="001D5961"/>
    <w:rsid w:val="001D5D99"/>
    <w:rsid w:val="001D65E4"/>
    <w:rsid w:val="001D6F41"/>
    <w:rsid w:val="001D73E2"/>
    <w:rsid w:val="001D792D"/>
    <w:rsid w:val="001D7DA1"/>
    <w:rsid w:val="001E0976"/>
    <w:rsid w:val="001E0CE4"/>
    <w:rsid w:val="001E10AC"/>
    <w:rsid w:val="001E152F"/>
    <w:rsid w:val="001E185E"/>
    <w:rsid w:val="001E1C32"/>
    <w:rsid w:val="001E1CD2"/>
    <w:rsid w:val="001E1E49"/>
    <w:rsid w:val="001E1F36"/>
    <w:rsid w:val="001E221E"/>
    <w:rsid w:val="001E24C5"/>
    <w:rsid w:val="001E24EC"/>
    <w:rsid w:val="001E2593"/>
    <w:rsid w:val="001E29C9"/>
    <w:rsid w:val="001E2C14"/>
    <w:rsid w:val="001E2FAD"/>
    <w:rsid w:val="001E3A83"/>
    <w:rsid w:val="001E3F31"/>
    <w:rsid w:val="001E45BD"/>
    <w:rsid w:val="001E4733"/>
    <w:rsid w:val="001E4FB5"/>
    <w:rsid w:val="001E5203"/>
    <w:rsid w:val="001E528E"/>
    <w:rsid w:val="001E56F2"/>
    <w:rsid w:val="001E6380"/>
    <w:rsid w:val="001E656B"/>
    <w:rsid w:val="001E6F38"/>
    <w:rsid w:val="001E7058"/>
    <w:rsid w:val="001E7747"/>
    <w:rsid w:val="001E7A88"/>
    <w:rsid w:val="001E7EF8"/>
    <w:rsid w:val="001F0B07"/>
    <w:rsid w:val="001F0EFA"/>
    <w:rsid w:val="001F101E"/>
    <w:rsid w:val="001F12CF"/>
    <w:rsid w:val="001F134A"/>
    <w:rsid w:val="001F160F"/>
    <w:rsid w:val="001F1889"/>
    <w:rsid w:val="001F18CF"/>
    <w:rsid w:val="001F1A85"/>
    <w:rsid w:val="001F1C27"/>
    <w:rsid w:val="001F1EF5"/>
    <w:rsid w:val="001F1F39"/>
    <w:rsid w:val="001F21C6"/>
    <w:rsid w:val="001F2343"/>
    <w:rsid w:val="001F248C"/>
    <w:rsid w:val="001F257F"/>
    <w:rsid w:val="001F2E68"/>
    <w:rsid w:val="001F2E8C"/>
    <w:rsid w:val="001F2ECD"/>
    <w:rsid w:val="001F2F98"/>
    <w:rsid w:val="001F3A01"/>
    <w:rsid w:val="001F3A53"/>
    <w:rsid w:val="001F3CD1"/>
    <w:rsid w:val="001F3D49"/>
    <w:rsid w:val="001F568E"/>
    <w:rsid w:val="001F5B18"/>
    <w:rsid w:val="001F5C19"/>
    <w:rsid w:val="001F5C3D"/>
    <w:rsid w:val="001F624B"/>
    <w:rsid w:val="001F6376"/>
    <w:rsid w:val="001F6556"/>
    <w:rsid w:val="001F680F"/>
    <w:rsid w:val="001F6DAD"/>
    <w:rsid w:val="001F7627"/>
    <w:rsid w:val="001F7BC6"/>
    <w:rsid w:val="001F7CA1"/>
    <w:rsid w:val="002005CE"/>
    <w:rsid w:val="00200685"/>
    <w:rsid w:val="00200861"/>
    <w:rsid w:val="002008E9"/>
    <w:rsid w:val="00200B51"/>
    <w:rsid w:val="002011EF"/>
    <w:rsid w:val="00201484"/>
    <w:rsid w:val="002014D4"/>
    <w:rsid w:val="00201552"/>
    <w:rsid w:val="0020157D"/>
    <w:rsid w:val="002015A0"/>
    <w:rsid w:val="00201603"/>
    <w:rsid w:val="00201AA0"/>
    <w:rsid w:val="00201CF8"/>
    <w:rsid w:val="00201EC0"/>
    <w:rsid w:val="00202491"/>
    <w:rsid w:val="00202B12"/>
    <w:rsid w:val="00202E26"/>
    <w:rsid w:val="00202E9D"/>
    <w:rsid w:val="00203012"/>
    <w:rsid w:val="00203A1C"/>
    <w:rsid w:val="00203B9F"/>
    <w:rsid w:val="00203D30"/>
    <w:rsid w:val="00203E44"/>
    <w:rsid w:val="00204E6B"/>
    <w:rsid w:val="00204E7A"/>
    <w:rsid w:val="00204EA3"/>
    <w:rsid w:val="0020518E"/>
    <w:rsid w:val="0020690E"/>
    <w:rsid w:val="00206CB0"/>
    <w:rsid w:val="00206DEC"/>
    <w:rsid w:val="00207168"/>
    <w:rsid w:val="00207395"/>
    <w:rsid w:val="00207454"/>
    <w:rsid w:val="002075A0"/>
    <w:rsid w:val="00211165"/>
    <w:rsid w:val="0021139F"/>
    <w:rsid w:val="002115C2"/>
    <w:rsid w:val="002115CB"/>
    <w:rsid w:val="002115E0"/>
    <w:rsid w:val="00212214"/>
    <w:rsid w:val="0021287D"/>
    <w:rsid w:val="00212CF9"/>
    <w:rsid w:val="00212DDA"/>
    <w:rsid w:val="00213113"/>
    <w:rsid w:val="0021327E"/>
    <w:rsid w:val="0021345E"/>
    <w:rsid w:val="002134EA"/>
    <w:rsid w:val="002135AD"/>
    <w:rsid w:val="002136B7"/>
    <w:rsid w:val="00213B00"/>
    <w:rsid w:val="00213C1F"/>
    <w:rsid w:val="002140E9"/>
    <w:rsid w:val="00214177"/>
    <w:rsid w:val="002141F0"/>
    <w:rsid w:val="00214863"/>
    <w:rsid w:val="00214C30"/>
    <w:rsid w:val="00215113"/>
    <w:rsid w:val="002158F7"/>
    <w:rsid w:val="00215947"/>
    <w:rsid w:val="00215A71"/>
    <w:rsid w:val="00216313"/>
    <w:rsid w:val="00216C37"/>
    <w:rsid w:val="00217196"/>
    <w:rsid w:val="002175E4"/>
    <w:rsid w:val="00217890"/>
    <w:rsid w:val="0021790A"/>
    <w:rsid w:val="00217ABA"/>
    <w:rsid w:val="00217AC3"/>
    <w:rsid w:val="00217C0A"/>
    <w:rsid w:val="00217E08"/>
    <w:rsid w:val="00217F39"/>
    <w:rsid w:val="0022014A"/>
    <w:rsid w:val="00220F09"/>
    <w:rsid w:val="00220F81"/>
    <w:rsid w:val="00220FDE"/>
    <w:rsid w:val="0022127F"/>
    <w:rsid w:val="0022159F"/>
    <w:rsid w:val="00221C3F"/>
    <w:rsid w:val="00221C45"/>
    <w:rsid w:val="00221EB8"/>
    <w:rsid w:val="00221ECC"/>
    <w:rsid w:val="00221F0A"/>
    <w:rsid w:val="00222360"/>
    <w:rsid w:val="002223E2"/>
    <w:rsid w:val="00222558"/>
    <w:rsid w:val="00222634"/>
    <w:rsid w:val="00222793"/>
    <w:rsid w:val="00222AB6"/>
    <w:rsid w:val="00223128"/>
    <w:rsid w:val="00223650"/>
    <w:rsid w:val="002238C4"/>
    <w:rsid w:val="0022392A"/>
    <w:rsid w:val="002239D8"/>
    <w:rsid w:val="00223AEC"/>
    <w:rsid w:val="00223CD5"/>
    <w:rsid w:val="002249DE"/>
    <w:rsid w:val="00224BB2"/>
    <w:rsid w:val="00224D67"/>
    <w:rsid w:val="002254D7"/>
    <w:rsid w:val="00225627"/>
    <w:rsid w:val="002256F3"/>
    <w:rsid w:val="00225D4D"/>
    <w:rsid w:val="002264F9"/>
    <w:rsid w:val="002264FF"/>
    <w:rsid w:val="002265D8"/>
    <w:rsid w:val="002265F9"/>
    <w:rsid w:val="00226828"/>
    <w:rsid w:val="002269D4"/>
    <w:rsid w:val="00226C7A"/>
    <w:rsid w:val="00226F9A"/>
    <w:rsid w:val="00227207"/>
    <w:rsid w:val="0022736F"/>
    <w:rsid w:val="00227969"/>
    <w:rsid w:val="00227E99"/>
    <w:rsid w:val="00230246"/>
    <w:rsid w:val="00230FE6"/>
    <w:rsid w:val="0023112B"/>
    <w:rsid w:val="00231565"/>
    <w:rsid w:val="00231A7F"/>
    <w:rsid w:val="00231C05"/>
    <w:rsid w:val="00231C4B"/>
    <w:rsid w:val="00231EE0"/>
    <w:rsid w:val="0023200A"/>
    <w:rsid w:val="002321A2"/>
    <w:rsid w:val="002321AA"/>
    <w:rsid w:val="002327EF"/>
    <w:rsid w:val="00232A65"/>
    <w:rsid w:val="00232F4A"/>
    <w:rsid w:val="00233326"/>
    <w:rsid w:val="002335BC"/>
    <w:rsid w:val="002338AE"/>
    <w:rsid w:val="00233F08"/>
    <w:rsid w:val="00234014"/>
    <w:rsid w:val="0023412E"/>
    <w:rsid w:val="00234B12"/>
    <w:rsid w:val="0023559E"/>
    <w:rsid w:val="002359D4"/>
    <w:rsid w:val="00236096"/>
    <w:rsid w:val="00236EFF"/>
    <w:rsid w:val="00236F74"/>
    <w:rsid w:val="00237122"/>
    <w:rsid w:val="00237317"/>
    <w:rsid w:val="00237580"/>
    <w:rsid w:val="00237DA6"/>
    <w:rsid w:val="00237EF0"/>
    <w:rsid w:val="002403EE"/>
    <w:rsid w:val="00240B99"/>
    <w:rsid w:val="00240E83"/>
    <w:rsid w:val="00240FB9"/>
    <w:rsid w:val="0024154A"/>
    <w:rsid w:val="00241923"/>
    <w:rsid w:val="00241C5A"/>
    <w:rsid w:val="00241DDA"/>
    <w:rsid w:val="00241F55"/>
    <w:rsid w:val="00241F6E"/>
    <w:rsid w:val="00242375"/>
    <w:rsid w:val="002423E1"/>
    <w:rsid w:val="002424EE"/>
    <w:rsid w:val="00242804"/>
    <w:rsid w:val="00242AF0"/>
    <w:rsid w:val="0024351C"/>
    <w:rsid w:val="00243648"/>
    <w:rsid w:val="00243C61"/>
    <w:rsid w:val="002442ED"/>
    <w:rsid w:val="002443B7"/>
    <w:rsid w:val="002447E4"/>
    <w:rsid w:val="00245271"/>
    <w:rsid w:val="00245379"/>
    <w:rsid w:val="002454EF"/>
    <w:rsid w:val="00245AA3"/>
    <w:rsid w:val="002469A7"/>
    <w:rsid w:val="00246C27"/>
    <w:rsid w:val="00246C64"/>
    <w:rsid w:val="00246CE5"/>
    <w:rsid w:val="002470E8"/>
    <w:rsid w:val="00247E7D"/>
    <w:rsid w:val="00250290"/>
    <w:rsid w:val="00250423"/>
    <w:rsid w:val="00250B66"/>
    <w:rsid w:val="0025105F"/>
    <w:rsid w:val="0025142D"/>
    <w:rsid w:val="0025164D"/>
    <w:rsid w:val="00251BB8"/>
    <w:rsid w:val="00251BEC"/>
    <w:rsid w:val="00251F58"/>
    <w:rsid w:val="00252647"/>
    <w:rsid w:val="00252A5D"/>
    <w:rsid w:val="00253264"/>
    <w:rsid w:val="0025326E"/>
    <w:rsid w:val="0025386D"/>
    <w:rsid w:val="002538E4"/>
    <w:rsid w:val="002539C6"/>
    <w:rsid w:val="00253ECD"/>
    <w:rsid w:val="0025422D"/>
    <w:rsid w:val="002543A0"/>
    <w:rsid w:val="00254490"/>
    <w:rsid w:val="002544AB"/>
    <w:rsid w:val="00254E70"/>
    <w:rsid w:val="00254FD9"/>
    <w:rsid w:val="00255041"/>
    <w:rsid w:val="00255332"/>
    <w:rsid w:val="00255666"/>
    <w:rsid w:val="00255C1A"/>
    <w:rsid w:val="00255C3F"/>
    <w:rsid w:val="00255CEE"/>
    <w:rsid w:val="00256033"/>
    <w:rsid w:val="0025646A"/>
    <w:rsid w:val="00256729"/>
    <w:rsid w:val="0025694E"/>
    <w:rsid w:val="00256CA6"/>
    <w:rsid w:val="002571B5"/>
    <w:rsid w:val="002573B5"/>
    <w:rsid w:val="002576D5"/>
    <w:rsid w:val="002578CE"/>
    <w:rsid w:val="00260034"/>
    <w:rsid w:val="002600EF"/>
    <w:rsid w:val="002603B1"/>
    <w:rsid w:val="0026054F"/>
    <w:rsid w:val="0026085C"/>
    <w:rsid w:val="002608C3"/>
    <w:rsid w:val="00260911"/>
    <w:rsid w:val="0026092F"/>
    <w:rsid w:val="00260F18"/>
    <w:rsid w:val="00261E9B"/>
    <w:rsid w:val="00262497"/>
    <w:rsid w:val="002626C0"/>
    <w:rsid w:val="00262AFD"/>
    <w:rsid w:val="00263041"/>
    <w:rsid w:val="00263417"/>
    <w:rsid w:val="00264106"/>
    <w:rsid w:val="00264142"/>
    <w:rsid w:val="00264686"/>
    <w:rsid w:val="002646D4"/>
    <w:rsid w:val="002648A8"/>
    <w:rsid w:val="002649E5"/>
    <w:rsid w:val="00264D2E"/>
    <w:rsid w:val="00265161"/>
    <w:rsid w:val="0026521A"/>
    <w:rsid w:val="00265F36"/>
    <w:rsid w:val="00265F65"/>
    <w:rsid w:val="002662D6"/>
    <w:rsid w:val="00266557"/>
    <w:rsid w:val="002665F4"/>
    <w:rsid w:val="00266610"/>
    <w:rsid w:val="0026680E"/>
    <w:rsid w:val="00266971"/>
    <w:rsid w:val="00266CF3"/>
    <w:rsid w:val="00267877"/>
    <w:rsid w:val="00267A52"/>
    <w:rsid w:val="00267B76"/>
    <w:rsid w:val="002701B3"/>
    <w:rsid w:val="00270429"/>
    <w:rsid w:val="0027052C"/>
    <w:rsid w:val="00270C49"/>
    <w:rsid w:val="00270F60"/>
    <w:rsid w:val="0027107E"/>
    <w:rsid w:val="00271216"/>
    <w:rsid w:val="00272031"/>
    <w:rsid w:val="0027215C"/>
    <w:rsid w:val="00272342"/>
    <w:rsid w:val="0027265F"/>
    <w:rsid w:val="00272C03"/>
    <w:rsid w:val="00272D23"/>
    <w:rsid w:val="00272FC2"/>
    <w:rsid w:val="002734AC"/>
    <w:rsid w:val="0027358C"/>
    <w:rsid w:val="0027366A"/>
    <w:rsid w:val="0027370B"/>
    <w:rsid w:val="0027389A"/>
    <w:rsid w:val="00273C7F"/>
    <w:rsid w:val="00274B49"/>
    <w:rsid w:val="002759A8"/>
    <w:rsid w:val="00275B69"/>
    <w:rsid w:val="00275D10"/>
    <w:rsid w:val="00275E19"/>
    <w:rsid w:val="00276171"/>
    <w:rsid w:val="00276423"/>
    <w:rsid w:val="0027652E"/>
    <w:rsid w:val="00276DCA"/>
    <w:rsid w:val="00276F0F"/>
    <w:rsid w:val="0027703D"/>
    <w:rsid w:val="002773C2"/>
    <w:rsid w:val="0027745D"/>
    <w:rsid w:val="002775DC"/>
    <w:rsid w:val="0028029D"/>
    <w:rsid w:val="002803F6"/>
    <w:rsid w:val="0028050E"/>
    <w:rsid w:val="002807E8"/>
    <w:rsid w:val="00280B2C"/>
    <w:rsid w:val="00280FFC"/>
    <w:rsid w:val="002811B8"/>
    <w:rsid w:val="00282600"/>
    <w:rsid w:val="00283130"/>
    <w:rsid w:val="00283275"/>
    <w:rsid w:val="0028327B"/>
    <w:rsid w:val="002835F6"/>
    <w:rsid w:val="00284D50"/>
    <w:rsid w:val="00284E05"/>
    <w:rsid w:val="00284FE0"/>
    <w:rsid w:val="00285442"/>
    <w:rsid w:val="00286518"/>
    <w:rsid w:val="002865F4"/>
    <w:rsid w:val="00286617"/>
    <w:rsid w:val="00286671"/>
    <w:rsid w:val="0028799B"/>
    <w:rsid w:val="00287BD2"/>
    <w:rsid w:val="00287FD5"/>
    <w:rsid w:val="002900A6"/>
    <w:rsid w:val="002900E7"/>
    <w:rsid w:val="002904B9"/>
    <w:rsid w:val="002907CC"/>
    <w:rsid w:val="002917D4"/>
    <w:rsid w:val="002917DD"/>
    <w:rsid w:val="0029199E"/>
    <w:rsid w:val="00291A03"/>
    <w:rsid w:val="00291D68"/>
    <w:rsid w:val="00291FC2"/>
    <w:rsid w:val="0029204D"/>
    <w:rsid w:val="002922D3"/>
    <w:rsid w:val="002925F7"/>
    <w:rsid w:val="00292E76"/>
    <w:rsid w:val="00293041"/>
    <w:rsid w:val="002932B6"/>
    <w:rsid w:val="00293609"/>
    <w:rsid w:val="00293648"/>
    <w:rsid w:val="00293BE2"/>
    <w:rsid w:val="00293D22"/>
    <w:rsid w:val="00294672"/>
    <w:rsid w:val="0029482F"/>
    <w:rsid w:val="0029489D"/>
    <w:rsid w:val="00294959"/>
    <w:rsid w:val="00294A05"/>
    <w:rsid w:val="00294C8E"/>
    <w:rsid w:val="00294D99"/>
    <w:rsid w:val="00294F97"/>
    <w:rsid w:val="0029563C"/>
    <w:rsid w:val="002956D5"/>
    <w:rsid w:val="00295FF9"/>
    <w:rsid w:val="00296054"/>
    <w:rsid w:val="0029640F"/>
    <w:rsid w:val="0029672F"/>
    <w:rsid w:val="002968DE"/>
    <w:rsid w:val="00296A92"/>
    <w:rsid w:val="00296F2B"/>
    <w:rsid w:val="002975B1"/>
    <w:rsid w:val="002A03F0"/>
    <w:rsid w:val="002A09C2"/>
    <w:rsid w:val="002A11D5"/>
    <w:rsid w:val="002A1252"/>
    <w:rsid w:val="002A13CA"/>
    <w:rsid w:val="002A1922"/>
    <w:rsid w:val="002A1F87"/>
    <w:rsid w:val="002A2592"/>
    <w:rsid w:val="002A27D5"/>
    <w:rsid w:val="002A28E1"/>
    <w:rsid w:val="002A2D02"/>
    <w:rsid w:val="002A2D24"/>
    <w:rsid w:val="002A2DBB"/>
    <w:rsid w:val="002A2EF0"/>
    <w:rsid w:val="002A370B"/>
    <w:rsid w:val="002A37CB"/>
    <w:rsid w:val="002A443C"/>
    <w:rsid w:val="002A447F"/>
    <w:rsid w:val="002A4595"/>
    <w:rsid w:val="002A495F"/>
    <w:rsid w:val="002A4B3E"/>
    <w:rsid w:val="002A4C02"/>
    <w:rsid w:val="002A5D67"/>
    <w:rsid w:val="002A6302"/>
    <w:rsid w:val="002A644B"/>
    <w:rsid w:val="002A689B"/>
    <w:rsid w:val="002A6930"/>
    <w:rsid w:val="002A6C0B"/>
    <w:rsid w:val="002A7603"/>
    <w:rsid w:val="002A78B6"/>
    <w:rsid w:val="002A7BA5"/>
    <w:rsid w:val="002A7D0F"/>
    <w:rsid w:val="002A7D8F"/>
    <w:rsid w:val="002A7E5D"/>
    <w:rsid w:val="002A7FE4"/>
    <w:rsid w:val="002B1773"/>
    <w:rsid w:val="002B1A76"/>
    <w:rsid w:val="002B238F"/>
    <w:rsid w:val="002B243E"/>
    <w:rsid w:val="002B245C"/>
    <w:rsid w:val="002B2E0A"/>
    <w:rsid w:val="002B351C"/>
    <w:rsid w:val="002B35E0"/>
    <w:rsid w:val="002B361E"/>
    <w:rsid w:val="002B3735"/>
    <w:rsid w:val="002B3B74"/>
    <w:rsid w:val="002B3CF6"/>
    <w:rsid w:val="002B3EC7"/>
    <w:rsid w:val="002B3FF8"/>
    <w:rsid w:val="002B41AE"/>
    <w:rsid w:val="002B4F5D"/>
    <w:rsid w:val="002B55C6"/>
    <w:rsid w:val="002B5715"/>
    <w:rsid w:val="002B57A1"/>
    <w:rsid w:val="002B5B13"/>
    <w:rsid w:val="002B5B7D"/>
    <w:rsid w:val="002B5DA6"/>
    <w:rsid w:val="002B6159"/>
    <w:rsid w:val="002B61BE"/>
    <w:rsid w:val="002B64A4"/>
    <w:rsid w:val="002B7001"/>
    <w:rsid w:val="002B71F8"/>
    <w:rsid w:val="002B749D"/>
    <w:rsid w:val="002B750B"/>
    <w:rsid w:val="002B75DA"/>
    <w:rsid w:val="002B7981"/>
    <w:rsid w:val="002C02A0"/>
    <w:rsid w:val="002C03D9"/>
    <w:rsid w:val="002C08A2"/>
    <w:rsid w:val="002C0B1C"/>
    <w:rsid w:val="002C0EED"/>
    <w:rsid w:val="002C155B"/>
    <w:rsid w:val="002C17F3"/>
    <w:rsid w:val="002C22BA"/>
    <w:rsid w:val="002C23D0"/>
    <w:rsid w:val="002C25C9"/>
    <w:rsid w:val="002C26CC"/>
    <w:rsid w:val="002C284C"/>
    <w:rsid w:val="002C4417"/>
    <w:rsid w:val="002C4AF6"/>
    <w:rsid w:val="002C4FA7"/>
    <w:rsid w:val="002C519B"/>
    <w:rsid w:val="002C57C6"/>
    <w:rsid w:val="002C60A7"/>
    <w:rsid w:val="002C643D"/>
    <w:rsid w:val="002C7217"/>
    <w:rsid w:val="002C7739"/>
    <w:rsid w:val="002D0113"/>
    <w:rsid w:val="002D03EF"/>
    <w:rsid w:val="002D051D"/>
    <w:rsid w:val="002D0541"/>
    <w:rsid w:val="002D07E9"/>
    <w:rsid w:val="002D0958"/>
    <w:rsid w:val="002D0E8D"/>
    <w:rsid w:val="002D1083"/>
    <w:rsid w:val="002D16AB"/>
    <w:rsid w:val="002D18B5"/>
    <w:rsid w:val="002D22DD"/>
    <w:rsid w:val="002D2979"/>
    <w:rsid w:val="002D304C"/>
    <w:rsid w:val="002D3165"/>
    <w:rsid w:val="002D369B"/>
    <w:rsid w:val="002D456F"/>
    <w:rsid w:val="002D45A1"/>
    <w:rsid w:val="002D4A98"/>
    <w:rsid w:val="002D4F70"/>
    <w:rsid w:val="002D53F4"/>
    <w:rsid w:val="002D54CF"/>
    <w:rsid w:val="002D55E7"/>
    <w:rsid w:val="002D5678"/>
    <w:rsid w:val="002D56BF"/>
    <w:rsid w:val="002D5BE0"/>
    <w:rsid w:val="002D60EF"/>
    <w:rsid w:val="002D65D8"/>
    <w:rsid w:val="002D68C2"/>
    <w:rsid w:val="002D68ED"/>
    <w:rsid w:val="002D6D42"/>
    <w:rsid w:val="002D727C"/>
    <w:rsid w:val="002D7384"/>
    <w:rsid w:val="002D74C4"/>
    <w:rsid w:val="002D7539"/>
    <w:rsid w:val="002D7FA1"/>
    <w:rsid w:val="002E00A6"/>
    <w:rsid w:val="002E0128"/>
    <w:rsid w:val="002E02A1"/>
    <w:rsid w:val="002E07B3"/>
    <w:rsid w:val="002E101D"/>
    <w:rsid w:val="002E1088"/>
    <w:rsid w:val="002E10A1"/>
    <w:rsid w:val="002E10F4"/>
    <w:rsid w:val="002E1150"/>
    <w:rsid w:val="002E15C5"/>
    <w:rsid w:val="002E22BF"/>
    <w:rsid w:val="002E2783"/>
    <w:rsid w:val="002E299C"/>
    <w:rsid w:val="002E2AD3"/>
    <w:rsid w:val="002E2C49"/>
    <w:rsid w:val="002E3AAF"/>
    <w:rsid w:val="002E3B80"/>
    <w:rsid w:val="002E3C5F"/>
    <w:rsid w:val="002E3FC1"/>
    <w:rsid w:val="002E4442"/>
    <w:rsid w:val="002E4C88"/>
    <w:rsid w:val="002E4D02"/>
    <w:rsid w:val="002E50A6"/>
    <w:rsid w:val="002E5D04"/>
    <w:rsid w:val="002E5D37"/>
    <w:rsid w:val="002E5D6C"/>
    <w:rsid w:val="002E6263"/>
    <w:rsid w:val="002E654A"/>
    <w:rsid w:val="002E6591"/>
    <w:rsid w:val="002E69EB"/>
    <w:rsid w:val="002E6C5F"/>
    <w:rsid w:val="002E6CAB"/>
    <w:rsid w:val="002E6F62"/>
    <w:rsid w:val="002E729E"/>
    <w:rsid w:val="002E7D2E"/>
    <w:rsid w:val="002F03D8"/>
    <w:rsid w:val="002F0F2C"/>
    <w:rsid w:val="002F141F"/>
    <w:rsid w:val="002F182A"/>
    <w:rsid w:val="002F1907"/>
    <w:rsid w:val="002F1A0B"/>
    <w:rsid w:val="002F1CBD"/>
    <w:rsid w:val="002F1CCE"/>
    <w:rsid w:val="002F22BB"/>
    <w:rsid w:val="002F33BD"/>
    <w:rsid w:val="002F373D"/>
    <w:rsid w:val="002F3F31"/>
    <w:rsid w:val="002F470A"/>
    <w:rsid w:val="002F472A"/>
    <w:rsid w:val="002F48A4"/>
    <w:rsid w:val="002F4B48"/>
    <w:rsid w:val="002F516A"/>
    <w:rsid w:val="002F573C"/>
    <w:rsid w:val="002F6148"/>
    <w:rsid w:val="002F664E"/>
    <w:rsid w:val="002F665E"/>
    <w:rsid w:val="002F675E"/>
    <w:rsid w:val="002F6A3A"/>
    <w:rsid w:val="002F6B1D"/>
    <w:rsid w:val="002F6F5B"/>
    <w:rsid w:val="002F6FC6"/>
    <w:rsid w:val="002F7041"/>
    <w:rsid w:val="002F7E78"/>
    <w:rsid w:val="002F7EA5"/>
    <w:rsid w:val="00300750"/>
    <w:rsid w:val="0030077F"/>
    <w:rsid w:val="00300904"/>
    <w:rsid w:val="00301C87"/>
    <w:rsid w:val="0030205F"/>
    <w:rsid w:val="0030209C"/>
    <w:rsid w:val="00302130"/>
    <w:rsid w:val="003021AC"/>
    <w:rsid w:val="00302588"/>
    <w:rsid w:val="003026BD"/>
    <w:rsid w:val="00302E85"/>
    <w:rsid w:val="00302EE6"/>
    <w:rsid w:val="00302F6E"/>
    <w:rsid w:val="003034E8"/>
    <w:rsid w:val="003035D1"/>
    <w:rsid w:val="003035D9"/>
    <w:rsid w:val="00303D44"/>
    <w:rsid w:val="00303DFD"/>
    <w:rsid w:val="0030490B"/>
    <w:rsid w:val="00304920"/>
    <w:rsid w:val="00304997"/>
    <w:rsid w:val="00304D2A"/>
    <w:rsid w:val="00304D39"/>
    <w:rsid w:val="003055F1"/>
    <w:rsid w:val="00305B63"/>
    <w:rsid w:val="00306026"/>
    <w:rsid w:val="0030636F"/>
    <w:rsid w:val="0030698E"/>
    <w:rsid w:val="00306DA0"/>
    <w:rsid w:val="003070BE"/>
    <w:rsid w:val="00307352"/>
    <w:rsid w:val="003075E8"/>
    <w:rsid w:val="00307BC3"/>
    <w:rsid w:val="00307C65"/>
    <w:rsid w:val="00310379"/>
    <w:rsid w:val="0031089B"/>
    <w:rsid w:val="00310BAA"/>
    <w:rsid w:val="00310CC6"/>
    <w:rsid w:val="0031116E"/>
    <w:rsid w:val="00311F22"/>
    <w:rsid w:val="00311FFB"/>
    <w:rsid w:val="00312D54"/>
    <w:rsid w:val="00313335"/>
    <w:rsid w:val="00313761"/>
    <w:rsid w:val="0031399E"/>
    <w:rsid w:val="00314048"/>
    <w:rsid w:val="00314088"/>
    <w:rsid w:val="003140CB"/>
    <w:rsid w:val="00314A06"/>
    <w:rsid w:val="00314B8A"/>
    <w:rsid w:val="0031568E"/>
    <w:rsid w:val="003161E3"/>
    <w:rsid w:val="003166A7"/>
    <w:rsid w:val="00316A40"/>
    <w:rsid w:val="00316DC3"/>
    <w:rsid w:val="003177CF"/>
    <w:rsid w:val="00317C3A"/>
    <w:rsid w:val="00317D07"/>
    <w:rsid w:val="00317E7E"/>
    <w:rsid w:val="0032044C"/>
    <w:rsid w:val="00320792"/>
    <w:rsid w:val="0032082C"/>
    <w:rsid w:val="0032083B"/>
    <w:rsid w:val="003209F0"/>
    <w:rsid w:val="00320AA3"/>
    <w:rsid w:val="00321924"/>
    <w:rsid w:val="00322774"/>
    <w:rsid w:val="0032287A"/>
    <w:rsid w:val="003230CE"/>
    <w:rsid w:val="00323565"/>
    <w:rsid w:val="0032361C"/>
    <w:rsid w:val="00323E05"/>
    <w:rsid w:val="00324055"/>
    <w:rsid w:val="003245D6"/>
    <w:rsid w:val="00324B0E"/>
    <w:rsid w:val="00324F4C"/>
    <w:rsid w:val="0032529C"/>
    <w:rsid w:val="00325C89"/>
    <w:rsid w:val="00325ED6"/>
    <w:rsid w:val="00325F3A"/>
    <w:rsid w:val="00325FA9"/>
    <w:rsid w:val="00326130"/>
    <w:rsid w:val="00326361"/>
    <w:rsid w:val="003267AA"/>
    <w:rsid w:val="003267BF"/>
    <w:rsid w:val="00326801"/>
    <w:rsid w:val="00327283"/>
    <w:rsid w:val="00327557"/>
    <w:rsid w:val="00327892"/>
    <w:rsid w:val="00330856"/>
    <w:rsid w:val="0033085C"/>
    <w:rsid w:val="00331012"/>
    <w:rsid w:val="00331205"/>
    <w:rsid w:val="0033276F"/>
    <w:rsid w:val="00332962"/>
    <w:rsid w:val="00332D2E"/>
    <w:rsid w:val="00333482"/>
    <w:rsid w:val="00333CEF"/>
    <w:rsid w:val="00333E34"/>
    <w:rsid w:val="00334526"/>
    <w:rsid w:val="0033529F"/>
    <w:rsid w:val="003367A9"/>
    <w:rsid w:val="00336A5E"/>
    <w:rsid w:val="003374D4"/>
    <w:rsid w:val="0033781D"/>
    <w:rsid w:val="00340488"/>
    <w:rsid w:val="003405C6"/>
    <w:rsid w:val="00340952"/>
    <w:rsid w:val="00340AD1"/>
    <w:rsid w:val="00340B12"/>
    <w:rsid w:val="003414C0"/>
    <w:rsid w:val="0034156A"/>
    <w:rsid w:val="0034224C"/>
    <w:rsid w:val="0034237A"/>
    <w:rsid w:val="00342477"/>
    <w:rsid w:val="0034250B"/>
    <w:rsid w:val="003425E9"/>
    <w:rsid w:val="00342B45"/>
    <w:rsid w:val="00342C77"/>
    <w:rsid w:val="00343324"/>
    <w:rsid w:val="003435CE"/>
    <w:rsid w:val="003435E9"/>
    <w:rsid w:val="00343C50"/>
    <w:rsid w:val="00344210"/>
    <w:rsid w:val="0034430E"/>
    <w:rsid w:val="00344628"/>
    <w:rsid w:val="00344E37"/>
    <w:rsid w:val="0034504C"/>
    <w:rsid w:val="00345374"/>
    <w:rsid w:val="003453AA"/>
    <w:rsid w:val="0034576D"/>
    <w:rsid w:val="00345C66"/>
    <w:rsid w:val="00345D2B"/>
    <w:rsid w:val="00345FDC"/>
    <w:rsid w:val="00346051"/>
    <w:rsid w:val="003463C0"/>
    <w:rsid w:val="003468CF"/>
    <w:rsid w:val="00346CD7"/>
    <w:rsid w:val="003470F8"/>
    <w:rsid w:val="003473EC"/>
    <w:rsid w:val="003475AD"/>
    <w:rsid w:val="00347A5E"/>
    <w:rsid w:val="003501A3"/>
    <w:rsid w:val="003503BC"/>
    <w:rsid w:val="00350981"/>
    <w:rsid w:val="00351089"/>
    <w:rsid w:val="0035123D"/>
    <w:rsid w:val="0035173D"/>
    <w:rsid w:val="00351862"/>
    <w:rsid w:val="0035226E"/>
    <w:rsid w:val="00352377"/>
    <w:rsid w:val="0035281F"/>
    <w:rsid w:val="00352F95"/>
    <w:rsid w:val="003530BD"/>
    <w:rsid w:val="00353BDC"/>
    <w:rsid w:val="00353EE4"/>
    <w:rsid w:val="00354205"/>
    <w:rsid w:val="00354621"/>
    <w:rsid w:val="003547D7"/>
    <w:rsid w:val="003549F5"/>
    <w:rsid w:val="00354A33"/>
    <w:rsid w:val="00354FD5"/>
    <w:rsid w:val="003553EA"/>
    <w:rsid w:val="0035585D"/>
    <w:rsid w:val="00355CA1"/>
    <w:rsid w:val="00356539"/>
    <w:rsid w:val="00357151"/>
    <w:rsid w:val="003573DD"/>
    <w:rsid w:val="003574C6"/>
    <w:rsid w:val="00357553"/>
    <w:rsid w:val="0036011A"/>
    <w:rsid w:val="00360161"/>
    <w:rsid w:val="00360296"/>
    <w:rsid w:val="003610A2"/>
    <w:rsid w:val="00361401"/>
    <w:rsid w:val="003614E0"/>
    <w:rsid w:val="00361530"/>
    <w:rsid w:val="003616C9"/>
    <w:rsid w:val="00361B11"/>
    <w:rsid w:val="00361BA2"/>
    <w:rsid w:val="00362289"/>
    <w:rsid w:val="003627C3"/>
    <w:rsid w:val="00362A1B"/>
    <w:rsid w:val="00362A74"/>
    <w:rsid w:val="00362D09"/>
    <w:rsid w:val="00362E09"/>
    <w:rsid w:val="00362E0F"/>
    <w:rsid w:val="00362E50"/>
    <w:rsid w:val="0036329E"/>
    <w:rsid w:val="00363C35"/>
    <w:rsid w:val="003642E0"/>
    <w:rsid w:val="00364A19"/>
    <w:rsid w:val="00364ED1"/>
    <w:rsid w:val="003651FC"/>
    <w:rsid w:val="00365305"/>
    <w:rsid w:val="003657EC"/>
    <w:rsid w:val="00365C7A"/>
    <w:rsid w:val="00365C86"/>
    <w:rsid w:val="00365F41"/>
    <w:rsid w:val="00366510"/>
    <w:rsid w:val="003676C6"/>
    <w:rsid w:val="0036784A"/>
    <w:rsid w:val="003679C8"/>
    <w:rsid w:val="00367E0E"/>
    <w:rsid w:val="00367E33"/>
    <w:rsid w:val="00367E9C"/>
    <w:rsid w:val="003702BE"/>
    <w:rsid w:val="003709FA"/>
    <w:rsid w:val="00370CD5"/>
    <w:rsid w:val="00370CF8"/>
    <w:rsid w:val="00371225"/>
    <w:rsid w:val="00371360"/>
    <w:rsid w:val="00371AC8"/>
    <w:rsid w:val="00371AF0"/>
    <w:rsid w:val="00371B11"/>
    <w:rsid w:val="00371BBF"/>
    <w:rsid w:val="00371C96"/>
    <w:rsid w:val="0037242C"/>
    <w:rsid w:val="0037248A"/>
    <w:rsid w:val="00372A4F"/>
    <w:rsid w:val="00372AAC"/>
    <w:rsid w:val="00373258"/>
    <w:rsid w:val="0037352F"/>
    <w:rsid w:val="0037354E"/>
    <w:rsid w:val="00373BAD"/>
    <w:rsid w:val="00373ED9"/>
    <w:rsid w:val="003743F7"/>
    <w:rsid w:val="003744FD"/>
    <w:rsid w:val="00374C40"/>
    <w:rsid w:val="003752ED"/>
    <w:rsid w:val="0037559B"/>
    <w:rsid w:val="00375D98"/>
    <w:rsid w:val="00375E67"/>
    <w:rsid w:val="003760D4"/>
    <w:rsid w:val="00376166"/>
    <w:rsid w:val="003765F3"/>
    <w:rsid w:val="00376696"/>
    <w:rsid w:val="00376738"/>
    <w:rsid w:val="003775C7"/>
    <w:rsid w:val="00377712"/>
    <w:rsid w:val="00377838"/>
    <w:rsid w:val="003779BF"/>
    <w:rsid w:val="00377CE9"/>
    <w:rsid w:val="00377DDD"/>
    <w:rsid w:val="00377F9E"/>
    <w:rsid w:val="00380491"/>
    <w:rsid w:val="0038051B"/>
    <w:rsid w:val="0038062D"/>
    <w:rsid w:val="0038089D"/>
    <w:rsid w:val="00380948"/>
    <w:rsid w:val="0038139A"/>
    <w:rsid w:val="00382179"/>
    <w:rsid w:val="003821E0"/>
    <w:rsid w:val="00382906"/>
    <w:rsid w:val="0038291E"/>
    <w:rsid w:val="00382F61"/>
    <w:rsid w:val="003830F0"/>
    <w:rsid w:val="00383184"/>
    <w:rsid w:val="00383390"/>
    <w:rsid w:val="00383858"/>
    <w:rsid w:val="00383A98"/>
    <w:rsid w:val="003841DC"/>
    <w:rsid w:val="0038462C"/>
    <w:rsid w:val="00384667"/>
    <w:rsid w:val="00384B8F"/>
    <w:rsid w:val="00385469"/>
    <w:rsid w:val="00385570"/>
    <w:rsid w:val="0038573F"/>
    <w:rsid w:val="003858C5"/>
    <w:rsid w:val="00385CFC"/>
    <w:rsid w:val="00385DDB"/>
    <w:rsid w:val="0038642A"/>
    <w:rsid w:val="0038654D"/>
    <w:rsid w:val="003865CD"/>
    <w:rsid w:val="003869CF"/>
    <w:rsid w:val="00386C2C"/>
    <w:rsid w:val="0038715F"/>
    <w:rsid w:val="00387720"/>
    <w:rsid w:val="00387E46"/>
    <w:rsid w:val="00387E76"/>
    <w:rsid w:val="00387FBD"/>
    <w:rsid w:val="00390870"/>
    <w:rsid w:val="00390943"/>
    <w:rsid w:val="0039094B"/>
    <w:rsid w:val="00390979"/>
    <w:rsid w:val="003913A6"/>
    <w:rsid w:val="00391515"/>
    <w:rsid w:val="00391AC0"/>
    <w:rsid w:val="00391B41"/>
    <w:rsid w:val="00391CD1"/>
    <w:rsid w:val="003924C9"/>
    <w:rsid w:val="0039284E"/>
    <w:rsid w:val="00392AA4"/>
    <w:rsid w:val="00392BAB"/>
    <w:rsid w:val="00394291"/>
    <w:rsid w:val="00394713"/>
    <w:rsid w:val="00394C4C"/>
    <w:rsid w:val="00394ED1"/>
    <w:rsid w:val="0039558C"/>
    <w:rsid w:val="003955B1"/>
    <w:rsid w:val="00395D09"/>
    <w:rsid w:val="00396074"/>
    <w:rsid w:val="003963B0"/>
    <w:rsid w:val="003964E8"/>
    <w:rsid w:val="00396930"/>
    <w:rsid w:val="003969E7"/>
    <w:rsid w:val="00396DDB"/>
    <w:rsid w:val="00397110"/>
    <w:rsid w:val="003975C2"/>
    <w:rsid w:val="003975F4"/>
    <w:rsid w:val="003976EF"/>
    <w:rsid w:val="003A000F"/>
    <w:rsid w:val="003A00DB"/>
    <w:rsid w:val="003A0167"/>
    <w:rsid w:val="003A02A1"/>
    <w:rsid w:val="003A0B4F"/>
    <w:rsid w:val="003A0E2D"/>
    <w:rsid w:val="003A0EF4"/>
    <w:rsid w:val="003A1095"/>
    <w:rsid w:val="003A10CE"/>
    <w:rsid w:val="003A1105"/>
    <w:rsid w:val="003A110D"/>
    <w:rsid w:val="003A1425"/>
    <w:rsid w:val="003A1FE0"/>
    <w:rsid w:val="003A20B0"/>
    <w:rsid w:val="003A24E7"/>
    <w:rsid w:val="003A2785"/>
    <w:rsid w:val="003A2800"/>
    <w:rsid w:val="003A3354"/>
    <w:rsid w:val="003A3567"/>
    <w:rsid w:val="003A3575"/>
    <w:rsid w:val="003A3924"/>
    <w:rsid w:val="003A3B2C"/>
    <w:rsid w:val="003A40E3"/>
    <w:rsid w:val="003A412D"/>
    <w:rsid w:val="003A42F1"/>
    <w:rsid w:val="003A4876"/>
    <w:rsid w:val="003A49D9"/>
    <w:rsid w:val="003A4FF8"/>
    <w:rsid w:val="003A52E8"/>
    <w:rsid w:val="003A5CFF"/>
    <w:rsid w:val="003A5F16"/>
    <w:rsid w:val="003A607D"/>
    <w:rsid w:val="003A61C3"/>
    <w:rsid w:val="003A6754"/>
    <w:rsid w:val="003A699A"/>
    <w:rsid w:val="003A6F0C"/>
    <w:rsid w:val="003A7A04"/>
    <w:rsid w:val="003B0A78"/>
    <w:rsid w:val="003B0BE2"/>
    <w:rsid w:val="003B0BE6"/>
    <w:rsid w:val="003B0CA7"/>
    <w:rsid w:val="003B144F"/>
    <w:rsid w:val="003B161C"/>
    <w:rsid w:val="003B1826"/>
    <w:rsid w:val="003B1E77"/>
    <w:rsid w:val="003B1E7C"/>
    <w:rsid w:val="003B1F86"/>
    <w:rsid w:val="003B22C4"/>
    <w:rsid w:val="003B2AE9"/>
    <w:rsid w:val="003B314F"/>
    <w:rsid w:val="003B37EC"/>
    <w:rsid w:val="003B392D"/>
    <w:rsid w:val="003B3DEC"/>
    <w:rsid w:val="003B3FDB"/>
    <w:rsid w:val="003B507A"/>
    <w:rsid w:val="003B50D2"/>
    <w:rsid w:val="003B5403"/>
    <w:rsid w:val="003B6776"/>
    <w:rsid w:val="003B678B"/>
    <w:rsid w:val="003B68AE"/>
    <w:rsid w:val="003B68CF"/>
    <w:rsid w:val="003B6B27"/>
    <w:rsid w:val="003B6DDD"/>
    <w:rsid w:val="003B6E9B"/>
    <w:rsid w:val="003B6FE6"/>
    <w:rsid w:val="003B78FE"/>
    <w:rsid w:val="003B7C45"/>
    <w:rsid w:val="003B7DB4"/>
    <w:rsid w:val="003C094B"/>
    <w:rsid w:val="003C0C88"/>
    <w:rsid w:val="003C18B0"/>
    <w:rsid w:val="003C2133"/>
    <w:rsid w:val="003C2172"/>
    <w:rsid w:val="003C30A8"/>
    <w:rsid w:val="003C30BF"/>
    <w:rsid w:val="003C30FC"/>
    <w:rsid w:val="003C312D"/>
    <w:rsid w:val="003C3236"/>
    <w:rsid w:val="003C37B1"/>
    <w:rsid w:val="003C39D9"/>
    <w:rsid w:val="003C3DF1"/>
    <w:rsid w:val="003C414D"/>
    <w:rsid w:val="003C474A"/>
    <w:rsid w:val="003C578E"/>
    <w:rsid w:val="003C617E"/>
    <w:rsid w:val="003C62CC"/>
    <w:rsid w:val="003C675C"/>
    <w:rsid w:val="003C681F"/>
    <w:rsid w:val="003C6D9F"/>
    <w:rsid w:val="003C71E0"/>
    <w:rsid w:val="003C7367"/>
    <w:rsid w:val="003C763B"/>
    <w:rsid w:val="003C78F0"/>
    <w:rsid w:val="003C7FBB"/>
    <w:rsid w:val="003D08E1"/>
    <w:rsid w:val="003D0DA6"/>
    <w:rsid w:val="003D0DE7"/>
    <w:rsid w:val="003D1494"/>
    <w:rsid w:val="003D1AF0"/>
    <w:rsid w:val="003D1C00"/>
    <w:rsid w:val="003D1E40"/>
    <w:rsid w:val="003D2105"/>
    <w:rsid w:val="003D23BB"/>
    <w:rsid w:val="003D265F"/>
    <w:rsid w:val="003D2F72"/>
    <w:rsid w:val="003D3339"/>
    <w:rsid w:val="003D36A5"/>
    <w:rsid w:val="003D36E9"/>
    <w:rsid w:val="003D3B95"/>
    <w:rsid w:val="003D3BFF"/>
    <w:rsid w:val="003D3D3C"/>
    <w:rsid w:val="003D4C0D"/>
    <w:rsid w:val="003D5012"/>
    <w:rsid w:val="003D5362"/>
    <w:rsid w:val="003D5F01"/>
    <w:rsid w:val="003D64C7"/>
    <w:rsid w:val="003D6828"/>
    <w:rsid w:val="003D6BA4"/>
    <w:rsid w:val="003D78FA"/>
    <w:rsid w:val="003D7ADA"/>
    <w:rsid w:val="003D7E9C"/>
    <w:rsid w:val="003E00F9"/>
    <w:rsid w:val="003E0703"/>
    <w:rsid w:val="003E0BCC"/>
    <w:rsid w:val="003E0FB3"/>
    <w:rsid w:val="003E10D2"/>
    <w:rsid w:val="003E12A9"/>
    <w:rsid w:val="003E1490"/>
    <w:rsid w:val="003E259B"/>
    <w:rsid w:val="003E265E"/>
    <w:rsid w:val="003E2695"/>
    <w:rsid w:val="003E2849"/>
    <w:rsid w:val="003E2897"/>
    <w:rsid w:val="003E2A2F"/>
    <w:rsid w:val="003E3222"/>
    <w:rsid w:val="003E3602"/>
    <w:rsid w:val="003E3873"/>
    <w:rsid w:val="003E44C3"/>
    <w:rsid w:val="003E45EC"/>
    <w:rsid w:val="003E5A95"/>
    <w:rsid w:val="003E5C63"/>
    <w:rsid w:val="003E5CA4"/>
    <w:rsid w:val="003E5D73"/>
    <w:rsid w:val="003E6317"/>
    <w:rsid w:val="003E63A3"/>
    <w:rsid w:val="003E6709"/>
    <w:rsid w:val="003E67CA"/>
    <w:rsid w:val="003E6A17"/>
    <w:rsid w:val="003E6A5C"/>
    <w:rsid w:val="003E6D58"/>
    <w:rsid w:val="003E7613"/>
    <w:rsid w:val="003E7F3B"/>
    <w:rsid w:val="003F038D"/>
    <w:rsid w:val="003F0524"/>
    <w:rsid w:val="003F06E0"/>
    <w:rsid w:val="003F0C1C"/>
    <w:rsid w:val="003F148A"/>
    <w:rsid w:val="003F1F53"/>
    <w:rsid w:val="003F226E"/>
    <w:rsid w:val="003F2371"/>
    <w:rsid w:val="003F2DC4"/>
    <w:rsid w:val="003F31F5"/>
    <w:rsid w:val="003F3325"/>
    <w:rsid w:val="003F34B6"/>
    <w:rsid w:val="003F3D32"/>
    <w:rsid w:val="003F3F16"/>
    <w:rsid w:val="003F3FAC"/>
    <w:rsid w:val="003F4A01"/>
    <w:rsid w:val="003F4B0E"/>
    <w:rsid w:val="003F4CA6"/>
    <w:rsid w:val="003F51A4"/>
    <w:rsid w:val="003F62FF"/>
    <w:rsid w:val="003F691F"/>
    <w:rsid w:val="003F6F38"/>
    <w:rsid w:val="003F759B"/>
    <w:rsid w:val="003F7692"/>
    <w:rsid w:val="003F7FB3"/>
    <w:rsid w:val="004003D7"/>
    <w:rsid w:val="00400819"/>
    <w:rsid w:val="004009A3"/>
    <w:rsid w:val="004011B4"/>
    <w:rsid w:val="00401310"/>
    <w:rsid w:val="00401335"/>
    <w:rsid w:val="004013E2"/>
    <w:rsid w:val="00401CE5"/>
    <w:rsid w:val="00401D6C"/>
    <w:rsid w:val="00401D91"/>
    <w:rsid w:val="00401F9C"/>
    <w:rsid w:val="00402021"/>
    <w:rsid w:val="004022CA"/>
    <w:rsid w:val="004027F0"/>
    <w:rsid w:val="0040297E"/>
    <w:rsid w:val="0040306B"/>
    <w:rsid w:val="00403A57"/>
    <w:rsid w:val="00403A67"/>
    <w:rsid w:val="00403D66"/>
    <w:rsid w:val="00403D9F"/>
    <w:rsid w:val="00403ECE"/>
    <w:rsid w:val="00404039"/>
    <w:rsid w:val="00404609"/>
    <w:rsid w:val="00405062"/>
    <w:rsid w:val="004051D7"/>
    <w:rsid w:val="0040570A"/>
    <w:rsid w:val="00405A25"/>
    <w:rsid w:val="00405C7A"/>
    <w:rsid w:val="004062E3"/>
    <w:rsid w:val="004065C3"/>
    <w:rsid w:val="00406BBA"/>
    <w:rsid w:val="00406E82"/>
    <w:rsid w:val="00410770"/>
    <w:rsid w:val="0041089C"/>
    <w:rsid w:val="00410966"/>
    <w:rsid w:val="00410E02"/>
    <w:rsid w:val="0041106F"/>
    <w:rsid w:val="00411765"/>
    <w:rsid w:val="004119BC"/>
    <w:rsid w:val="004123F4"/>
    <w:rsid w:val="00412542"/>
    <w:rsid w:val="0041299E"/>
    <w:rsid w:val="00412B1C"/>
    <w:rsid w:val="0041313A"/>
    <w:rsid w:val="00413666"/>
    <w:rsid w:val="00413E23"/>
    <w:rsid w:val="00413F17"/>
    <w:rsid w:val="004146E0"/>
    <w:rsid w:val="00414843"/>
    <w:rsid w:val="0041541C"/>
    <w:rsid w:val="004156EF"/>
    <w:rsid w:val="00415BA7"/>
    <w:rsid w:val="00415DFA"/>
    <w:rsid w:val="00415E3E"/>
    <w:rsid w:val="004162A3"/>
    <w:rsid w:val="004162EB"/>
    <w:rsid w:val="0041648E"/>
    <w:rsid w:val="0041650A"/>
    <w:rsid w:val="00416AE5"/>
    <w:rsid w:val="00416BD0"/>
    <w:rsid w:val="004172D5"/>
    <w:rsid w:val="004172F8"/>
    <w:rsid w:val="00417F29"/>
    <w:rsid w:val="00420121"/>
    <w:rsid w:val="00420591"/>
    <w:rsid w:val="0042070F"/>
    <w:rsid w:val="00420763"/>
    <w:rsid w:val="00420884"/>
    <w:rsid w:val="0042095D"/>
    <w:rsid w:val="00420EDC"/>
    <w:rsid w:val="004210F2"/>
    <w:rsid w:val="00421340"/>
    <w:rsid w:val="00421814"/>
    <w:rsid w:val="00421E82"/>
    <w:rsid w:val="004221FD"/>
    <w:rsid w:val="0042290E"/>
    <w:rsid w:val="00422AAB"/>
    <w:rsid w:val="004230AE"/>
    <w:rsid w:val="00423856"/>
    <w:rsid w:val="00424154"/>
    <w:rsid w:val="00424279"/>
    <w:rsid w:val="0042436C"/>
    <w:rsid w:val="004243A9"/>
    <w:rsid w:val="0042444C"/>
    <w:rsid w:val="0042468B"/>
    <w:rsid w:val="0042491D"/>
    <w:rsid w:val="00424FCC"/>
    <w:rsid w:val="00425049"/>
    <w:rsid w:val="0042534C"/>
    <w:rsid w:val="0042587C"/>
    <w:rsid w:val="00425A7C"/>
    <w:rsid w:val="00425C24"/>
    <w:rsid w:val="00425D31"/>
    <w:rsid w:val="00426581"/>
    <w:rsid w:val="0042693F"/>
    <w:rsid w:val="004270FB"/>
    <w:rsid w:val="00427443"/>
    <w:rsid w:val="004274B7"/>
    <w:rsid w:val="0042765C"/>
    <w:rsid w:val="00427724"/>
    <w:rsid w:val="0042781E"/>
    <w:rsid w:val="00427A7C"/>
    <w:rsid w:val="00427BF1"/>
    <w:rsid w:val="00427D4A"/>
    <w:rsid w:val="00427EB9"/>
    <w:rsid w:val="00430001"/>
    <w:rsid w:val="00430D53"/>
    <w:rsid w:val="00430D70"/>
    <w:rsid w:val="004310FE"/>
    <w:rsid w:val="00431917"/>
    <w:rsid w:val="004319EC"/>
    <w:rsid w:val="00431EC7"/>
    <w:rsid w:val="00432B27"/>
    <w:rsid w:val="00432D2B"/>
    <w:rsid w:val="0043302F"/>
    <w:rsid w:val="0043315F"/>
    <w:rsid w:val="004332E8"/>
    <w:rsid w:val="00433456"/>
    <w:rsid w:val="00433567"/>
    <w:rsid w:val="004336E0"/>
    <w:rsid w:val="00433753"/>
    <w:rsid w:val="00433BD3"/>
    <w:rsid w:val="00433D45"/>
    <w:rsid w:val="00433E84"/>
    <w:rsid w:val="0043416E"/>
    <w:rsid w:val="00434231"/>
    <w:rsid w:val="004342D5"/>
    <w:rsid w:val="004343D0"/>
    <w:rsid w:val="00434DB2"/>
    <w:rsid w:val="004350AE"/>
    <w:rsid w:val="00435C4D"/>
    <w:rsid w:val="00435DC0"/>
    <w:rsid w:val="00436BA2"/>
    <w:rsid w:val="00436E1F"/>
    <w:rsid w:val="0043728C"/>
    <w:rsid w:val="0043740F"/>
    <w:rsid w:val="004374F2"/>
    <w:rsid w:val="00437B48"/>
    <w:rsid w:val="00440002"/>
    <w:rsid w:val="00440222"/>
    <w:rsid w:val="004402DF"/>
    <w:rsid w:val="00440816"/>
    <w:rsid w:val="00440E84"/>
    <w:rsid w:val="00440FC7"/>
    <w:rsid w:val="004414A1"/>
    <w:rsid w:val="004414A7"/>
    <w:rsid w:val="0044167F"/>
    <w:rsid w:val="00441C4C"/>
    <w:rsid w:val="00441D7D"/>
    <w:rsid w:val="00441E8F"/>
    <w:rsid w:val="004424A2"/>
    <w:rsid w:val="0044275B"/>
    <w:rsid w:val="0044312A"/>
    <w:rsid w:val="004434FD"/>
    <w:rsid w:val="0044411B"/>
    <w:rsid w:val="00444262"/>
    <w:rsid w:val="004445E1"/>
    <w:rsid w:val="004448EA"/>
    <w:rsid w:val="00444AA2"/>
    <w:rsid w:val="00444CE2"/>
    <w:rsid w:val="00445196"/>
    <w:rsid w:val="004452DB"/>
    <w:rsid w:val="0044554D"/>
    <w:rsid w:val="00445A9C"/>
    <w:rsid w:val="00445C45"/>
    <w:rsid w:val="00446229"/>
    <w:rsid w:val="004464BE"/>
    <w:rsid w:val="0044694B"/>
    <w:rsid w:val="00446D2F"/>
    <w:rsid w:val="004474F9"/>
    <w:rsid w:val="00447BB8"/>
    <w:rsid w:val="004511FA"/>
    <w:rsid w:val="0045141E"/>
    <w:rsid w:val="00451BC0"/>
    <w:rsid w:val="00452011"/>
    <w:rsid w:val="0045203F"/>
    <w:rsid w:val="0045207E"/>
    <w:rsid w:val="0045314C"/>
    <w:rsid w:val="00453F18"/>
    <w:rsid w:val="00454289"/>
    <w:rsid w:val="00454455"/>
    <w:rsid w:val="0045490C"/>
    <w:rsid w:val="00454974"/>
    <w:rsid w:val="004550BD"/>
    <w:rsid w:val="004550FF"/>
    <w:rsid w:val="004553B0"/>
    <w:rsid w:val="0045540C"/>
    <w:rsid w:val="00455BA5"/>
    <w:rsid w:val="00455DF9"/>
    <w:rsid w:val="00456142"/>
    <w:rsid w:val="004561B5"/>
    <w:rsid w:val="00456B53"/>
    <w:rsid w:val="00456D39"/>
    <w:rsid w:val="0045716D"/>
    <w:rsid w:val="004573DB"/>
    <w:rsid w:val="00460722"/>
    <w:rsid w:val="00461586"/>
    <w:rsid w:val="00461D6E"/>
    <w:rsid w:val="00462970"/>
    <w:rsid w:val="00462B95"/>
    <w:rsid w:val="0046326D"/>
    <w:rsid w:val="004638AA"/>
    <w:rsid w:val="00464CBA"/>
    <w:rsid w:val="00465258"/>
    <w:rsid w:val="004655B7"/>
    <w:rsid w:val="004655C7"/>
    <w:rsid w:val="004656B4"/>
    <w:rsid w:val="00465888"/>
    <w:rsid w:val="00465BBC"/>
    <w:rsid w:val="00465BCB"/>
    <w:rsid w:val="00465BE4"/>
    <w:rsid w:val="00465D59"/>
    <w:rsid w:val="004661CA"/>
    <w:rsid w:val="004664B3"/>
    <w:rsid w:val="00466578"/>
    <w:rsid w:val="00466B47"/>
    <w:rsid w:val="00466E04"/>
    <w:rsid w:val="0046758B"/>
    <w:rsid w:val="00467CF1"/>
    <w:rsid w:val="00467D5D"/>
    <w:rsid w:val="00470034"/>
    <w:rsid w:val="00470444"/>
    <w:rsid w:val="00470452"/>
    <w:rsid w:val="00470992"/>
    <w:rsid w:val="00470AC8"/>
    <w:rsid w:val="00470E45"/>
    <w:rsid w:val="00470E9F"/>
    <w:rsid w:val="004712A2"/>
    <w:rsid w:val="00471430"/>
    <w:rsid w:val="004715B8"/>
    <w:rsid w:val="00471900"/>
    <w:rsid w:val="004719E1"/>
    <w:rsid w:val="00471DC9"/>
    <w:rsid w:val="0047202B"/>
    <w:rsid w:val="00472353"/>
    <w:rsid w:val="00472BB2"/>
    <w:rsid w:val="00472CC8"/>
    <w:rsid w:val="004730ED"/>
    <w:rsid w:val="0047386D"/>
    <w:rsid w:val="00473AF2"/>
    <w:rsid w:val="0047402E"/>
    <w:rsid w:val="004740BC"/>
    <w:rsid w:val="004745E7"/>
    <w:rsid w:val="00474634"/>
    <w:rsid w:val="00476655"/>
    <w:rsid w:val="00476B6E"/>
    <w:rsid w:val="0047777E"/>
    <w:rsid w:val="0048057C"/>
    <w:rsid w:val="0048140E"/>
    <w:rsid w:val="00481826"/>
    <w:rsid w:val="00481F41"/>
    <w:rsid w:val="004824D8"/>
    <w:rsid w:val="00482B18"/>
    <w:rsid w:val="00482DAC"/>
    <w:rsid w:val="004830E6"/>
    <w:rsid w:val="00483120"/>
    <w:rsid w:val="004836C5"/>
    <w:rsid w:val="004850EE"/>
    <w:rsid w:val="00485432"/>
    <w:rsid w:val="00485AA2"/>
    <w:rsid w:val="00485F7F"/>
    <w:rsid w:val="00486725"/>
    <w:rsid w:val="00486847"/>
    <w:rsid w:val="004872B6"/>
    <w:rsid w:val="004878AA"/>
    <w:rsid w:val="00487A07"/>
    <w:rsid w:val="00487B1B"/>
    <w:rsid w:val="00487F3F"/>
    <w:rsid w:val="00490624"/>
    <w:rsid w:val="00490EAD"/>
    <w:rsid w:val="004910CA"/>
    <w:rsid w:val="00491395"/>
    <w:rsid w:val="00491B2A"/>
    <w:rsid w:val="00491E6B"/>
    <w:rsid w:val="004922FD"/>
    <w:rsid w:val="00492697"/>
    <w:rsid w:val="004927AA"/>
    <w:rsid w:val="00492876"/>
    <w:rsid w:val="00492C09"/>
    <w:rsid w:val="00493061"/>
    <w:rsid w:val="00493080"/>
    <w:rsid w:val="004931CF"/>
    <w:rsid w:val="00493EEC"/>
    <w:rsid w:val="00493FE9"/>
    <w:rsid w:val="0049427C"/>
    <w:rsid w:val="00494348"/>
    <w:rsid w:val="004952F4"/>
    <w:rsid w:val="004958CD"/>
    <w:rsid w:val="0049602D"/>
    <w:rsid w:val="0049613D"/>
    <w:rsid w:val="0049688E"/>
    <w:rsid w:val="00496B61"/>
    <w:rsid w:val="00497162"/>
    <w:rsid w:val="004973AE"/>
    <w:rsid w:val="004975CC"/>
    <w:rsid w:val="0049779F"/>
    <w:rsid w:val="00497E7B"/>
    <w:rsid w:val="004A03B5"/>
    <w:rsid w:val="004A0FA8"/>
    <w:rsid w:val="004A140B"/>
    <w:rsid w:val="004A18D8"/>
    <w:rsid w:val="004A195A"/>
    <w:rsid w:val="004A2683"/>
    <w:rsid w:val="004A276A"/>
    <w:rsid w:val="004A2E7F"/>
    <w:rsid w:val="004A339F"/>
    <w:rsid w:val="004A351E"/>
    <w:rsid w:val="004A3819"/>
    <w:rsid w:val="004A4359"/>
    <w:rsid w:val="004A4778"/>
    <w:rsid w:val="004A48BC"/>
    <w:rsid w:val="004A48D8"/>
    <w:rsid w:val="004A5300"/>
    <w:rsid w:val="004A5433"/>
    <w:rsid w:val="004A5676"/>
    <w:rsid w:val="004A57EE"/>
    <w:rsid w:val="004A58F7"/>
    <w:rsid w:val="004A5F17"/>
    <w:rsid w:val="004A5F59"/>
    <w:rsid w:val="004A651F"/>
    <w:rsid w:val="004A6A7D"/>
    <w:rsid w:val="004A6D26"/>
    <w:rsid w:val="004A72D3"/>
    <w:rsid w:val="004A75CD"/>
    <w:rsid w:val="004A79A3"/>
    <w:rsid w:val="004A7B84"/>
    <w:rsid w:val="004A7D06"/>
    <w:rsid w:val="004A7EC2"/>
    <w:rsid w:val="004B0883"/>
    <w:rsid w:val="004B0A87"/>
    <w:rsid w:val="004B1A85"/>
    <w:rsid w:val="004B1A95"/>
    <w:rsid w:val="004B226C"/>
    <w:rsid w:val="004B234C"/>
    <w:rsid w:val="004B2C1F"/>
    <w:rsid w:val="004B2D2E"/>
    <w:rsid w:val="004B359E"/>
    <w:rsid w:val="004B35B1"/>
    <w:rsid w:val="004B3719"/>
    <w:rsid w:val="004B3B45"/>
    <w:rsid w:val="004B4180"/>
    <w:rsid w:val="004B419A"/>
    <w:rsid w:val="004B45DE"/>
    <w:rsid w:val="004B4A25"/>
    <w:rsid w:val="004B4A44"/>
    <w:rsid w:val="004B5840"/>
    <w:rsid w:val="004B5B8D"/>
    <w:rsid w:val="004B5C1C"/>
    <w:rsid w:val="004B5EF7"/>
    <w:rsid w:val="004B67A3"/>
    <w:rsid w:val="004B6BB8"/>
    <w:rsid w:val="004B6C51"/>
    <w:rsid w:val="004B6DD6"/>
    <w:rsid w:val="004B7350"/>
    <w:rsid w:val="004B7795"/>
    <w:rsid w:val="004B7953"/>
    <w:rsid w:val="004B7F7B"/>
    <w:rsid w:val="004C067E"/>
    <w:rsid w:val="004C08CA"/>
    <w:rsid w:val="004C0ADE"/>
    <w:rsid w:val="004C146D"/>
    <w:rsid w:val="004C218D"/>
    <w:rsid w:val="004C2890"/>
    <w:rsid w:val="004C2936"/>
    <w:rsid w:val="004C2BB0"/>
    <w:rsid w:val="004C331E"/>
    <w:rsid w:val="004C3E0C"/>
    <w:rsid w:val="004C3E2A"/>
    <w:rsid w:val="004C3F86"/>
    <w:rsid w:val="004C44DC"/>
    <w:rsid w:val="004C455E"/>
    <w:rsid w:val="004C4570"/>
    <w:rsid w:val="004C4660"/>
    <w:rsid w:val="004C4AD8"/>
    <w:rsid w:val="004C4B6E"/>
    <w:rsid w:val="004C5026"/>
    <w:rsid w:val="004C50B5"/>
    <w:rsid w:val="004C521B"/>
    <w:rsid w:val="004C5C7E"/>
    <w:rsid w:val="004C6184"/>
    <w:rsid w:val="004C6642"/>
    <w:rsid w:val="004C7020"/>
    <w:rsid w:val="004D01C2"/>
    <w:rsid w:val="004D0255"/>
    <w:rsid w:val="004D051D"/>
    <w:rsid w:val="004D07F5"/>
    <w:rsid w:val="004D0D96"/>
    <w:rsid w:val="004D116E"/>
    <w:rsid w:val="004D142F"/>
    <w:rsid w:val="004D14A5"/>
    <w:rsid w:val="004D1B22"/>
    <w:rsid w:val="004D1DDC"/>
    <w:rsid w:val="004D1E33"/>
    <w:rsid w:val="004D1FB3"/>
    <w:rsid w:val="004D21E7"/>
    <w:rsid w:val="004D2606"/>
    <w:rsid w:val="004D28AB"/>
    <w:rsid w:val="004D2A49"/>
    <w:rsid w:val="004D2F54"/>
    <w:rsid w:val="004D303B"/>
    <w:rsid w:val="004D3953"/>
    <w:rsid w:val="004D3FA0"/>
    <w:rsid w:val="004D478A"/>
    <w:rsid w:val="004D4C0F"/>
    <w:rsid w:val="004D5277"/>
    <w:rsid w:val="004D69E8"/>
    <w:rsid w:val="004D74E8"/>
    <w:rsid w:val="004D771D"/>
    <w:rsid w:val="004D7A58"/>
    <w:rsid w:val="004D7CC1"/>
    <w:rsid w:val="004D7F6C"/>
    <w:rsid w:val="004E04DA"/>
    <w:rsid w:val="004E085B"/>
    <w:rsid w:val="004E095C"/>
    <w:rsid w:val="004E0BCD"/>
    <w:rsid w:val="004E0CBC"/>
    <w:rsid w:val="004E1521"/>
    <w:rsid w:val="004E27A4"/>
    <w:rsid w:val="004E288B"/>
    <w:rsid w:val="004E2B41"/>
    <w:rsid w:val="004E2C7D"/>
    <w:rsid w:val="004E2E23"/>
    <w:rsid w:val="004E2FA7"/>
    <w:rsid w:val="004E353C"/>
    <w:rsid w:val="004E35FC"/>
    <w:rsid w:val="004E36CD"/>
    <w:rsid w:val="004E390B"/>
    <w:rsid w:val="004E397A"/>
    <w:rsid w:val="004E3A1B"/>
    <w:rsid w:val="004E4565"/>
    <w:rsid w:val="004E478A"/>
    <w:rsid w:val="004E4A39"/>
    <w:rsid w:val="004E4CC8"/>
    <w:rsid w:val="004E532E"/>
    <w:rsid w:val="004E6109"/>
    <w:rsid w:val="004E63B1"/>
    <w:rsid w:val="004E68DF"/>
    <w:rsid w:val="004E69B8"/>
    <w:rsid w:val="004E70DA"/>
    <w:rsid w:val="004E7C71"/>
    <w:rsid w:val="004F0116"/>
    <w:rsid w:val="004F04EA"/>
    <w:rsid w:val="004F06BB"/>
    <w:rsid w:val="004F06D0"/>
    <w:rsid w:val="004F06DE"/>
    <w:rsid w:val="004F11F7"/>
    <w:rsid w:val="004F1647"/>
    <w:rsid w:val="004F1D7C"/>
    <w:rsid w:val="004F1E7F"/>
    <w:rsid w:val="004F255B"/>
    <w:rsid w:val="004F27EE"/>
    <w:rsid w:val="004F2988"/>
    <w:rsid w:val="004F2FA3"/>
    <w:rsid w:val="004F33B2"/>
    <w:rsid w:val="004F3823"/>
    <w:rsid w:val="004F39BB"/>
    <w:rsid w:val="004F3FA9"/>
    <w:rsid w:val="004F3FE0"/>
    <w:rsid w:val="004F48F8"/>
    <w:rsid w:val="004F4BDF"/>
    <w:rsid w:val="004F50A8"/>
    <w:rsid w:val="004F5258"/>
    <w:rsid w:val="004F53F4"/>
    <w:rsid w:val="004F5648"/>
    <w:rsid w:val="004F5C8C"/>
    <w:rsid w:val="004F6397"/>
    <w:rsid w:val="004F63BB"/>
    <w:rsid w:val="004F69A0"/>
    <w:rsid w:val="004F7037"/>
    <w:rsid w:val="004F7310"/>
    <w:rsid w:val="004F7A9B"/>
    <w:rsid w:val="004F7BB4"/>
    <w:rsid w:val="00500768"/>
    <w:rsid w:val="00500B7F"/>
    <w:rsid w:val="00500C77"/>
    <w:rsid w:val="00500CDA"/>
    <w:rsid w:val="00501565"/>
    <w:rsid w:val="005015EB"/>
    <w:rsid w:val="005019BB"/>
    <w:rsid w:val="00501C87"/>
    <w:rsid w:val="00502265"/>
    <w:rsid w:val="00502542"/>
    <w:rsid w:val="00502850"/>
    <w:rsid w:val="00502BA9"/>
    <w:rsid w:val="00502CEB"/>
    <w:rsid w:val="00503A39"/>
    <w:rsid w:val="00503F43"/>
    <w:rsid w:val="005046AB"/>
    <w:rsid w:val="005048E0"/>
    <w:rsid w:val="00504DC5"/>
    <w:rsid w:val="005053F1"/>
    <w:rsid w:val="0050546F"/>
    <w:rsid w:val="00506248"/>
    <w:rsid w:val="0050643C"/>
    <w:rsid w:val="00506504"/>
    <w:rsid w:val="005070F2"/>
    <w:rsid w:val="0050744D"/>
    <w:rsid w:val="00507704"/>
    <w:rsid w:val="00507CE0"/>
    <w:rsid w:val="00510CCA"/>
    <w:rsid w:val="00510E28"/>
    <w:rsid w:val="0051161C"/>
    <w:rsid w:val="005118EB"/>
    <w:rsid w:val="005127E5"/>
    <w:rsid w:val="005128F6"/>
    <w:rsid w:val="0051291B"/>
    <w:rsid w:val="00512BB5"/>
    <w:rsid w:val="00512F27"/>
    <w:rsid w:val="00512FED"/>
    <w:rsid w:val="00513618"/>
    <w:rsid w:val="00513669"/>
    <w:rsid w:val="0051396D"/>
    <w:rsid w:val="00514152"/>
    <w:rsid w:val="0051421C"/>
    <w:rsid w:val="00514AF2"/>
    <w:rsid w:val="00515A9C"/>
    <w:rsid w:val="00516DAB"/>
    <w:rsid w:val="00516EF2"/>
    <w:rsid w:val="005170FF"/>
    <w:rsid w:val="00517106"/>
    <w:rsid w:val="00517177"/>
    <w:rsid w:val="005171A5"/>
    <w:rsid w:val="00517632"/>
    <w:rsid w:val="00517A12"/>
    <w:rsid w:val="005200AE"/>
    <w:rsid w:val="00520831"/>
    <w:rsid w:val="00520873"/>
    <w:rsid w:val="00520D97"/>
    <w:rsid w:val="00521054"/>
    <w:rsid w:val="005215C3"/>
    <w:rsid w:val="00521661"/>
    <w:rsid w:val="005216B0"/>
    <w:rsid w:val="00521933"/>
    <w:rsid w:val="00521E1E"/>
    <w:rsid w:val="0052270A"/>
    <w:rsid w:val="00522BB3"/>
    <w:rsid w:val="00522F35"/>
    <w:rsid w:val="00522FB2"/>
    <w:rsid w:val="005230C4"/>
    <w:rsid w:val="005237D8"/>
    <w:rsid w:val="005240BF"/>
    <w:rsid w:val="005245C2"/>
    <w:rsid w:val="0052466E"/>
    <w:rsid w:val="00524B6E"/>
    <w:rsid w:val="00524CC1"/>
    <w:rsid w:val="005250BE"/>
    <w:rsid w:val="00525BB3"/>
    <w:rsid w:val="005264A0"/>
    <w:rsid w:val="00530BAE"/>
    <w:rsid w:val="00530DC1"/>
    <w:rsid w:val="00531496"/>
    <w:rsid w:val="0053154E"/>
    <w:rsid w:val="005317C4"/>
    <w:rsid w:val="005319C4"/>
    <w:rsid w:val="005319FF"/>
    <w:rsid w:val="00531D37"/>
    <w:rsid w:val="005320D2"/>
    <w:rsid w:val="005321B6"/>
    <w:rsid w:val="00532874"/>
    <w:rsid w:val="00532C28"/>
    <w:rsid w:val="00532E62"/>
    <w:rsid w:val="00532F1D"/>
    <w:rsid w:val="00533973"/>
    <w:rsid w:val="00533A8F"/>
    <w:rsid w:val="00533D9A"/>
    <w:rsid w:val="00534152"/>
    <w:rsid w:val="00534491"/>
    <w:rsid w:val="005345F0"/>
    <w:rsid w:val="0053498F"/>
    <w:rsid w:val="00534C39"/>
    <w:rsid w:val="00534E23"/>
    <w:rsid w:val="00535C00"/>
    <w:rsid w:val="00535E01"/>
    <w:rsid w:val="00536097"/>
    <w:rsid w:val="0053619C"/>
    <w:rsid w:val="00536B8E"/>
    <w:rsid w:val="005373A9"/>
    <w:rsid w:val="0054080D"/>
    <w:rsid w:val="00540978"/>
    <w:rsid w:val="00540A38"/>
    <w:rsid w:val="00540A60"/>
    <w:rsid w:val="00540AF3"/>
    <w:rsid w:val="00541A47"/>
    <w:rsid w:val="00541A72"/>
    <w:rsid w:val="00541EC7"/>
    <w:rsid w:val="00542104"/>
    <w:rsid w:val="0054218D"/>
    <w:rsid w:val="00542549"/>
    <w:rsid w:val="005425D6"/>
    <w:rsid w:val="00542903"/>
    <w:rsid w:val="005432F4"/>
    <w:rsid w:val="005434C7"/>
    <w:rsid w:val="00543760"/>
    <w:rsid w:val="00544316"/>
    <w:rsid w:val="0054440C"/>
    <w:rsid w:val="00544622"/>
    <w:rsid w:val="00544A56"/>
    <w:rsid w:val="00544B13"/>
    <w:rsid w:val="00544DC1"/>
    <w:rsid w:val="00544EDD"/>
    <w:rsid w:val="00545D68"/>
    <w:rsid w:val="0054667F"/>
    <w:rsid w:val="00546C4A"/>
    <w:rsid w:val="00547042"/>
    <w:rsid w:val="005473D4"/>
    <w:rsid w:val="00547495"/>
    <w:rsid w:val="005474CF"/>
    <w:rsid w:val="005475D4"/>
    <w:rsid w:val="005476F5"/>
    <w:rsid w:val="005477CD"/>
    <w:rsid w:val="005479FA"/>
    <w:rsid w:val="00547CB2"/>
    <w:rsid w:val="0055005D"/>
    <w:rsid w:val="00550267"/>
    <w:rsid w:val="00550519"/>
    <w:rsid w:val="00550851"/>
    <w:rsid w:val="00550B8A"/>
    <w:rsid w:val="00551FB4"/>
    <w:rsid w:val="00552099"/>
    <w:rsid w:val="0055222E"/>
    <w:rsid w:val="00552337"/>
    <w:rsid w:val="005526C1"/>
    <w:rsid w:val="005528DF"/>
    <w:rsid w:val="00552958"/>
    <w:rsid w:val="00552C6E"/>
    <w:rsid w:val="005530FC"/>
    <w:rsid w:val="005531E4"/>
    <w:rsid w:val="005534A4"/>
    <w:rsid w:val="00553D3B"/>
    <w:rsid w:val="00554523"/>
    <w:rsid w:val="00554CA8"/>
    <w:rsid w:val="00555292"/>
    <w:rsid w:val="00555547"/>
    <w:rsid w:val="0055564D"/>
    <w:rsid w:val="0055565A"/>
    <w:rsid w:val="0055581C"/>
    <w:rsid w:val="00555EDF"/>
    <w:rsid w:val="00555F77"/>
    <w:rsid w:val="0055609C"/>
    <w:rsid w:val="005563F9"/>
    <w:rsid w:val="00556837"/>
    <w:rsid w:val="00557086"/>
    <w:rsid w:val="005571AF"/>
    <w:rsid w:val="00557203"/>
    <w:rsid w:val="0055747F"/>
    <w:rsid w:val="00557B07"/>
    <w:rsid w:val="00557C9C"/>
    <w:rsid w:val="00560059"/>
    <w:rsid w:val="005606B7"/>
    <w:rsid w:val="00561060"/>
    <w:rsid w:val="005612B9"/>
    <w:rsid w:val="00561430"/>
    <w:rsid w:val="005614B8"/>
    <w:rsid w:val="00561E4B"/>
    <w:rsid w:val="00562345"/>
    <w:rsid w:val="00562729"/>
    <w:rsid w:val="00562944"/>
    <w:rsid w:val="005638F4"/>
    <w:rsid w:val="00563BF4"/>
    <w:rsid w:val="00563FD0"/>
    <w:rsid w:val="00564041"/>
    <w:rsid w:val="005642BC"/>
    <w:rsid w:val="005643F2"/>
    <w:rsid w:val="005654C0"/>
    <w:rsid w:val="0056643C"/>
    <w:rsid w:val="00566DA0"/>
    <w:rsid w:val="00567423"/>
    <w:rsid w:val="00567675"/>
    <w:rsid w:val="00567D44"/>
    <w:rsid w:val="00570159"/>
    <w:rsid w:val="00570DF9"/>
    <w:rsid w:val="00570E22"/>
    <w:rsid w:val="0057161B"/>
    <w:rsid w:val="00571987"/>
    <w:rsid w:val="00571D76"/>
    <w:rsid w:val="0057213F"/>
    <w:rsid w:val="00572333"/>
    <w:rsid w:val="0057240D"/>
    <w:rsid w:val="00572823"/>
    <w:rsid w:val="0057286D"/>
    <w:rsid w:val="005728F5"/>
    <w:rsid w:val="00572D2A"/>
    <w:rsid w:val="00572F22"/>
    <w:rsid w:val="00572F97"/>
    <w:rsid w:val="005734D5"/>
    <w:rsid w:val="00573AC4"/>
    <w:rsid w:val="00573F6D"/>
    <w:rsid w:val="005745EA"/>
    <w:rsid w:val="00574611"/>
    <w:rsid w:val="00574A0F"/>
    <w:rsid w:val="00574CEA"/>
    <w:rsid w:val="00575241"/>
    <w:rsid w:val="005754C8"/>
    <w:rsid w:val="005754FE"/>
    <w:rsid w:val="00575591"/>
    <w:rsid w:val="00575D99"/>
    <w:rsid w:val="00575EE3"/>
    <w:rsid w:val="00576A47"/>
    <w:rsid w:val="00576E93"/>
    <w:rsid w:val="00577291"/>
    <w:rsid w:val="005774E2"/>
    <w:rsid w:val="00577B93"/>
    <w:rsid w:val="00577DE1"/>
    <w:rsid w:val="0058029F"/>
    <w:rsid w:val="005804B6"/>
    <w:rsid w:val="00580C31"/>
    <w:rsid w:val="00581A14"/>
    <w:rsid w:val="00581AAF"/>
    <w:rsid w:val="00582B5B"/>
    <w:rsid w:val="0058324B"/>
    <w:rsid w:val="00583394"/>
    <w:rsid w:val="00583B4D"/>
    <w:rsid w:val="00583C2E"/>
    <w:rsid w:val="00583CF9"/>
    <w:rsid w:val="00583D32"/>
    <w:rsid w:val="00584D79"/>
    <w:rsid w:val="00585144"/>
    <w:rsid w:val="005861B9"/>
    <w:rsid w:val="005867B8"/>
    <w:rsid w:val="00586ABA"/>
    <w:rsid w:val="00586D37"/>
    <w:rsid w:val="00586ED9"/>
    <w:rsid w:val="005874CD"/>
    <w:rsid w:val="0058753F"/>
    <w:rsid w:val="00587ACE"/>
    <w:rsid w:val="00587EC4"/>
    <w:rsid w:val="00590634"/>
    <w:rsid w:val="005908FE"/>
    <w:rsid w:val="00590A11"/>
    <w:rsid w:val="00590CC3"/>
    <w:rsid w:val="00590D7B"/>
    <w:rsid w:val="00590FA5"/>
    <w:rsid w:val="005918DC"/>
    <w:rsid w:val="0059192C"/>
    <w:rsid w:val="00591A8D"/>
    <w:rsid w:val="0059292F"/>
    <w:rsid w:val="005931F7"/>
    <w:rsid w:val="0059334C"/>
    <w:rsid w:val="0059371A"/>
    <w:rsid w:val="005937C0"/>
    <w:rsid w:val="005937ED"/>
    <w:rsid w:val="00593891"/>
    <w:rsid w:val="00593C68"/>
    <w:rsid w:val="00593DC0"/>
    <w:rsid w:val="00593DE3"/>
    <w:rsid w:val="005941B3"/>
    <w:rsid w:val="00594653"/>
    <w:rsid w:val="00594704"/>
    <w:rsid w:val="00595336"/>
    <w:rsid w:val="0059571B"/>
    <w:rsid w:val="00595A86"/>
    <w:rsid w:val="00596934"/>
    <w:rsid w:val="00596CA5"/>
    <w:rsid w:val="00596D1D"/>
    <w:rsid w:val="00596D27"/>
    <w:rsid w:val="00597128"/>
    <w:rsid w:val="005978E5"/>
    <w:rsid w:val="00597D00"/>
    <w:rsid w:val="00597F53"/>
    <w:rsid w:val="005A0990"/>
    <w:rsid w:val="005A118E"/>
    <w:rsid w:val="005A1437"/>
    <w:rsid w:val="005A1C64"/>
    <w:rsid w:val="005A1E72"/>
    <w:rsid w:val="005A1F71"/>
    <w:rsid w:val="005A2674"/>
    <w:rsid w:val="005A2C97"/>
    <w:rsid w:val="005A2E8C"/>
    <w:rsid w:val="005A356F"/>
    <w:rsid w:val="005A362D"/>
    <w:rsid w:val="005A364F"/>
    <w:rsid w:val="005A38B2"/>
    <w:rsid w:val="005A39FC"/>
    <w:rsid w:val="005A3BE1"/>
    <w:rsid w:val="005A3F43"/>
    <w:rsid w:val="005A402B"/>
    <w:rsid w:val="005A468A"/>
    <w:rsid w:val="005A4735"/>
    <w:rsid w:val="005A4AFE"/>
    <w:rsid w:val="005A4B77"/>
    <w:rsid w:val="005A5412"/>
    <w:rsid w:val="005A58B4"/>
    <w:rsid w:val="005A65AF"/>
    <w:rsid w:val="005A662A"/>
    <w:rsid w:val="005A6C9D"/>
    <w:rsid w:val="005A7402"/>
    <w:rsid w:val="005A7500"/>
    <w:rsid w:val="005A7BB3"/>
    <w:rsid w:val="005A7F0C"/>
    <w:rsid w:val="005B04D0"/>
    <w:rsid w:val="005B0F57"/>
    <w:rsid w:val="005B125A"/>
    <w:rsid w:val="005B1282"/>
    <w:rsid w:val="005B1578"/>
    <w:rsid w:val="005B16DD"/>
    <w:rsid w:val="005B17A9"/>
    <w:rsid w:val="005B1853"/>
    <w:rsid w:val="005B1DAB"/>
    <w:rsid w:val="005B1E01"/>
    <w:rsid w:val="005B1F77"/>
    <w:rsid w:val="005B294D"/>
    <w:rsid w:val="005B2D66"/>
    <w:rsid w:val="005B32BD"/>
    <w:rsid w:val="005B33F5"/>
    <w:rsid w:val="005B353C"/>
    <w:rsid w:val="005B35AB"/>
    <w:rsid w:val="005B36CB"/>
    <w:rsid w:val="005B3852"/>
    <w:rsid w:val="005B3B3B"/>
    <w:rsid w:val="005B3CE9"/>
    <w:rsid w:val="005B40EA"/>
    <w:rsid w:val="005B4286"/>
    <w:rsid w:val="005B459C"/>
    <w:rsid w:val="005B45C5"/>
    <w:rsid w:val="005B4701"/>
    <w:rsid w:val="005B49CC"/>
    <w:rsid w:val="005B4A00"/>
    <w:rsid w:val="005B537B"/>
    <w:rsid w:val="005B5840"/>
    <w:rsid w:val="005B6585"/>
    <w:rsid w:val="005B677E"/>
    <w:rsid w:val="005B696F"/>
    <w:rsid w:val="005B6EE0"/>
    <w:rsid w:val="005B6F5D"/>
    <w:rsid w:val="005B730D"/>
    <w:rsid w:val="005B762D"/>
    <w:rsid w:val="005B76D1"/>
    <w:rsid w:val="005B7A78"/>
    <w:rsid w:val="005B7CBC"/>
    <w:rsid w:val="005C0AA0"/>
    <w:rsid w:val="005C0E8F"/>
    <w:rsid w:val="005C162A"/>
    <w:rsid w:val="005C1997"/>
    <w:rsid w:val="005C1A8A"/>
    <w:rsid w:val="005C21F2"/>
    <w:rsid w:val="005C227D"/>
    <w:rsid w:val="005C2437"/>
    <w:rsid w:val="005C2AAD"/>
    <w:rsid w:val="005C2CC1"/>
    <w:rsid w:val="005C2D4F"/>
    <w:rsid w:val="005C3298"/>
    <w:rsid w:val="005C3457"/>
    <w:rsid w:val="005C35F2"/>
    <w:rsid w:val="005C4256"/>
    <w:rsid w:val="005C43CC"/>
    <w:rsid w:val="005C48B8"/>
    <w:rsid w:val="005C5030"/>
    <w:rsid w:val="005C55C6"/>
    <w:rsid w:val="005C55F6"/>
    <w:rsid w:val="005C5834"/>
    <w:rsid w:val="005C5DCD"/>
    <w:rsid w:val="005C5EF2"/>
    <w:rsid w:val="005C61A5"/>
    <w:rsid w:val="005C650A"/>
    <w:rsid w:val="005C6B86"/>
    <w:rsid w:val="005C7039"/>
    <w:rsid w:val="005C739D"/>
    <w:rsid w:val="005C76C7"/>
    <w:rsid w:val="005C77EF"/>
    <w:rsid w:val="005C7FCB"/>
    <w:rsid w:val="005D0EF8"/>
    <w:rsid w:val="005D0F71"/>
    <w:rsid w:val="005D0FAD"/>
    <w:rsid w:val="005D1409"/>
    <w:rsid w:val="005D1A55"/>
    <w:rsid w:val="005D237E"/>
    <w:rsid w:val="005D2931"/>
    <w:rsid w:val="005D2E2B"/>
    <w:rsid w:val="005D355E"/>
    <w:rsid w:val="005D3D49"/>
    <w:rsid w:val="005D4120"/>
    <w:rsid w:val="005D438D"/>
    <w:rsid w:val="005D4981"/>
    <w:rsid w:val="005D4ED9"/>
    <w:rsid w:val="005D5070"/>
    <w:rsid w:val="005D5728"/>
    <w:rsid w:val="005D5FD6"/>
    <w:rsid w:val="005D6004"/>
    <w:rsid w:val="005D606D"/>
    <w:rsid w:val="005D6B8D"/>
    <w:rsid w:val="005D79B8"/>
    <w:rsid w:val="005E0682"/>
    <w:rsid w:val="005E07DC"/>
    <w:rsid w:val="005E0B4B"/>
    <w:rsid w:val="005E122B"/>
    <w:rsid w:val="005E1521"/>
    <w:rsid w:val="005E1DE1"/>
    <w:rsid w:val="005E2219"/>
    <w:rsid w:val="005E22A5"/>
    <w:rsid w:val="005E23A8"/>
    <w:rsid w:val="005E2602"/>
    <w:rsid w:val="005E386A"/>
    <w:rsid w:val="005E3EB0"/>
    <w:rsid w:val="005E4112"/>
    <w:rsid w:val="005E4C1E"/>
    <w:rsid w:val="005E4DC2"/>
    <w:rsid w:val="005E5773"/>
    <w:rsid w:val="005E5A71"/>
    <w:rsid w:val="005E5B33"/>
    <w:rsid w:val="005E6289"/>
    <w:rsid w:val="005E64EF"/>
    <w:rsid w:val="005E6520"/>
    <w:rsid w:val="005E6AA8"/>
    <w:rsid w:val="005E6EAE"/>
    <w:rsid w:val="005E6FFC"/>
    <w:rsid w:val="005E7166"/>
    <w:rsid w:val="005E7266"/>
    <w:rsid w:val="005E7466"/>
    <w:rsid w:val="005E749B"/>
    <w:rsid w:val="005E75EB"/>
    <w:rsid w:val="005E7734"/>
    <w:rsid w:val="005E78CA"/>
    <w:rsid w:val="005E7A01"/>
    <w:rsid w:val="005E7B4F"/>
    <w:rsid w:val="005F00A9"/>
    <w:rsid w:val="005F075B"/>
    <w:rsid w:val="005F1278"/>
    <w:rsid w:val="005F14E1"/>
    <w:rsid w:val="005F17FF"/>
    <w:rsid w:val="005F1A71"/>
    <w:rsid w:val="005F219C"/>
    <w:rsid w:val="005F243E"/>
    <w:rsid w:val="005F2FB8"/>
    <w:rsid w:val="005F347B"/>
    <w:rsid w:val="005F3799"/>
    <w:rsid w:val="005F3E86"/>
    <w:rsid w:val="005F4495"/>
    <w:rsid w:val="005F47CA"/>
    <w:rsid w:val="005F4AEB"/>
    <w:rsid w:val="005F4C47"/>
    <w:rsid w:val="005F4D0A"/>
    <w:rsid w:val="005F53C4"/>
    <w:rsid w:val="005F578D"/>
    <w:rsid w:val="005F5A9C"/>
    <w:rsid w:val="005F5D64"/>
    <w:rsid w:val="005F5DDB"/>
    <w:rsid w:val="005F61CD"/>
    <w:rsid w:val="005F622C"/>
    <w:rsid w:val="005F6B83"/>
    <w:rsid w:val="005F7038"/>
    <w:rsid w:val="005F70A6"/>
    <w:rsid w:val="005F74ED"/>
    <w:rsid w:val="005F786D"/>
    <w:rsid w:val="005F7A85"/>
    <w:rsid w:val="00600114"/>
    <w:rsid w:val="00600248"/>
    <w:rsid w:val="00600698"/>
    <w:rsid w:val="00601898"/>
    <w:rsid w:val="00601A14"/>
    <w:rsid w:val="00601A61"/>
    <w:rsid w:val="00601B5A"/>
    <w:rsid w:val="00601BBB"/>
    <w:rsid w:val="006021B7"/>
    <w:rsid w:val="00603102"/>
    <w:rsid w:val="00603A65"/>
    <w:rsid w:val="006040AC"/>
    <w:rsid w:val="006040EA"/>
    <w:rsid w:val="00604343"/>
    <w:rsid w:val="00604FE8"/>
    <w:rsid w:val="006055A7"/>
    <w:rsid w:val="006057E5"/>
    <w:rsid w:val="00605A61"/>
    <w:rsid w:val="00605E2D"/>
    <w:rsid w:val="006065B7"/>
    <w:rsid w:val="00606970"/>
    <w:rsid w:val="006073CA"/>
    <w:rsid w:val="00607480"/>
    <w:rsid w:val="00607C99"/>
    <w:rsid w:val="00610673"/>
    <w:rsid w:val="0061071E"/>
    <w:rsid w:val="00610728"/>
    <w:rsid w:val="00610873"/>
    <w:rsid w:val="00610948"/>
    <w:rsid w:val="00610AB2"/>
    <w:rsid w:val="006113B6"/>
    <w:rsid w:val="00611585"/>
    <w:rsid w:val="00611C8D"/>
    <w:rsid w:val="0061229C"/>
    <w:rsid w:val="00612512"/>
    <w:rsid w:val="00612561"/>
    <w:rsid w:val="00612B25"/>
    <w:rsid w:val="00612D72"/>
    <w:rsid w:val="00612E20"/>
    <w:rsid w:val="006133C3"/>
    <w:rsid w:val="006135A4"/>
    <w:rsid w:val="00613C70"/>
    <w:rsid w:val="00613E48"/>
    <w:rsid w:val="006141B5"/>
    <w:rsid w:val="00615052"/>
    <w:rsid w:val="00615233"/>
    <w:rsid w:val="006156CC"/>
    <w:rsid w:val="00615754"/>
    <w:rsid w:val="00615BEC"/>
    <w:rsid w:val="00615D6B"/>
    <w:rsid w:val="00615F52"/>
    <w:rsid w:val="006162AA"/>
    <w:rsid w:val="00616550"/>
    <w:rsid w:val="00616581"/>
    <w:rsid w:val="006173EB"/>
    <w:rsid w:val="006179C5"/>
    <w:rsid w:val="00617B41"/>
    <w:rsid w:val="00620341"/>
    <w:rsid w:val="00620955"/>
    <w:rsid w:val="00622344"/>
    <w:rsid w:val="0062292C"/>
    <w:rsid w:val="00622933"/>
    <w:rsid w:val="00622AD3"/>
    <w:rsid w:val="0062487C"/>
    <w:rsid w:val="00624BC8"/>
    <w:rsid w:val="006250B8"/>
    <w:rsid w:val="00625123"/>
    <w:rsid w:val="00625701"/>
    <w:rsid w:val="00625A0F"/>
    <w:rsid w:val="00625C6A"/>
    <w:rsid w:val="00625C7C"/>
    <w:rsid w:val="0062736B"/>
    <w:rsid w:val="0062748B"/>
    <w:rsid w:val="0062761F"/>
    <w:rsid w:val="00627C7B"/>
    <w:rsid w:val="00627E26"/>
    <w:rsid w:val="006301F2"/>
    <w:rsid w:val="00630CCC"/>
    <w:rsid w:val="00631000"/>
    <w:rsid w:val="006311F1"/>
    <w:rsid w:val="0063134C"/>
    <w:rsid w:val="00631852"/>
    <w:rsid w:val="00631B03"/>
    <w:rsid w:val="006323E4"/>
    <w:rsid w:val="00632EED"/>
    <w:rsid w:val="00633A9B"/>
    <w:rsid w:val="00633AB4"/>
    <w:rsid w:val="00633DDC"/>
    <w:rsid w:val="00634010"/>
    <w:rsid w:val="00634118"/>
    <w:rsid w:val="00634C65"/>
    <w:rsid w:val="00634C7D"/>
    <w:rsid w:val="00634CFC"/>
    <w:rsid w:val="00634F15"/>
    <w:rsid w:val="00635521"/>
    <w:rsid w:val="006356C3"/>
    <w:rsid w:val="00635BD3"/>
    <w:rsid w:val="00635D8A"/>
    <w:rsid w:val="006360FB"/>
    <w:rsid w:val="006361F4"/>
    <w:rsid w:val="00636374"/>
    <w:rsid w:val="006365A9"/>
    <w:rsid w:val="006366C3"/>
    <w:rsid w:val="006367A6"/>
    <w:rsid w:val="00636B2C"/>
    <w:rsid w:val="00636BAD"/>
    <w:rsid w:val="00636D59"/>
    <w:rsid w:val="00636DD8"/>
    <w:rsid w:val="00637766"/>
    <w:rsid w:val="006378B1"/>
    <w:rsid w:val="006378D3"/>
    <w:rsid w:val="00637D2D"/>
    <w:rsid w:val="00640547"/>
    <w:rsid w:val="00640764"/>
    <w:rsid w:val="0064078B"/>
    <w:rsid w:val="00640C78"/>
    <w:rsid w:val="00640D25"/>
    <w:rsid w:val="00640D85"/>
    <w:rsid w:val="00641286"/>
    <w:rsid w:val="0064163C"/>
    <w:rsid w:val="00641B33"/>
    <w:rsid w:val="006426F2"/>
    <w:rsid w:val="00642937"/>
    <w:rsid w:val="00642E57"/>
    <w:rsid w:val="006431DA"/>
    <w:rsid w:val="00643CA7"/>
    <w:rsid w:val="00643D35"/>
    <w:rsid w:val="00643E5C"/>
    <w:rsid w:val="00643F0D"/>
    <w:rsid w:val="006440B2"/>
    <w:rsid w:val="00644985"/>
    <w:rsid w:val="00645069"/>
    <w:rsid w:val="00645EA9"/>
    <w:rsid w:val="006466BA"/>
    <w:rsid w:val="006469D5"/>
    <w:rsid w:val="00646B74"/>
    <w:rsid w:val="00646FCA"/>
    <w:rsid w:val="006475F3"/>
    <w:rsid w:val="00647930"/>
    <w:rsid w:val="00647BE1"/>
    <w:rsid w:val="00650006"/>
    <w:rsid w:val="00650B17"/>
    <w:rsid w:val="00650BD0"/>
    <w:rsid w:val="00650D47"/>
    <w:rsid w:val="00651289"/>
    <w:rsid w:val="00651313"/>
    <w:rsid w:val="006513C5"/>
    <w:rsid w:val="00651BE5"/>
    <w:rsid w:val="00651C2C"/>
    <w:rsid w:val="00651E4F"/>
    <w:rsid w:val="00652571"/>
    <w:rsid w:val="00652C79"/>
    <w:rsid w:val="0065301E"/>
    <w:rsid w:val="0065304C"/>
    <w:rsid w:val="00653284"/>
    <w:rsid w:val="00653930"/>
    <w:rsid w:val="00654938"/>
    <w:rsid w:val="00654A8B"/>
    <w:rsid w:val="006552CD"/>
    <w:rsid w:val="006559B4"/>
    <w:rsid w:val="006561BE"/>
    <w:rsid w:val="00656218"/>
    <w:rsid w:val="006564E9"/>
    <w:rsid w:val="0065659A"/>
    <w:rsid w:val="0065663B"/>
    <w:rsid w:val="00656B0B"/>
    <w:rsid w:val="0065728B"/>
    <w:rsid w:val="0065739A"/>
    <w:rsid w:val="006574EF"/>
    <w:rsid w:val="00657634"/>
    <w:rsid w:val="006579FB"/>
    <w:rsid w:val="00657F55"/>
    <w:rsid w:val="0066007E"/>
    <w:rsid w:val="006605CB"/>
    <w:rsid w:val="00660747"/>
    <w:rsid w:val="00660DC7"/>
    <w:rsid w:val="00661AA4"/>
    <w:rsid w:val="00661CFD"/>
    <w:rsid w:val="006622F6"/>
    <w:rsid w:val="006625C9"/>
    <w:rsid w:val="006626AF"/>
    <w:rsid w:val="006628A7"/>
    <w:rsid w:val="00662B04"/>
    <w:rsid w:val="00662BB5"/>
    <w:rsid w:val="00662E8A"/>
    <w:rsid w:val="00662ED8"/>
    <w:rsid w:val="0066372A"/>
    <w:rsid w:val="00663FB5"/>
    <w:rsid w:val="006640BB"/>
    <w:rsid w:val="00664481"/>
    <w:rsid w:val="00664C33"/>
    <w:rsid w:val="006654B7"/>
    <w:rsid w:val="006656A0"/>
    <w:rsid w:val="0066608E"/>
    <w:rsid w:val="00666276"/>
    <w:rsid w:val="0066655E"/>
    <w:rsid w:val="00666C58"/>
    <w:rsid w:val="00666D0E"/>
    <w:rsid w:val="006670C2"/>
    <w:rsid w:val="00667260"/>
    <w:rsid w:val="0066727C"/>
    <w:rsid w:val="0066747C"/>
    <w:rsid w:val="0066752D"/>
    <w:rsid w:val="00667662"/>
    <w:rsid w:val="00667667"/>
    <w:rsid w:val="00667BFA"/>
    <w:rsid w:val="00667F02"/>
    <w:rsid w:val="0067024C"/>
    <w:rsid w:val="0067030A"/>
    <w:rsid w:val="00670838"/>
    <w:rsid w:val="00670DEB"/>
    <w:rsid w:val="00672BC4"/>
    <w:rsid w:val="00673582"/>
    <w:rsid w:val="006736B9"/>
    <w:rsid w:val="006737C8"/>
    <w:rsid w:val="00673EB6"/>
    <w:rsid w:val="00673FCF"/>
    <w:rsid w:val="0067402B"/>
    <w:rsid w:val="006742B3"/>
    <w:rsid w:val="00674334"/>
    <w:rsid w:val="00674410"/>
    <w:rsid w:val="00674633"/>
    <w:rsid w:val="00674E6D"/>
    <w:rsid w:val="006752B8"/>
    <w:rsid w:val="0067536C"/>
    <w:rsid w:val="0067542F"/>
    <w:rsid w:val="00675C8F"/>
    <w:rsid w:val="00675D39"/>
    <w:rsid w:val="0067606B"/>
    <w:rsid w:val="00676197"/>
    <w:rsid w:val="006764FA"/>
    <w:rsid w:val="006766F8"/>
    <w:rsid w:val="00677171"/>
    <w:rsid w:val="006776B0"/>
    <w:rsid w:val="0067782D"/>
    <w:rsid w:val="00677C9B"/>
    <w:rsid w:val="00677F93"/>
    <w:rsid w:val="0068018E"/>
    <w:rsid w:val="00680326"/>
    <w:rsid w:val="0068049D"/>
    <w:rsid w:val="006804E2"/>
    <w:rsid w:val="006807C8"/>
    <w:rsid w:val="00680E9A"/>
    <w:rsid w:val="00680F6D"/>
    <w:rsid w:val="0068128C"/>
    <w:rsid w:val="00681696"/>
    <w:rsid w:val="0068229C"/>
    <w:rsid w:val="00682982"/>
    <w:rsid w:val="00682A48"/>
    <w:rsid w:val="00682B0F"/>
    <w:rsid w:val="006836CC"/>
    <w:rsid w:val="00683869"/>
    <w:rsid w:val="00683FEA"/>
    <w:rsid w:val="006841EC"/>
    <w:rsid w:val="0068426B"/>
    <w:rsid w:val="00684291"/>
    <w:rsid w:val="00684642"/>
    <w:rsid w:val="006853A1"/>
    <w:rsid w:val="0068540D"/>
    <w:rsid w:val="00685444"/>
    <w:rsid w:val="00685572"/>
    <w:rsid w:val="00685629"/>
    <w:rsid w:val="0068597C"/>
    <w:rsid w:val="00685B00"/>
    <w:rsid w:val="00685B8F"/>
    <w:rsid w:val="0068607D"/>
    <w:rsid w:val="00686FE7"/>
    <w:rsid w:val="00687AB4"/>
    <w:rsid w:val="00687BFD"/>
    <w:rsid w:val="00687E1C"/>
    <w:rsid w:val="00687E5F"/>
    <w:rsid w:val="00687EBF"/>
    <w:rsid w:val="00687FBF"/>
    <w:rsid w:val="006900D8"/>
    <w:rsid w:val="00690435"/>
    <w:rsid w:val="006905A4"/>
    <w:rsid w:val="006914C5"/>
    <w:rsid w:val="00691757"/>
    <w:rsid w:val="00691985"/>
    <w:rsid w:val="00691B76"/>
    <w:rsid w:val="006921D8"/>
    <w:rsid w:val="006928DC"/>
    <w:rsid w:val="00692E15"/>
    <w:rsid w:val="00693A19"/>
    <w:rsid w:val="00693BA8"/>
    <w:rsid w:val="00693DAD"/>
    <w:rsid w:val="006941D4"/>
    <w:rsid w:val="006941FE"/>
    <w:rsid w:val="006949F4"/>
    <w:rsid w:val="00694B77"/>
    <w:rsid w:val="00694F4D"/>
    <w:rsid w:val="00694F90"/>
    <w:rsid w:val="00695369"/>
    <w:rsid w:val="0069563B"/>
    <w:rsid w:val="00695900"/>
    <w:rsid w:val="00695DCF"/>
    <w:rsid w:val="00696A00"/>
    <w:rsid w:val="00696D7E"/>
    <w:rsid w:val="0069714C"/>
    <w:rsid w:val="00697529"/>
    <w:rsid w:val="0069765B"/>
    <w:rsid w:val="00697AE8"/>
    <w:rsid w:val="00697B2F"/>
    <w:rsid w:val="006A0094"/>
    <w:rsid w:val="006A0451"/>
    <w:rsid w:val="006A10A5"/>
    <w:rsid w:val="006A14CC"/>
    <w:rsid w:val="006A1907"/>
    <w:rsid w:val="006A1B0E"/>
    <w:rsid w:val="006A1B37"/>
    <w:rsid w:val="006A2695"/>
    <w:rsid w:val="006A270E"/>
    <w:rsid w:val="006A27E1"/>
    <w:rsid w:val="006A2F21"/>
    <w:rsid w:val="006A3135"/>
    <w:rsid w:val="006A3427"/>
    <w:rsid w:val="006A3698"/>
    <w:rsid w:val="006A3A32"/>
    <w:rsid w:val="006A3DF3"/>
    <w:rsid w:val="006A3E5E"/>
    <w:rsid w:val="006A3ED8"/>
    <w:rsid w:val="006A45B7"/>
    <w:rsid w:val="006A4D35"/>
    <w:rsid w:val="006A5B98"/>
    <w:rsid w:val="006A643D"/>
    <w:rsid w:val="006A708F"/>
    <w:rsid w:val="006A756E"/>
    <w:rsid w:val="006A766F"/>
    <w:rsid w:val="006A7903"/>
    <w:rsid w:val="006B0636"/>
    <w:rsid w:val="006B0774"/>
    <w:rsid w:val="006B0BC4"/>
    <w:rsid w:val="006B0C71"/>
    <w:rsid w:val="006B105C"/>
    <w:rsid w:val="006B121A"/>
    <w:rsid w:val="006B1916"/>
    <w:rsid w:val="006B1AAE"/>
    <w:rsid w:val="006B1C94"/>
    <w:rsid w:val="006B2356"/>
    <w:rsid w:val="006B236E"/>
    <w:rsid w:val="006B24CE"/>
    <w:rsid w:val="006B268E"/>
    <w:rsid w:val="006B27A8"/>
    <w:rsid w:val="006B2F26"/>
    <w:rsid w:val="006B3016"/>
    <w:rsid w:val="006B3754"/>
    <w:rsid w:val="006B3B4D"/>
    <w:rsid w:val="006B3E7C"/>
    <w:rsid w:val="006B4E32"/>
    <w:rsid w:val="006B5B69"/>
    <w:rsid w:val="006B640E"/>
    <w:rsid w:val="006B6835"/>
    <w:rsid w:val="006B68F4"/>
    <w:rsid w:val="006B6ACF"/>
    <w:rsid w:val="006B6B77"/>
    <w:rsid w:val="006B7431"/>
    <w:rsid w:val="006B746B"/>
    <w:rsid w:val="006C0113"/>
    <w:rsid w:val="006C01F9"/>
    <w:rsid w:val="006C027B"/>
    <w:rsid w:val="006C02AE"/>
    <w:rsid w:val="006C0369"/>
    <w:rsid w:val="006C0B2E"/>
    <w:rsid w:val="006C0B66"/>
    <w:rsid w:val="006C0EDD"/>
    <w:rsid w:val="006C100A"/>
    <w:rsid w:val="006C1241"/>
    <w:rsid w:val="006C1480"/>
    <w:rsid w:val="006C19BE"/>
    <w:rsid w:val="006C1C84"/>
    <w:rsid w:val="006C2077"/>
    <w:rsid w:val="006C231B"/>
    <w:rsid w:val="006C2465"/>
    <w:rsid w:val="006C27ED"/>
    <w:rsid w:val="006C2A15"/>
    <w:rsid w:val="006C2D61"/>
    <w:rsid w:val="006C2D9E"/>
    <w:rsid w:val="006C2EBD"/>
    <w:rsid w:val="006C371F"/>
    <w:rsid w:val="006C389D"/>
    <w:rsid w:val="006C395A"/>
    <w:rsid w:val="006C3C42"/>
    <w:rsid w:val="006C3C48"/>
    <w:rsid w:val="006C3F9D"/>
    <w:rsid w:val="006C41D3"/>
    <w:rsid w:val="006C4F56"/>
    <w:rsid w:val="006C532F"/>
    <w:rsid w:val="006C56F6"/>
    <w:rsid w:val="006C5943"/>
    <w:rsid w:val="006C6B9A"/>
    <w:rsid w:val="006C6E4C"/>
    <w:rsid w:val="006C753F"/>
    <w:rsid w:val="006C75BB"/>
    <w:rsid w:val="006C7AF0"/>
    <w:rsid w:val="006C7D44"/>
    <w:rsid w:val="006C7DA1"/>
    <w:rsid w:val="006C7F33"/>
    <w:rsid w:val="006D02B0"/>
    <w:rsid w:val="006D03D2"/>
    <w:rsid w:val="006D0BD4"/>
    <w:rsid w:val="006D0C4B"/>
    <w:rsid w:val="006D0E9E"/>
    <w:rsid w:val="006D1249"/>
    <w:rsid w:val="006D1512"/>
    <w:rsid w:val="006D15F0"/>
    <w:rsid w:val="006D17AE"/>
    <w:rsid w:val="006D1BA6"/>
    <w:rsid w:val="006D1CCD"/>
    <w:rsid w:val="006D1D2F"/>
    <w:rsid w:val="006D25B9"/>
    <w:rsid w:val="006D2BEB"/>
    <w:rsid w:val="006D3009"/>
    <w:rsid w:val="006D32CA"/>
    <w:rsid w:val="006D32E8"/>
    <w:rsid w:val="006D3608"/>
    <w:rsid w:val="006D376F"/>
    <w:rsid w:val="006D3AA0"/>
    <w:rsid w:val="006D3EFC"/>
    <w:rsid w:val="006D4582"/>
    <w:rsid w:val="006D4A57"/>
    <w:rsid w:val="006D55D3"/>
    <w:rsid w:val="006D5691"/>
    <w:rsid w:val="006D5751"/>
    <w:rsid w:val="006D5B97"/>
    <w:rsid w:val="006D6A93"/>
    <w:rsid w:val="006D6BDC"/>
    <w:rsid w:val="006D6F1A"/>
    <w:rsid w:val="006D7DD8"/>
    <w:rsid w:val="006D7E58"/>
    <w:rsid w:val="006D7E97"/>
    <w:rsid w:val="006E0758"/>
    <w:rsid w:val="006E0A5A"/>
    <w:rsid w:val="006E1138"/>
    <w:rsid w:val="006E1B98"/>
    <w:rsid w:val="006E1F18"/>
    <w:rsid w:val="006E2433"/>
    <w:rsid w:val="006E288C"/>
    <w:rsid w:val="006E2ACC"/>
    <w:rsid w:val="006E2B7B"/>
    <w:rsid w:val="006E2DD8"/>
    <w:rsid w:val="006E2F21"/>
    <w:rsid w:val="006E3065"/>
    <w:rsid w:val="006E3658"/>
    <w:rsid w:val="006E3AC6"/>
    <w:rsid w:val="006E3AE1"/>
    <w:rsid w:val="006E3C77"/>
    <w:rsid w:val="006E42E5"/>
    <w:rsid w:val="006E43AF"/>
    <w:rsid w:val="006E43C7"/>
    <w:rsid w:val="006E47ED"/>
    <w:rsid w:val="006E4A2C"/>
    <w:rsid w:val="006E4E4B"/>
    <w:rsid w:val="006E5C1C"/>
    <w:rsid w:val="006E5CD9"/>
    <w:rsid w:val="006E62AF"/>
    <w:rsid w:val="006E66A2"/>
    <w:rsid w:val="006E66D7"/>
    <w:rsid w:val="006E6A4A"/>
    <w:rsid w:val="006E7928"/>
    <w:rsid w:val="006E7AA7"/>
    <w:rsid w:val="006E7F1E"/>
    <w:rsid w:val="006F03F0"/>
    <w:rsid w:val="006F1268"/>
    <w:rsid w:val="006F1963"/>
    <w:rsid w:val="006F1B26"/>
    <w:rsid w:val="006F1BB5"/>
    <w:rsid w:val="006F1D02"/>
    <w:rsid w:val="006F23B4"/>
    <w:rsid w:val="006F2A01"/>
    <w:rsid w:val="006F2B1E"/>
    <w:rsid w:val="006F2E17"/>
    <w:rsid w:val="006F30BF"/>
    <w:rsid w:val="006F347C"/>
    <w:rsid w:val="006F41C1"/>
    <w:rsid w:val="006F49F7"/>
    <w:rsid w:val="006F4FD7"/>
    <w:rsid w:val="006F5506"/>
    <w:rsid w:val="006F5CDD"/>
    <w:rsid w:val="006F5D80"/>
    <w:rsid w:val="006F60F8"/>
    <w:rsid w:val="006F66B2"/>
    <w:rsid w:val="006F6773"/>
    <w:rsid w:val="006F6816"/>
    <w:rsid w:val="006F6B5F"/>
    <w:rsid w:val="006F6D44"/>
    <w:rsid w:val="006F6EEE"/>
    <w:rsid w:val="006F707F"/>
    <w:rsid w:val="006F70C6"/>
    <w:rsid w:val="006F7243"/>
    <w:rsid w:val="00701C8E"/>
    <w:rsid w:val="0070235D"/>
    <w:rsid w:val="007024AC"/>
    <w:rsid w:val="00702A9F"/>
    <w:rsid w:val="00702FBE"/>
    <w:rsid w:val="00703290"/>
    <w:rsid w:val="0070380A"/>
    <w:rsid w:val="00703F3D"/>
    <w:rsid w:val="007043E8"/>
    <w:rsid w:val="0070444B"/>
    <w:rsid w:val="00704C79"/>
    <w:rsid w:val="00704CEF"/>
    <w:rsid w:val="00705117"/>
    <w:rsid w:val="0070527A"/>
    <w:rsid w:val="0070567E"/>
    <w:rsid w:val="007057D1"/>
    <w:rsid w:val="00705BD2"/>
    <w:rsid w:val="00705CF9"/>
    <w:rsid w:val="00705EFC"/>
    <w:rsid w:val="00706117"/>
    <w:rsid w:val="00706252"/>
    <w:rsid w:val="007063BB"/>
    <w:rsid w:val="00706534"/>
    <w:rsid w:val="00706CA1"/>
    <w:rsid w:val="00706FAA"/>
    <w:rsid w:val="00707273"/>
    <w:rsid w:val="00707617"/>
    <w:rsid w:val="007076E9"/>
    <w:rsid w:val="0070773F"/>
    <w:rsid w:val="007077B5"/>
    <w:rsid w:val="00707D69"/>
    <w:rsid w:val="0071004F"/>
    <w:rsid w:val="007100B1"/>
    <w:rsid w:val="00710403"/>
    <w:rsid w:val="007108B1"/>
    <w:rsid w:val="00710AA6"/>
    <w:rsid w:val="00710C38"/>
    <w:rsid w:val="0071119A"/>
    <w:rsid w:val="00711215"/>
    <w:rsid w:val="00711316"/>
    <w:rsid w:val="00711848"/>
    <w:rsid w:val="007129EE"/>
    <w:rsid w:val="00712F07"/>
    <w:rsid w:val="00712F60"/>
    <w:rsid w:val="007132AE"/>
    <w:rsid w:val="007132DF"/>
    <w:rsid w:val="00713409"/>
    <w:rsid w:val="00713609"/>
    <w:rsid w:val="007139BC"/>
    <w:rsid w:val="00713C50"/>
    <w:rsid w:val="00713D42"/>
    <w:rsid w:val="00713D63"/>
    <w:rsid w:val="00714304"/>
    <w:rsid w:val="00714CB7"/>
    <w:rsid w:val="00714F05"/>
    <w:rsid w:val="0071500E"/>
    <w:rsid w:val="0071520C"/>
    <w:rsid w:val="00715251"/>
    <w:rsid w:val="00715475"/>
    <w:rsid w:val="00715B96"/>
    <w:rsid w:val="00715C66"/>
    <w:rsid w:val="00715D75"/>
    <w:rsid w:val="007168E7"/>
    <w:rsid w:val="007169A9"/>
    <w:rsid w:val="00716A80"/>
    <w:rsid w:val="00716AA2"/>
    <w:rsid w:val="00716C88"/>
    <w:rsid w:val="00716DEE"/>
    <w:rsid w:val="00717A3B"/>
    <w:rsid w:val="00717B70"/>
    <w:rsid w:val="00717E4A"/>
    <w:rsid w:val="00717E8E"/>
    <w:rsid w:val="00717FDD"/>
    <w:rsid w:val="00720458"/>
    <w:rsid w:val="007209C6"/>
    <w:rsid w:val="00720EA5"/>
    <w:rsid w:val="00721152"/>
    <w:rsid w:val="0072137A"/>
    <w:rsid w:val="00721723"/>
    <w:rsid w:val="0072199E"/>
    <w:rsid w:val="00721E6C"/>
    <w:rsid w:val="00721F90"/>
    <w:rsid w:val="0072224F"/>
    <w:rsid w:val="007223FA"/>
    <w:rsid w:val="0072260F"/>
    <w:rsid w:val="007235FD"/>
    <w:rsid w:val="007236D5"/>
    <w:rsid w:val="007238C9"/>
    <w:rsid w:val="00723937"/>
    <w:rsid w:val="007243E5"/>
    <w:rsid w:val="0072440E"/>
    <w:rsid w:val="00724807"/>
    <w:rsid w:val="00725188"/>
    <w:rsid w:val="0072560E"/>
    <w:rsid w:val="00725720"/>
    <w:rsid w:val="00726220"/>
    <w:rsid w:val="007265B0"/>
    <w:rsid w:val="0072698B"/>
    <w:rsid w:val="00726A5E"/>
    <w:rsid w:val="00726E70"/>
    <w:rsid w:val="007270D8"/>
    <w:rsid w:val="007272AD"/>
    <w:rsid w:val="00727C3E"/>
    <w:rsid w:val="00730376"/>
    <w:rsid w:val="007305FB"/>
    <w:rsid w:val="00730615"/>
    <w:rsid w:val="007309D5"/>
    <w:rsid w:val="00730B4D"/>
    <w:rsid w:val="00730BF2"/>
    <w:rsid w:val="00730C99"/>
    <w:rsid w:val="00731227"/>
    <w:rsid w:val="00731630"/>
    <w:rsid w:val="007318F5"/>
    <w:rsid w:val="00731DBF"/>
    <w:rsid w:val="00732268"/>
    <w:rsid w:val="007326CC"/>
    <w:rsid w:val="0073272A"/>
    <w:rsid w:val="0073350B"/>
    <w:rsid w:val="00733C2E"/>
    <w:rsid w:val="0073453D"/>
    <w:rsid w:val="007349C5"/>
    <w:rsid w:val="00735005"/>
    <w:rsid w:val="007351BE"/>
    <w:rsid w:val="0073581C"/>
    <w:rsid w:val="00735FA2"/>
    <w:rsid w:val="00736188"/>
    <w:rsid w:val="007362B4"/>
    <w:rsid w:val="00736801"/>
    <w:rsid w:val="00736F65"/>
    <w:rsid w:val="007372ED"/>
    <w:rsid w:val="0074001C"/>
    <w:rsid w:val="0074035E"/>
    <w:rsid w:val="00740690"/>
    <w:rsid w:val="00740D12"/>
    <w:rsid w:val="007412C4"/>
    <w:rsid w:val="00741364"/>
    <w:rsid w:val="0074136C"/>
    <w:rsid w:val="00741486"/>
    <w:rsid w:val="0074171D"/>
    <w:rsid w:val="007419DE"/>
    <w:rsid w:val="00741D8F"/>
    <w:rsid w:val="0074217E"/>
    <w:rsid w:val="00742B9A"/>
    <w:rsid w:val="00742C89"/>
    <w:rsid w:val="0074334F"/>
    <w:rsid w:val="007436C9"/>
    <w:rsid w:val="0074414F"/>
    <w:rsid w:val="00744503"/>
    <w:rsid w:val="00744973"/>
    <w:rsid w:val="00744F2E"/>
    <w:rsid w:val="00745527"/>
    <w:rsid w:val="007455AC"/>
    <w:rsid w:val="007458E6"/>
    <w:rsid w:val="00745DC9"/>
    <w:rsid w:val="007464D0"/>
    <w:rsid w:val="00746634"/>
    <w:rsid w:val="00746AAD"/>
    <w:rsid w:val="00746D72"/>
    <w:rsid w:val="00746F04"/>
    <w:rsid w:val="007471AB"/>
    <w:rsid w:val="00747354"/>
    <w:rsid w:val="0074786B"/>
    <w:rsid w:val="00747F02"/>
    <w:rsid w:val="007501BE"/>
    <w:rsid w:val="007503E4"/>
    <w:rsid w:val="007508BE"/>
    <w:rsid w:val="00750E34"/>
    <w:rsid w:val="00750EC8"/>
    <w:rsid w:val="00751723"/>
    <w:rsid w:val="00751960"/>
    <w:rsid w:val="00752741"/>
    <w:rsid w:val="00752892"/>
    <w:rsid w:val="00752B04"/>
    <w:rsid w:val="00753237"/>
    <w:rsid w:val="00753B4E"/>
    <w:rsid w:val="00754709"/>
    <w:rsid w:val="00754E32"/>
    <w:rsid w:val="00754FD8"/>
    <w:rsid w:val="00754FF7"/>
    <w:rsid w:val="00755249"/>
    <w:rsid w:val="0075526E"/>
    <w:rsid w:val="0075551E"/>
    <w:rsid w:val="00755579"/>
    <w:rsid w:val="00755825"/>
    <w:rsid w:val="007564C5"/>
    <w:rsid w:val="00756A1D"/>
    <w:rsid w:val="00756FCA"/>
    <w:rsid w:val="00757032"/>
    <w:rsid w:val="007574C2"/>
    <w:rsid w:val="0075760D"/>
    <w:rsid w:val="00757B56"/>
    <w:rsid w:val="00757F2D"/>
    <w:rsid w:val="007601A2"/>
    <w:rsid w:val="0076046F"/>
    <w:rsid w:val="00760F10"/>
    <w:rsid w:val="00761310"/>
    <w:rsid w:val="00761378"/>
    <w:rsid w:val="007614C0"/>
    <w:rsid w:val="0076160F"/>
    <w:rsid w:val="00761FCF"/>
    <w:rsid w:val="00762034"/>
    <w:rsid w:val="007622CB"/>
    <w:rsid w:val="00762654"/>
    <w:rsid w:val="00762D0F"/>
    <w:rsid w:val="007632FE"/>
    <w:rsid w:val="00763419"/>
    <w:rsid w:val="0076385F"/>
    <w:rsid w:val="00763B81"/>
    <w:rsid w:val="007644B1"/>
    <w:rsid w:val="00764726"/>
    <w:rsid w:val="00764883"/>
    <w:rsid w:val="007650DF"/>
    <w:rsid w:val="00765145"/>
    <w:rsid w:val="00765B1C"/>
    <w:rsid w:val="00765D64"/>
    <w:rsid w:val="00766BC9"/>
    <w:rsid w:val="00767427"/>
    <w:rsid w:val="0076769E"/>
    <w:rsid w:val="007676DA"/>
    <w:rsid w:val="00767AED"/>
    <w:rsid w:val="00767B43"/>
    <w:rsid w:val="007704E8"/>
    <w:rsid w:val="00770933"/>
    <w:rsid w:val="007709FB"/>
    <w:rsid w:val="00770E7F"/>
    <w:rsid w:val="00770E8B"/>
    <w:rsid w:val="007711FC"/>
    <w:rsid w:val="0077184B"/>
    <w:rsid w:val="00771B5D"/>
    <w:rsid w:val="00772168"/>
    <w:rsid w:val="007722EC"/>
    <w:rsid w:val="00772693"/>
    <w:rsid w:val="0077290C"/>
    <w:rsid w:val="00772F4F"/>
    <w:rsid w:val="00773441"/>
    <w:rsid w:val="0077432E"/>
    <w:rsid w:val="00774686"/>
    <w:rsid w:val="00774723"/>
    <w:rsid w:val="00774752"/>
    <w:rsid w:val="007748C5"/>
    <w:rsid w:val="00774D10"/>
    <w:rsid w:val="0077551E"/>
    <w:rsid w:val="007755FB"/>
    <w:rsid w:val="007757D8"/>
    <w:rsid w:val="00775C9F"/>
    <w:rsid w:val="007761F0"/>
    <w:rsid w:val="0077647D"/>
    <w:rsid w:val="00776D43"/>
    <w:rsid w:val="00777195"/>
    <w:rsid w:val="007773CD"/>
    <w:rsid w:val="00777B68"/>
    <w:rsid w:val="00777BE9"/>
    <w:rsid w:val="00777CB5"/>
    <w:rsid w:val="00777E80"/>
    <w:rsid w:val="00777EA8"/>
    <w:rsid w:val="00777FEA"/>
    <w:rsid w:val="00780304"/>
    <w:rsid w:val="007804F3"/>
    <w:rsid w:val="007807DD"/>
    <w:rsid w:val="00780F39"/>
    <w:rsid w:val="00781068"/>
    <w:rsid w:val="007814B0"/>
    <w:rsid w:val="007815AD"/>
    <w:rsid w:val="0078164B"/>
    <w:rsid w:val="00781B1E"/>
    <w:rsid w:val="007823EA"/>
    <w:rsid w:val="00782EDE"/>
    <w:rsid w:val="00782F39"/>
    <w:rsid w:val="00782FAC"/>
    <w:rsid w:val="0078325A"/>
    <w:rsid w:val="0078344B"/>
    <w:rsid w:val="00783963"/>
    <w:rsid w:val="00783DA2"/>
    <w:rsid w:val="007840E5"/>
    <w:rsid w:val="00784597"/>
    <w:rsid w:val="00784E75"/>
    <w:rsid w:val="007855B8"/>
    <w:rsid w:val="0078614E"/>
    <w:rsid w:val="007863D2"/>
    <w:rsid w:val="00786729"/>
    <w:rsid w:val="00787366"/>
    <w:rsid w:val="0078771F"/>
    <w:rsid w:val="00787819"/>
    <w:rsid w:val="00787B58"/>
    <w:rsid w:val="00787C6A"/>
    <w:rsid w:val="00790DCD"/>
    <w:rsid w:val="00790E34"/>
    <w:rsid w:val="00791069"/>
    <w:rsid w:val="00791139"/>
    <w:rsid w:val="007916B1"/>
    <w:rsid w:val="0079185B"/>
    <w:rsid w:val="00791DC6"/>
    <w:rsid w:val="00792DF6"/>
    <w:rsid w:val="0079301C"/>
    <w:rsid w:val="00793293"/>
    <w:rsid w:val="00793522"/>
    <w:rsid w:val="007938B5"/>
    <w:rsid w:val="00793A49"/>
    <w:rsid w:val="00793CF0"/>
    <w:rsid w:val="00793FBF"/>
    <w:rsid w:val="0079406C"/>
    <w:rsid w:val="00794259"/>
    <w:rsid w:val="00794714"/>
    <w:rsid w:val="00794FFB"/>
    <w:rsid w:val="00795880"/>
    <w:rsid w:val="00795A84"/>
    <w:rsid w:val="00795BE6"/>
    <w:rsid w:val="00795F9A"/>
    <w:rsid w:val="0079600D"/>
    <w:rsid w:val="00796BDE"/>
    <w:rsid w:val="00796C65"/>
    <w:rsid w:val="00797103"/>
    <w:rsid w:val="007979DB"/>
    <w:rsid w:val="007A015D"/>
    <w:rsid w:val="007A03BA"/>
    <w:rsid w:val="007A03FF"/>
    <w:rsid w:val="007A046F"/>
    <w:rsid w:val="007A04BF"/>
    <w:rsid w:val="007A0CA8"/>
    <w:rsid w:val="007A1058"/>
    <w:rsid w:val="007A111D"/>
    <w:rsid w:val="007A1D72"/>
    <w:rsid w:val="007A1DA3"/>
    <w:rsid w:val="007A1DDE"/>
    <w:rsid w:val="007A23C4"/>
    <w:rsid w:val="007A2521"/>
    <w:rsid w:val="007A283F"/>
    <w:rsid w:val="007A2BED"/>
    <w:rsid w:val="007A3770"/>
    <w:rsid w:val="007A3BA2"/>
    <w:rsid w:val="007A3CD6"/>
    <w:rsid w:val="007A3DD1"/>
    <w:rsid w:val="007A4883"/>
    <w:rsid w:val="007A4C09"/>
    <w:rsid w:val="007A4C22"/>
    <w:rsid w:val="007A55B2"/>
    <w:rsid w:val="007A5D6F"/>
    <w:rsid w:val="007A5FA5"/>
    <w:rsid w:val="007A626D"/>
    <w:rsid w:val="007A6AC6"/>
    <w:rsid w:val="007A6C2A"/>
    <w:rsid w:val="007A7084"/>
    <w:rsid w:val="007A735A"/>
    <w:rsid w:val="007A73AA"/>
    <w:rsid w:val="007A7602"/>
    <w:rsid w:val="007A7ED2"/>
    <w:rsid w:val="007B0D41"/>
    <w:rsid w:val="007B108A"/>
    <w:rsid w:val="007B12AC"/>
    <w:rsid w:val="007B1739"/>
    <w:rsid w:val="007B1801"/>
    <w:rsid w:val="007B189E"/>
    <w:rsid w:val="007B1CC5"/>
    <w:rsid w:val="007B20EE"/>
    <w:rsid w:val="007B2BF0"/>
    <w:rsid w:val="007B2C6A"/>
    <w:rsid w:val="007B301B"/>
    <w:rsid w:val="007B308F"/>
    <w:rsid w:val="007B3736"/>
    <w:rsid w:val="007B3AAB"/>
    <w:rsid w:val="007B3E67"/>
    <w:rsid w:val="007B3ED8"/>
    <w:rsid w:val="007B48C8"/>
    <w:rsid w:val="007B4BA8"/>
    <w:rsid w:val="007B520B"/>
    <w:rsid w:val="007B5544"/>
    <w:rsid w:val="007B585C"/>
    <w:rsid w:val="007B5BCD"/>
    <w:rsid w:val="007B5F61"/>
    <w:rsid w:val="007B6323"/>
    <w:rsid w:val="007B6654"/>
    <w:rsid w:val="007B6DDF"/>
    <w:rsid w:val="007B6F97"/>
    <w:rsid w:val="007B6FFE"/>
    <w:rsid w:val="007B76AB"/>
    <w:rsid w:val="007B79B9"/>
    <w:rsid w:val="007B7AD3"/>
    <w:rsid w:val="007C031C"/>
    <w:rsid w:val="007C0664"/>
    <w:rsid w:val="007C14D5"/>
    <w:rsid w:val="007C1671"/>
    <w:rsid w:val="007C2014"/>
    <w:rsid w:val="007C28B2"/>
    <w:rsid w:val="007C28D3"/>
    <w:rsid w:val="007C2A45"/>
    <w:rsid w:val="007C2CD6"/>
    <w:rsid w:val="007C3061"/>
    <w:rsid w:val="007C34D0"/>
    <w:rsid w:val="007C38A7"/>
    <w:rsid w:val="007C3E12"/>
    <w:rsid w:val="007C3F99"/>
    <w:rsid w:val="007C404B"/>
    <w:rsid w:val="007C413A"/>
    <w:rsid w:val="007C414F"/>
    <w:rsid w:val="007C4245"/>
    <w:rsid w:val="007C446B"/>
    <w:rsid w:val="007C4EA7"/>
    <w:rsid w:val="007C556E"/>
    <w:rsid w:val="007C5CAE"/>
    <w:rsid w:val="007C5ED5"/>
    <w:rsid w:val="007C62F3"/>
    <w:rsid w:val="007C65DC"/>
    <w:rsid w:val="007C7FAD"/>
    <w:rsid w:val="007D0109"/>
    <w:rsid w:val="007D01AE"/>
    <w:rsid w:val="007D07F0"/>
    <w:rsid w:val="007D0DCF"/>
    <w:rsid w:val="007D1023"/>
    <w:rsid w:val="007D13C5"/>
    <w:rsid w:val="007D1522"/>
    <w:rsid w:val="007D17BB"/>
    <w:rsid w:val="007D185E"/>
    <w:rsid w:val="007D19A8"/>
    <w:rsid w:val="007D1A2C"/>
    <w:rsid w:val="007D1E97"/>
    <w:rsid w:val="007D1F96"/>
    <w:rsid w:val="007D2060"/>
    <w:rsid w:val="007D2284"/>
    <w:rsid w:val="007D2364"/>
    <w:rsid w:val="007D2454"/>
    <w:rsid w:val="007D272D"/>
    <w:rsid w:val="007D2B1B"/>
    <w:rsid w:val="007D2B7F"/>
    <w:rsid w:val="007D3285"/>
    <w:rsid w:val="007D3997"/>
    <w:rsid w:val="007D3A49"/>
    <w:rsid w:val="007D3C2B"/>
    <w:rsid w:val="007D3D1F"/>
    <w:rsid w:val="007D3FC2"/>
    <w:rsid w:val="007D40B6"/>
    <w:rsid w:val="007D4155"/>
    <w:rsid w:val="007D44C3"/>
    <w:rsid w:val="007D4B06"/>
    <w:rsid w:val="007D4F86"/>
    <w:rsid w:val="007D5FEC"/>
    <w:rsid w:val="007D60A5"/>
    <w:rsid w:val="007D61D9"/>
    <w:rsid w:val="007D6519"/>
    <w:rsid w:val="007D66A5"/>
    <w:rsid w:val="007D67E5"/>
    <w:rsid w:val="007D6959"/>
    <w:rsid w:val="007D6B05"/>
    <w:rsid w:val="007D709A"/>
    <w:rsid w:val="007D76F8"/>
    <w:rsid w:val="007D781E"/>
    <w:rsid w:val="007E03D1"/>
    <w:rsid w:val="007E1331"/>
    <w:rsid w:val="007E1B50"/>
    <w:rsid w:val="007E1BBC"/>
    <w:rsid w:val="007E1CA3"/>
    <w:rsid w:val="007E1F44"/>
    <w:rsid w:val="007E1FE9"/>
    <w:rsid w:val="007E2097"/>
    <w:rsid w:val="007E2609"/>
    <w:rsid w:val="007E2EB7"/>
    <w:rsid w:val="007E32E8"/>
    <w:rsid w:val="007E35F5"/>
    <w:rsid w:val="007E36E3"/>
    <w:rsid w:val="007E411D"/>
    <w:rsid w:val="007E48D0"/>
    <w:rsid w:val="007E4A65"/>
    <w:rsid w:val="007E5029"/>
    <w:rsid w:val="007E5699"/>
    <w:rsid w:val="007E5962"/>
    <w:rsid w:val="007E63AD"/>
    <w:rsid w:val="007E6B8E"/>
    <w:rsid w:val="007E6F26"/>
    <w:rsid w:val="007E6FA2"/>
    <w:rsid w:val="007E7559"/>
    <w:rsid w:val="007E783D"/>
    <w:rsid w:val="007E7E60"/>
    <w:rsid w:val="007F010C"/>
    <w:rsid w:val="007F0349"/>
    <w:rsid w:val="007F0659"/>
    <w:rsid w:val="007F0B9C"/>
    <w:rsid w:val="007F0F90"/>
    <w:rsid w:val="007F1107"/>
    <w:rsid w:val="007F1C60"/>
    <w:rsid w:val="007F1D57"/>
    <w:rsid w:val="007F29E5"/>
    <w:rsid w:val="007F2C6A"/>
    <w:rsid w:val="007F2E47"/>
    <w:rsid w:val="007F3162"/>
    <w:rsid w:val="007F372E"/>
    <w:rsid w:val="007F4ACF"/>
    <w:rsid w:val="007F5702"/>
    <w:rsid w:val="007F5768"/>
    <w:rsid w:val="007F5AB8"/>
    <w:rsid w:val="007F5D15"/>
    <w:rsid w:val="007F5D86"/>
    <w:rsid w:val="007F5E30"/>
    <w:rsid w:val="007F5EF7"/>
    <w:rsid w:val="007F60DC"/>
    <w:rsid w:val="007F6268"/>
    <w:rsid w:val="007F62FC"/>
    <w:rsid w:val="007F6C48"/>
    <w:rsid w:val="007F71DC"/>
    <w:rsid w:val="007F741B"/>
    <w:rsid w:val="007F782C"/>
    <w:rsid w:val="007F7AED"/>
    <w:rsid w:val="00800048"/>
    <w:rsid w:val="008001BA"/>
    <w:rsid w:val="0080054E"/>
    <w:rsid w:val="0080231E"/>
    <w:rsid w:val="00802769"/>
    <w:rsid w:val="00802A7B"/>
    <w:rsid w:val="00803979"/>
    <w:rsid w:val="00803A47"/>
    <w:rsid w:val="0080415F"/>
    <w:rsid w:val="00804175"/>
    <w:rsid w:val="008043F2"/>
    <w:rsid w:val="008048BF"/>
    <w:rsid w:val="00804E07"/>
    <w:rsid w:val="0080524C"/>
    <w:rsid w:val="00805811"/>
    <w:rsid w:val="008059F6"/>
    <w:rsid w:val="00805C3A"/>
    <w:rsid w:val="00805C4A"/>
    <w:rsid w:val="00805D1D"/>
    <w:rsid w:val="00805D93"/>
    <w:rsid w:val="00806129"/>
    <w:rsid w:val="00806667"/>
    <w:rsid w:val="00806D3E"/>
    <w:rsid w:val="0080707E"/>
    <w:rsid w:val="00807331"/>
    <w:rsid w:val="00807431"/>
    <w:rsid w:val="00807B5A"/>
    <w:rsid w:val="00807C2E"/>
    <w:rsid w:val="00807DCE"/>
    <w:rsid w:val="00810596"/>
    <w:rsid w:val="008107C1"/>
    <w:rsid w:val="00810F7C"/>
    <w:rsid w:val="00811524"/>
    <w:rsid w:val="008116EC"/>
    <w:rsid w:val="008117DC"/>
    <w:rsid w:val="008121E7"/>
    <w:rsid w:val="0081249E"/>
    <w:rsid w:val="0081281F"/>
    <w:rsid w:val="00812A4F"/>
    <w:rsid w:val="00812A87"/>
    <w:rsid w:val="00812F12"/>
    <w:rsid w:val="00813066"/>
    <w:rsid w:val="008131BF"/>
    <w:rsid w:val="00814209"/>
    <w:rsid w:val="008145C7"/>
    <w:rsid w:val="008145ED"/>
    <w:rsid w:val="00814806"/>
    <w:rsid w:val="00814B6B"/>
    <w:rsid w:val="00814F0D"/>
    <w:rsid w:val="00815005"/>
    <w:rsid w:val="00815A67"/>
    <w:rsid w:val="00815BE1"/>
    <w:rsid w:val="00815E37"/>
    <w:rsid w:val="00816692"/>
    <w:rsid w:val="00816972"/>
    <w:rsid w:val="00816CAA"/>
    <w:rsid w:val="00816E11"/>
    <w:rsid w:val="00817070"/>
    <w:rsid w:val="008173D6"/>
    <w:rsid w:val="008177F0"/>
    <w:rsid w:val="00817A9D"/>
    <w:rsid w:val="008201FB"/>
    <w:rsid w:val="00820553"/>
    <w:rsid w:val="0082143C"/>
    <w:rsid w:val="008217A3"/>
    <w:rsid w:val="00821AC9"/>
    <w:rsid w:val="00822146"/>
    <w:rsid w:val="0082228F"/>
    <w:rsid w:val="008227BF"/>
    <w:rsid w:val="00822D4D"/>
    <w:rsid w:val="00822F74"/>
    <w:rsid w:val="008232D0"/>
    <w:rsid w:val="00823AC9"/>
    <w:rsid w:val="00823CC1"/>
    <w:rsid w:val="00824B74"/>
    <w:rsid w:val="00824F69"/>
    <w:rsid w:val="0082579E"/>
    <w:rsid w:val="0082585C"/>
    <w:rsid w:val="00825976"/>
    <w:rsid w:val="00825C7C"/>
    <w:rsid w:val="008261E4"/>
    <w:rsid w:val="0082647A"/>
    <w:rsid w:val="0082668F"/>
    <w:rsid w:val="00827324"/>
    <w:rsid w:val="008273A6"/>
    <w:rsid w:val="00827A4A"/>
    <w:rsid w:val="00827BC9"/>
    <w:rsid w:val="00827E45"/>
    <w:rsid w:val="00827F45"/>
    <w:rsid w:val="00830C14"/>
    <w:rsid w:val="008311CC"/>
    <w:rsid w:val="008313E4"/>
    <w:rsid w:val="00831B32"/>
    <w:rsid w:val="008324F4"/>
    <w:rsid w:val="00832CBA"/>
    <w:rsid w:val="00833DEA"/>
    <w:rsid w:val="008341F6"/>
    <w:rsid w:val="00834312"/>
    <w:rsid w:val="00834359"/>
    <w:rsid w:val="008349E8"/>
    <w:rsid w:val="00834C10"/>
    <w:rsid w:val="0083521C"/>
    <w:rsid w:val="00835A49"/>
    <w:rsid w:val="00836651"/>
    <w:rsid w:val="008369CC"/>
    <w:rsid w:val="00836AF3"/>
    <w:rsid w:val="00836C77"/>
    <w:rsid w:val="0083725C"/>
    <w:rsid w:val="00837473"/>
    <w:rsid w:val="008375B4"/>
    <w:rsid w:val="00837663"/>
    <w:rsid w:val="00837731"/>
    <w:rsid w:val="00837C64"/>
    <w:rsid w:val="00837FCA"/>
    <w:rsid w:val="00840532"/>
    <w:rsid w:val="008407D1"/>
    <w:rsid w:val="008409B4"/>
    <w:rsid w:val="008409E1"/>
    <w:rsid w:val="008410C6"/>
    <w:rsid w:val="008415F4"/>
    <w:rsid w:val="00841636"/>
    <w:rsid w:val="008420BE"/>
    <w:rsid w:val="00842534"/>
    <w:rsid w:val="00842ADA"/>
    <w:rsid w:val="00842DAC"/>
    <w:rsid w:val="00842DD0"/>
    <w:rsid w:val="00843043"/>
    <w:rsid w:val="0084323C"/>
    <w:rsid w:val="008433BF"/>
    <w:rsid w:val="00843BA4"/>
    <w:rsid w:val="00843D73"/>
    <w:rsid w:val="0084412D"/>
    <w:rsid w:val="00844579"/>
    <w:rsid w:val="00844611"/>
    <w:rsid w:val="0084473D"/>
    <w:rsid w:val="00844A45"/>
    <w:rsid w:val="008456F6"/>
    <w:rsid w:val="00845F06"/>
    <w:rsid w:val="00845FF6"/>
    <w:rsid w:val="00846243"/>
    <w:rsid w:val="00846506"/>
    <w:rsid w:val="008465CE"/>
    <w:rsid w:val="00846609"/>
    <w:rsid w:val="00847170"/>
    <w:rsid w:val="00847836"/>
    <w:rsid w:val="00847EA7"/>
    <w:rsid w:val="008501C9"/>
    <w:rsid w:val="00850465"/>
    <w:rsid w:val="00850752"/>
    <w:rsid w:val="00850982"/>
    <w:rsid w:val="00850D3B"/>
    <w:rsid w:val="00851069"/>
    <w:rsid w:val="0085144F"/>
    <w:rsid w:val="00851481"/>
    <w:rsid w:val="00851861"/>
    <w:rsid w:val="00851AAD"/>
    <w:rsid w:val="00851D33"/>
    <w:rsid w:val="00851F95"/>
    <w:rsid w:val="00851FF7"/>
    <w:rsid w:val="008520C6"/>
    <w:rsid w:val="008521AC"/>
    <w:rsid w:val="008524F0"/>
    <w:rsid w:val="00852666"/>
    <w:rsid w:val="0085290A"/>
    <w:rsid w:val="00852A8C"/>
    <w:rsid w:val="0085380B"/>
    <w:rsid w:val="008539C2"/>
    <w:rsid w:val="00853B9B"/>
    <w:rsid w:val="00853D16"/>
    <w:rsid w:val="0085409E"/>
    <w:rsid w:val="00854175"/>
    <w:rsid w:val="008543F9"/>
    <w:rsid w:val="008544D2"/>
    <w:rsid w:val="00854535"/>
    <w:rsid w:val="008547C2"/>
    <w:rsid w:val="00854AD5"/>
    <w:rsid w:val="00854C42"/>
    <w:rsid w:val="00854E03"/>
    <w:rsid w:val="0085504B"/>
    <w:rsid w:val="008559AE"/>
    <w:rsid w:val="0085643B"/>
    <w:rsid w:val="008564EE"/>
    <w:rsid w:val="0085663D"/>
    <w:rsid w:val="0085675A"/>
    <w:rsid w:val="0085693A"/>
    <w:rsid w:val="00856D46"/>
    <w:rsid w:val="00856F0F"/>
    <w:rsid w:val="0085718A"/>
    <w:rsid w:val="0085730E"/>
    <w:rsid w:val="008573C8"/>
    <w:rsid w:val="0085758E"/>
    <w:rsid w:val="00857781"/>
    <w:rsid w:val="0086050C"/>
    <w:rsid w:val="0086083D"/>
    <w:rsid w:val="00860B0A"/>
    <w:rsid w:val="00860DF7"/>
    <w:rsid w:val="00861103"/>
    <w:rsid w:val="008611CE"/>
    <w:rsid w:val="00861A00"/>
    <w:rsid w:val="00861A6E"/>
    <w:rsid w:val="008620A9"/>
    <w:rsid w:val="008621D0"/>
    <w:rsid w:val="0086290C"/>
    <w:rsid w:val="00862A8A"/>
    <w:rsid w:val="00862C5F"/>
    <w:rsid w:val="00863641"/>
    <w:rsid w:val="00863C19"/>
    <w:rsid w:val="0086418B"/>
    <w:rsid w:val="0086456A"/>
    <w:rsid w:val="0086481B"/>
    <w:rsid w:val="00864E4E"/>
    <w:rsid w:val="00864E7D"/>
    <w:rsid w:val="0086554F"/>
    <w:rsid w:val="008659BC"/>
    <w:rsid w:val="00865B66"/>
    <w:rsid w:val="00865F11"/>
    <w:rsid w:val="00866595"/>
    <w:rsid w:val="00866F52"/>
    <w:rsid w:val="0087099E"/>
    <w:rsid w:val="00870DA6"/>
    <w:rsid w:val="0087113A"/>
    <w:rsid w:val="00871184"/>
    <w:rsid w:val="008714D3"/>
    <w:rsid w:val="008719F2"/>
    <w:rsid w:val="00871F4D"/>
    <w:rsid w:val="0087241D"/>
    <w:rsid w:val="00872944"/>
    <w:rsid w:val="00872BE2"/>
    <w:rsid w:val="008732D9"/>
    <w:rsid w:val="00873370"/>
    <w:rsid w:val="00874729"/>
    <w:rsid w:val="00874CB4"/>
    <w:rsid w:val="00874E71"/>
    <w:rsid w:val="008753BF"/>
    <w:rsid w:val="0087613F"/>
    <w:rsid w:val="008762E1"/>
    <w:rsid w:val="0087672C"/>
    <w:rsid w:val="00876F09"/>
    <w:rsid w:val="008770C0"/>
    <w:rsid w:val="00877572"/>
    <w:rsid w:val="0087765E"/>
    <w:rsid w:val="00877833"/>
    <w:rsid w:val="00877AE7"/>
    <w:rsid w:val="008800B4"/>
    <w:rsid w:val="008809BC"/>
    <w:rsid w:val="00881577"/>
    <w:rsid w:val="00881AAB"/>
    <w:rsid w:val="00881C08"/>
    <w:rsid w:val="00881DE5"/>
    <w:rsid w:val="0088207D"/>
    <w:rsid w:val="0088214D"/>
    <w:rsid w:val="008822F9"/>
    <w:rsid w:val="0088230B"/>
    <w:rsid w:val="00882472"/>
    <w:rsid w:val="00882488"/>
    <w:rsid w:val="008832E2"/>
    <w:rsid w:val="008832ED"/>
    <w:rsid w:val="008834BE"/>
    <w:rsid w:val="0088396D"/>
    <w:rsid w:val="00883FA5"/>
    <w:rsid w:val="00884721"/>
    <w:rsid w:val="00884BC6"/>
    <w:rsid w:val="008852FA"/>
    <w:rsid w:val="00885452"/>
    <w:rsid w:val="00885673"/>
    <w:rsid w:val="008858E7"/>
    <w:rsid w:val="00885975"/>
    <w:rsid w:val="008859A5"/>
    <w:rsid w:val="00885B85"/>
    <w:rsid w:val="00885C2B"/>
    <w:rsid w:val="00885DA8"/>
    <w:rsid w:val="00886076"/>
    <w:rsid w:val="008862AE"/>
    <w:rsid w:val="00886691"/>
    <w:rsid w:val="00886F5C"/>
    <w:rsid w:val="00887A9B"/>
    <w:rsid w:val="00887B46"/>
    <w:rsid w:val="00887E44"/>
    <w:rsid w:val="008902C8"/>
    <w:rsid w:val="00890512"/>
    <w:rsid w:val="00890BAB"/>
    <w:rsid w:val="008911DD"/>
    <w:rsid w:val="008913DC"/>
    <w:rsid w:val="00891686"/>
    <w:rsid w:val="008917DC"/>
    <w:rsid w:val="00892013"/>
    <w:rsid w:val="00892596"/>
    <w:rsid w:val="008925E3"/>
    <w:rsid w:val="00892D9A"/>
    <w:rsid w:val="00893085"/>
    <w:rsid w:val="008930F4"/>
    <w:rsid w:val="008934F6"/>
    <w:rsid w:val="00893537"/>
    <w:rsid w:val="00893917"/>
    <w:rsid w:val="00893D9D"/>
    <w:rsid w:val="008942F2"/>
    <w:rsid w:val="0089449A"/>
    <w:rsid w:val="008948C4"/>
    <w:rsid w:val="00894EA8"/>
    <w:rsid w:val="00894EEE"/>
    <w:rsid w:val="00894FA7"/>
    <w:rsid w:val="008952C7"/>
    <w:rsid w:val="00895419"/>
    <w:rsid w:val="00895713"/>
    <w:rsid w:val="0089621A"/>
    <w:rsid w:val="00896465"/>
    <w:rsid w:val="00896AF4"/>
    <w:rsid w:val="00896E11"/>
    <w:rsid w:val="00897262"/>
    <w:rsid w:val="00897795"/>
    <w:rsid w:val="008978FB"/>
    <w:rsid w:val="00897F43"/>
    <w:rsid w:val="008A0354"/>
    <w:rsid w:val="008A085A"/>
    <w:rsid w:val="008A0A0A"/>
    <w:rsid w:val="008A0B38"/>
    <w:rsid w:val="008A0B91"/>
    <w:rsid w:val="008A129D"/>
    <w:rsid w:val="008A14D8"/>
    <w:rsid w:val="008A159E"/>
    <w:rsid w:val="008A15BA"/>
    <w:rsid w:val="008A178B"/>
    <w:rsid w:val="008A1E08"/>
    <w:rsid w:val="008A207C"/>
    <w:rsid w:val="008A242D"/>
    <w:rsid w:val="008A29AC"/>
    <w:rsid w:val="008A29FD"/>
    <w:rsid w:val="008A2BC7"/>
    <w:rsid w:val="008A2CB2"/>
    <w:rsid w:val="008A2D53"/>
    <w:rsid w:val="008A3435"/>
    <w:rsid w:val="008A352D"/>
    <w:rsid w:val="008A3BFB"/>
    <w:rsid w:val="008A3F84"/>
    <w:rsid w:val="008A438E"/>
    <w:rsid w:val="008A4604"/>
    <w:rsid w:val="008A6214"/>
    <w:rsid w:val="008A6608"/>
    <w:rsid w:val="008A663B"/>
    <w:rsid w:val="008A7D7A"/>
    <w:rsid w:val="008B0059"/>
    <w:rsid w:val="008B0324"/>
    <w:rsid w:val="008B042A"/>
    <w:rsid w:val="008B0430"/>
    <w:rsid w:val="008B04FB"/>
    <w:rsid w:val="008B09A3"/>
    <w:rsid w:val="008B0D29"/>
    <w:rsid w:val="008B10F1"/>
    <w:rsid w:val="008B169A"/>
    <w:rsid w:val="008B1BBE"/>
    <w:rsid w:val="008B1C3A"/>
    <w:rsid w:val="008B1DF8"/>
    <w:rsid w:val="008B22E8"/>
    <w:rsid w:val="008B24BC"/>
    <w:rsid w:val="008B2535"/>
    <w:rsid w:val="008B2636"/>
    <w:rsid w:val="008B2905"/>
    <w:rsid w:val="008B2EE3"/>
    <w:rsid w:val="008B3969"/>
    <w:rsid w:val="008B3A33"/>
    <w:rsid w:val="008B3C3B"/>
    <w:rsid w:val="008B3CA9"/>
    <w:rsid w:val="008B403D"/>
    <w:rsid w:val="008B46BC"/>
    <w:rsid w:val="008B5468"/>
    <w:rsid w:val="008B5885"/>
    <w:rsid w:val="008B6D30"/>
    <w:rsid w:val="008B6D6D"/>
    <w:rsid w:val="008B6DD8"/>
    <w:rsid w:val="008B7FA5"/>
    <w:rsid w:val="008C0652"/>
    <w:rsid w:val="008C07F9"/>
    <w:rsid w:val="008C0857"/>
    <w:rsid w:val="008C0D79"/>
    <w:rsid w:val="008C0EF0"/>
    <w:rsid w:val="008C1A65"/>
    <w:rsid w:val="008C1AE2"/>
    <w:rsid w:val="008C1D9F"/>
    <w:rsid w:val="008C2C97"/>
    <w:rsid w:val="008C3634"/>
    <w:rsid w:val="008C364C"/>
    <w:rsid w:val="008C3D82"/>
    <w:rsid w:val="008C49A6"/>
    <w:rsid w:val="008C4A02"/>
    <w:rsid w:val="008C4BD5"/>
    <w:rsid w:val="008C4BD6"/>
    <w:rsid w:val="008C4BEF"/>
    <w:rsid w:val="008C50D1"/>
    <w:rsid w:val="008C5863"/>
    <w:rsid w:val="008C5930"/>
    <w:rsid w:val="008C5E39"/>
    <w:rsid w:val="008C63B6"/>
    <w:rsid w:val="008C6491"/>
    <w:rsid w:val="008C6874"/>
    <w:rsid w:val="008C6AB4"/>
    <w:rsid w:val="008C6B48"/>
    <w:rsid w:val="008C72CD"/>
    <w:rsid w:val="008C77A3"/>
    <w:rsid w:val="008C7D2E"/>
    <w:rsid w:val="008C7F47"/>
    <w:rsid w:val="008D004C"/>
    <w:rsid w:val="008D047C"/>
    <w:rsid w:val="008D0565"/>
    <w:rsid w:val="008D06F6"/>
    <w:rsid w:val="008D0954"/>
    <w:rsid w:val="008D0CCA"/>
    <w:rsid w:val="008D10DE"/>
    <w:rsid w:val="008D19C7"/>
    <w:rsid w:val="008D1B47"/>
    <w:rsid w:val="008D1D9D"/>
    <w:rsid w:val="008D24D5"/>
    <w:rsid w:val="008D2582"/>
    <w:rsid w:val="008D29B8"/>
    <w:rsid w:val="008D29E7"/>
    <w:rsid w:val="008D2A21"/>
    <w:rsid w:val="008D2AA1"/>
    <w:rsid w:val="008D2C15"/>
    <w:rsid w:val="008D3706"/>
    <w:rsid w:val="008D3D3C"/>
    <w:rsid w:val="008D41DA"/>
    <w:rsid w:val="008D42DF"/>
    <w:rsid w:val="008D4409"/>
    <w:rsid w:val="008D4A9C"/>
    <w:rsid w:val="008D4E0F"/>
    <w:rsid w:val="008D5B84"/>
    <w:rsid w:val="008D5EAC"/>
    <w:rsid w:val="008D611E"/>
    <w:rsid w:val="008D62B0"/>
    <w:rsid w:val="008D6387"/>
    <w:rsid w:val="008D679C"/>
    <w:rsid w:val="008D6FCD"/>
    <w:rsid w:val="008D7989"/>
    <w:rsid w:val="008D7FD8"/>
    <w:rsid w:val="008E027F"/>
    <w:rsid w:val="008E0440"/>
    <w:rsid w:val="008E05A7"/>
    <w:rsid w:val="008E0BF4"/>
    <w:rsid w:val="008E0D4B"/>
    <w:rsid w:val="008E0F73"/>
    <w:rsid w:val="008E1511"/>
    <w:rsid w:val="008E16A6"/>
    <w:rsid w:val="008E1E2D"/>
    <w:rsid w:val="008E2151"/>
    <w:rsid w:val="008E2A44"/>
    <w:rsid w:val="008E320D"/>
    <w:rsid w:val="008E3B21"/>
    <w:rsid w:val="008E3C1A"/>
    <w:rsid w:val="008E411C"/>
    <w:rsid w:val="008E43F9"/>
    <w:rsid w:val="008E443A"/>
    <w:rsid w:val="008E4A62"/>
    <w:rsid w:val="008E5A95"/>
    <w:rsid w:val="008E5EF5"/>
    <w:rsid w:val="008E6196"/>
    <w:rsid w:val="008E629F"/>
    <w:rsid w:val="008E6372"/>
    <w:rsid w:val="008E64ED"/>
    <w:rsid w:val="008E66C5"/>
    <w:rsid w:val="008E69B4"/>
    <w:rsid w:val="008E6E0F"/>
    <w:rsid w:val="008E716F"/>
    <w:rsid w:val="008E72D2"/>
    <w:rsid w:val="008E7440"/>
    <w:rsid w:val="008E773E"/>
    <w:rsid w:val="008E795E"/>
    <w:rsid w:val="008E7F7A"/>
    <w:rsid w:val="008F0B59"/>
    <w:rsid w:val="008F0ED8"/>
    <w:rsid w:val="008F1006"/>
    <w:rsid w:val="008F1833"/>
    <w:rsid w:val="008F1D2E"/>
    <w:rsid w:val="008F22A0"/>
    <w:rsid w:val="008F25D5"/>
    <w:rsid w:val="008F26C0"/>
    <w:rsid w:val="008F2985"/>
    <w:rsid w:val="008F2A87"/>
    <w:rsid w:val="008F2E65"/>
    <w:rsid w:val="008F3135"/>
    <w:rsid w:val="008F337C"/>
    <w:rsid w:val="008F3F48"/>
    <w:rsid w:val="008F47D1"/>
    <w:rsid w:val="008F4ABC"/>
    <w:rsid w:val="008F56A5"/>
    <w:rsid w:val="008F5DB1"/>
    <w:rsid w:val="008F6123"/>
    <w:rsid w:val="008F625B"/>
    <w:rsid w:val="008F6448"/>
    <w:rsid w:val="008F64FD"/>
    <w:rsid w:val="008F656C"/>
    <w:rsid w:val="008F6852"/>
    <w:rsid w:val="008F6969"/>
    <w:rsid w:val="008F6A30"/>
    <w:rsid w:val="008F6DD9"/>
    <w:rsid w:val="008F6E58"/>
    <w:rsid w:val="008F6F36"/>
    <w:rsid w:val="008F7144"/>
    <w:rsid w:val="009003EB"/>
    <w:rsid w:val="009005EB"/>
    <w:rsid w:val="009009EF"/>
    <w:rsid w:val="009010EC"/>
    <w:rsid w:val="00902538"/>
    <w:rsid w:val="00902541"/>
    <w:rsid w:val="009025FD"/>
    <w:rsid w:val="00902704"/>
    <w:rsid w:val="009027DB"/>
    <w:rsid w:val="00903001"/>
    <w:rsid w:val="00903518"/>
    <w:rsid w:val="00903EC7"/>
    <w:rsid w:val="009041B6"/>
    <w:rsid w:val="009045F2"/>
    <w:rsid w:val="009047C1"/>
    <w:rsid w:val="00904BF9"/>
    <w:rsid w:val="00904D07"/>
    <w:rsid w:val="00904E27"/>
    <w:rsid w:val="00905A6B"/>
    <w:rsid w:val="00905D55"/>
    <w:rsid w:val="00905F9B"/>
    <w:rsid w:val="00906245"/>
    <w:rsid w:val="00906405"/>
    <w:rsid w:val="00906650"/>
    <w:rsid w:val="009067CE"/>
    <w:rsid w:val="0090680E"/>
    <w:rsid w:val="00906A07"/>
    <w:rsid w:val="00906D67"/>
    <w:rsid w:val="00906D79"/>
    <w:rsid w:val="0090701E"/>
    <w:rsid w:val="00907884"/>
    <w:rsid w:val="0090789C"/>
    <w:rsid w:val="009079E5"/>
    <w:rsid w:val="00907E44"/>
    <w:rsid w:val="00910792"/>
    <w:rsid w:val="00910D96"/>
    <w:rsid w:val="0091144B"/>
    <w:rsid w:val="00911699"/>
    <w:rsid w:val="009119E1"/>
    <w:rsid w:val="009119E7"/>
    <w:rsid w:val="00911B1F"/>
    <w:rsid w:val="00911DB1"/>
    <w:rsid w:val="00911EC9"/>
    <w:rsid w:val="009122D0"/>
    <w:rsid w:val="009126CD"/>
    <w:rsid w:val="00912CD5"/>
    <w:rsid w:val="00912EEE"/>
    <w:rsid w:val="00913498"/>
    <w:rsid w:val="00914BF2"/>
    <w:rsid w:val="00914F63"/>
    <w:rsid w:val="00915350"/>
    <w:rsid w:val="00915626"/>
    <w:rsid w:val="00915C2F"/>
    <w:rsid w:val="00916274"/>
    <w:rsid w:val="00916B48"/>
    <w:rsid w:val="00916C6E"/>
    <w:rsid w:val="00916E8F"/>
    <w:rsid w:val="00916F3D"/>
    <w:rsid w:val="00917300"/>
    <w:rsid w:val="00917866"/>
    <w:rsid w:val="00917C5F"/>
    <w:rsid w:val="00917D82"/>
    <w:rsid w:val="00921065"/>
    <w:rsid w:val="0092178F"/>
    <w:rsid w:val="009217CE"/>
    <w:rsid w:val="00921858"/>
    <w:rsid w:val="00921C74"/>
    <w:rsid w:val="00921CCA"/>
    <w:rsid w:val="00921D7D"/>
    <w:rsid w:val="009225F7"/>
    <w:rsid w:val="00922784"/>
    <w:rsid w:val="009229CD"/>
    <w:rsid w:val="009230E7"/>
    <w:rsid w:val="00923433"/>
    <w:rsid w:val="00924343"/>
    <w:rsid w:val="00924365"/>
    <w:rsid w:val="009249F1"/>
    <w:rsid w:val="00924C1B"/>
    <w:rsid w:val="00924EBB"/>
    <w:rsid w:val="00924F5B"/>
    <w:rsid w:val="00924FFD"/>
    <w:rsid w:val="0092526C"/>
    <w:rsid w:val="00925623"/>
    <w:rsid w:val="009256B4"/>
    <w:rsid w:val="00925AFE"/>
    <w:rsid w:val="00925F58"/>
    <w:rsid w:val="0092608C"/>
    <w:rsid w:val="009261A6"/>
    <w:rsid w:val="00926266"/>
    <w:rsid w:val="00926615"/>
    <w:rsid w:val="00926AFC"/>
    <w:rsid w:val="00926FFB"/>
    <w:rsid w:val="0092719E"/>
    <w:rsid w:val="00927635"/>
    <w:rsid w:val="009278C3"/>
    <w:rsid w:val="00927CB9"/>
    <w:rsid w:val="00927F84"/>
    <w:rsid w:val="009301E8"/>
    <w:rsid w:val="00930459"/>
    <w:rsid w:val="00930746"/>
    <w:rsid w:val="00930EB7"/>
    <w:rsid w:val="00930FA1"/>
    <w:rsid w:val="00931016"/>
    <w:rsid w:val="00931777"/>
    <w:rsid w:val="00931ABE"/>
    <w:rsid w:val="00932050"/>
    <w:rsid w:val="0093210F"/>
    <w:rsid w:val="00932438"/>
    <w:rsid w:val="00932F6B"/>
    <w:rsid w:val="009334D2"/>
    <w:rsid w:val="009337FE"/>
    <w:rsid w:val="00933DA9"/>
    <w:rsid w:val="00934127"/>
    <w:rsid w:val="0093442A"/>
    <w:rsid w:val="009347B1"/>
    <w:rsid w:val="00934DC3"/>
    <w:rsid w:val="009350C9"/>
    <w:rsid w:val="009353C3"/>
    <w:rsid w:val="00935757"/>
    <w:rsid w:val="00935A66"/>
    <w:rsid w:val="00935D1B"/>
    <w:rsid w:val="00935FF1"/>
    <w:rsid w:val="009362B7"/>
    <w:rsid w:val="00936992"/>
    <w:rsid w:val="00936AAF"/>
    <w:rsid w:val="00936ADF"/>
    <w:rsid w:val="00936C89"/>
    <w:rsid w:val="00936E66"/>
    <w:rsid w:val="0093798B"/>
    <w:rsid w:val="00937C2B"/>
    <w:rsid w:val="00937C5D"/>
    <w:rsid w:val="00937CCD"/>
    <w:rsid w:val="00937DBF"/>
    <w:rsid w:val="00937E40"/>
    <w:rsid w:val="00937F80"/>
    <w:rsid w:val="0094036A"/>
    <w:rsid w:val="009404E1"/>
    <w:rsid w:val="009405A4"/>
    <w:rsid w:val="00940617"/>
    <w:rsid w:val="009408F1"/>
    <w:rsid w:val="0094165C"/>
    <w:rsid w:val="00941E08"/>
    <w:rsid w:val="00941E9B"/>
    <w:rsid w:val="009424DD"/>
    <w:rsid w:val="0094265E"/>
    <w:rsid w:val="00942716"/>
    <w:rsid w:val="00942904"/>
    <w:rsid w:val="00943257"/>
    <w:rsid w:val="009436EF"/>
    <w:rsid w:val="00943CCF"/>
    <w:rsid w:val="00943E4C"/>
    <w:rsid w:val="0094433F"/>
    <w:rsid w:val="00944477"/>
    <w:rsid w:val="009444BA"/>
    <w:rsid w:val="009447D9"/>
    <w:rsid w:val="00944A9F"/>
    <w:rsid w:val="00944E1C"/>
    <w:rsid w:val="00944E2C"/>
    <w:rsid w:val="00944EB8"/>
    <w:rsid w:val="0094511A"/>
    <w:rsid w:val="009456E6"/>
    <w:rsid w:val="00945DE1"/>
    <w:rsid w:val="00945E72"/>
    <w:rsid w:val="009460FB"/>
    <w:rsid w:val="00946C8D"/>
    <w:rsid w:val="00946F34"/>
    <w:rsid w:val="00947071"/>
    <w:rsid w:val="00947437"/>
    <w:rsid w:val="009479CA"/>
    <w:rsid w:val="00947C9E"/>
    <w:rsid w:val="00947E39"/>
    <w:rsid w:val="00950015"/>
    <w:rsid w:val="009501F4"/>
    <w:rsid w:val="00950215"/>
    <w:rsid w:val="009502C4"/>
    <w:rsid w:val="00950D26"/>
    <w:rsid w:val="00951236"/>
    <w:rsid w:val="00952372"/>
    <w:rsid w:val="009527FE"/>
    <w:rsid w:val="0095302A"/>
    <w:rsid w:val="009533D1"/>
    <w:rsid w:val="00953613"/>
    <w:rsid w:val="00953716"/>
    <w:rsid w:val="00953A9A"/>
    <w:rsid w:val="00953F4F"/>
    <w:rsid w:val="009543AF"/>
    <w:rsid w:val="00954970"/>
    <w:rsid w:val="00954A37"/>
    <w:rsid w:val="00954C49"/>
    <w:rsid w:val="009553B2"/>
    <w:rsid w:val="009554A1"/>
    <w:rsid w:val="00955617"/>
    <w:rsid w:val="00956384"/>
    <w:rsid w:val="00957082"/>
    <w:rsid w:val="00957775"/>
    <w:rsid w:val="00957847"/>
    <w:rsid w:val="00957B02"/>
    <w:rsid w:val="00957F1E"/>
    <w:rsid w:val="00957F81"/>
    <w:rsid w:val="00960645"/>
    <w:rsid w:val="009612CA"/>
    <w:rsid w:val="00961853"/>
    <w:rsid w:val="0096189C"/>
    <w:rsid w:val="0096265C"/>
    <w:rsid w:val="00962AA5"/>
    <w:rsid w:val="00962B86"/>
    <w:rsid w:val="0096318F"/>
    <w:rsid w:val="0096329C"/>
    <w:rsid w:val="00963419"/>
    <w:rsid w:val="00963423"/>
    <w:rsid w:val="00963523"/>
    <w:rsid w:val="00963667"/>
    <w:rsid w:val="00963808"/>
    <w:rsid w:val="00965243"/>
    <w:rsid w:val="009652B6"/>
    <w:rsid w:val="00965493"/>
    <w:rsid w:val="009654B8"/>
    <w:rsid w:val="009659D7"/>
    <w:rsid w:val="00965EE7"/>
    <w:rsid w:val="0096604D"/>
    <w:rsid w:val="0096673C"/>
    <w:rsid w:val="00966BE1"/>
    <w:rsid w:val="00967476"/>
    <w:rsid w:val="00967700"/>
    <w:rsid w:val="00967B27"/>
    <w:rsid w:val="009704F5"/>
    <w:rsid w:val="009709AD"/>
    <w:rsid w:val="00970BB9"/>
    <w:rsid w:val="00971398"/>
    <w:rsid w:val="00971A94"/>
    <w:rsid w:val="00971F07"/>
    <w:rsid w:val="00971F7E"/>
    <w:rsid w:val="009723D3"/>
    <w:rsid w:val="0097260E"/>
    <w:rsid w:val="009726A6"/>
    <w:rsid w:val="00972B5A"/>
    <w:rsid w:val="00972CC9"/>
    <w:rsid w:val="0097305F"/>
    <w:rsid w:val="00973A74"/>
    <w:rsid w:val="00973C1A"/>
    <w:rsid w:val="00974514"/>
    <w:rsid w:val="00974AB7"/>
    <w:rsid w:val="00974B5C"/>
    <w:rsid w:val="0097506E"/>
    <w:rsid w:val="009756C4"/>
    <w:rsid w:val="00975769"/>
    <w:rsid w:val="00975BEB"/>
    <w:rsid w:val="00975EAD"/>
    <w:rsid w:val="00976ED2"/>
    <w:rsid w:val="0097788C"/>
    <w:rsid w:val="009778DF"/>
    <w:rsid w:val="00977AEC"/>
    <w:rsid w:val="00977F07"/>
    <w:rsid w:val="009801AA"/>
    <w:rsid w:val="009809C9"/>
    <w:rsid w:val="00980B2B"/>
    <w:rsid w:val="00980C4A"/>
    <w:rsid w:val="00981383"/>
    <w:rsid w:val="00981477"/>
    <w:rsid w:val="0098192E"/>
    <w:rsid w:val="00981B9E"/>
    <w:rsid w:val="00981D05"/>
    <w:rsid w:val="00982385"/>
    <w:rsid w:val="0098319B"/>
    <w:rsid w:val="00983693"/>
    <w:rsid w:val="00983AA5"/>
    <w:rsid w:val="009840FC"/>
    <w:rsid w:val="00984426"/>
    <w:rsid w:val="009846BF"/>
    <w:rsid w:val="00984A4D"/>
    <w:rsid w:val="00984BFA"/>
    <w:rsid w:val="00985EC8"/>
    <w:rsid w:val="00985FAB"/>
    <w:rsid w:val="00986140"/>
    <w:rsid w:val="00986632"/>
    <w:rsid w:val="009869D7"/>
    <w:rsid w:val="00986B69"/>
    <w:rsid w:val="00986F20"/>
    <w:rsid w:val="009870DC"/>
    <w:rsid w:val="00987174"/>
    <w:rsid w:val="00987DE5"/>
    <w:rsid w:val="00990DC0"/>
    <w:rsid w:val="00990DD0"/>
    <w:rsid w:val="00990F85"/>
    <w:rsid w:val="00990F9C"/>
    <w:rsid w:val="00991336"/>
    <w:rsid w:val="00991581"/>
    <w:rsid w:val="009918B9"/>
    <w:rsid w:val="00991E7B"/>
    <w:rsid w:val="0099255E"/>
    <w:rsid w:val="00992BEF"/>
    <w:rsid w:val="00992C2A"/>
    <w:rsid w:val="00992E9A"/>
    <w:rsid w:val="0099306C"/>
    <w:rsid w:val="009936F4"/>
    <w:rsid w:val="009938E5"/>
    <w:rsid w:val="00993CCF"/>
    <w:rsid w:val="009949BE"/>
    <w:rsid w:val="00994D83"/>
    <w:rsid w:val="00994F06"/>
    <w:rsid w:val="00995C97"/>
    <w:rsid w:val="00995DA6"/>
    <w:rsid w:val="00996307"/>
    <w:rsid w:val="00996A0B"/>
    <w:rsid w:val="00996BAC"/>
    <w:rsid w:val="0099711C"/>
    <w:rsid w:val="009971A7"/>
    <w:rsid w:val="00997A80"/>
    <w:rsid w:val="009A0E1E"/>
    <w:rsid w:val="009A0E33"/>
    <w:rsid w:val="009A1035"/>
    <w:rsid w:val="009A11A4"/>
    <w:rsid w:val="009A1244"/>
    <w:rsid w:val="009A15C0"/>
    <w:rsid w:val="009A15E1"/>
    <w:rsid w:val="009A1A9E"/>
    <w:rsid w:val="009A1C69"/>
    <w:rsid w:val="009A1D19"/>
    <w:rsid w:val="009A22AB"/>
    <w:rsid w:val="009A267F"/>
    <w:rsid w:val="009A295C"/>
    <w:rsid w:val="009A29F8"/>
    <w:rsid w:val="009A2F00"/>
    <w:rsid w:val="009A3295"/>
    <w:rsid w:val="009A3330"/>
    <w:rsid w:val="009A3353"/>
    <w:rsid w:val="009A3B8B"/>
    <w:rsid w:val="009A4328"/>
    <w:rsid w:val="009A4CD3"/>
    <w:rsid w:val="009A4EBD"/>
    <w:rsid w:val="009A4F45"/>
    <w:rsid w:val="009A506F"/>
    <w:rsid w:val="009A562F"/>
    <w:rsid w:val="009A569D"/>
    <w:rsid w:val="009A57B8"/>
    <w:rsid w:val="009A5B16"/>
    <w:rsid w:val="009A6189"/>
    <w:rsid w:val="009A661F"/>
    <w:rsid w:val="009A6682"/>
    <w:rsid w:val="009A6F76"/>
    <w:rsid w:val="009A70D3"/>
    <w:rsid w:val="009A70DB"/>
    <w:rsid w:val="009A78C9"/>
    <w:rsid w:val="009A7A53"/>
    <w:rsid w:val="009A7EF8"/>
    <w:rsid w:val="009A7F8B"/>
    <w:rsid w:val="009B0351"/>
    <w:rsid w:val="009B0E72"/>
    <w:rsid w:val="009B1809"/>
    <w:rsid w:val="009B196F"/>
    <w:rsid w:val="009B1F57"/>
    <w:rsid w:val="009B1FCD"/>
    <w:rsid w:val="009B2A89"/>
    <w:rsid w:val="009B2B80"/>
    <w:rsid w:val="009B2D73"/>
    <w:rsid w:val="009B34D6"/>
    <w:rsid w:val="009B34DB"/>
    <w:rsid w:val="009B3DEB"/>
    <w:rsid w:val="009B4212"/>
    <w:rsid w:val="009B4213"/>
    <w:rsid w:val="009B42D6"/>
    <w:rsid w:val="009B491F"/>
    <w:rsid w:val="009B4B10"/>
    <w:rsid w:val="009B4B3D"/>
    <w:rsid w:val="009B4E0B"/>
    <w:rsid w:val="009B50AA"/>
    <w:rsid w:val="009B56FF"/>
    <w:rsid w:val="009B5B32"/>
    <w:rsid w:val="009B5D72"/>
    <w:rsid w:val="009B60B7"/>
    <w:rsid w:val="009B61AB"/>
    <w:rsid w:val="009B6341"/>
    <w:rsid w:val="009B65F6"/>
    <w:rsid w:val="009B6722"/>
    <w:rsid w:val="009B69C8"/>
    <w:rsid w:val="009B6DB6"/>
    <w:rsid w:val="009B70B2"/>
    <w:rsid w:val="009B7681"/>
    <w:rsid w:val="009B77F9"/>
    <w:rsid w:val="009B7FA5"/>
    <w:rsid w:val="009C036C"/>
    <w:rsid w:val="009C0CFD"/>
    <w:rsid w:val="009C0E8F"/>
    <w:rsid w:val="009C14CC"/>
    <w:rsid w:val="009C170F"/>
    <w:rsid w:val="009C1C22"/>
    <w:rsid w:val="009C1FCE"/>
    <w:rsid w:val="009C2132"/>
    <w:rsid w:val="009C30EC"/>
    <w:rsid w:val="009C3212"/>
    <w:rsid w:val="009C3287"/>
    <w:rsid w:val="009C35D7"/>
    <w:rsid w:val="009C384C"/>
    <w:rsid w:val="009C3859"/>
    <w:rsid w:val="009C3905"/>
    <w:rsid w:val="009C41C4"/>
    <w:rsid w:val="009C451A"/>
    <w:rsid w:val="009C49AB"/>
    <w:rsid w:val="009C526E"/>
    <w:rsid w:val="009C59AA"/>
    <w:rsid w:val="009C5D1D"/>
    <w:rsid w:val="009C6099"/>
    <w:rsid w:val="009C6540"/>
    <w:rsid w:val="009C665B"/>
    <w:rsid w:val="009C69EB"/>
    <w:rsid w:val="009C6A49"/>
    <w:rsid w:val="009C6DF7"/>
    <w:rsid w:val="009C7504"/>
    <w:rsid w:val="009C7A60"/>
    <w:rsid w:val="009D01B6"/>
    <w:rsid w:val="009D04F1"/>
    <w:rsid w:val="009D06C2"/>
    <w:rsid w:val="009D06E0"/>
    <w:rsid w:val="009D07F9"/>
    <w:rsid w:val="009D0DBA"/>
    <w:rsid w:val="009D0FB6"/>
    <w:rsid w:val="009D16A3"/>
    <w:rsid w:val="009D170B"/>
    <w:rsid w:val="009D182E"/>
    <w:rsid w:val="009D1C63"/>
    <w:rsid w:val="009D1C76"/>
    <w:rsid w:val="009D1C9E"/>
    <w:rsid w:val="009D1D83"/>
    <w:rsid w:val="009D1EC8"/>
    <w:rsid w:val="009D2055"/>
    <w:rsid w:val="009D2335"/>
    <w:rsid w:val="009D2A49"/>
    <w:rsid w:val="009D2AC5"/>
    <w:rsid w:val="009D2B53"/>
    <w:rsid w:val="009D2C68"/>
    <w:rsid w:val="009D2E49"/>
    <w:rsid w:val="009D3602"/>
    <w:rsid w:val="009D3888"/>
    <w:rsid w:val="009D51BE"/>
    <w:rsid w:val="009D5E07"/>
    <w:rsid w:val="009D5E8B"/>
    <w:rsid w:val="009D6071"/>
    <w:rsid w:val="009D60E5"/>
    <w:rsid w:val="009D64B4"/>
    <w:rsid w:val="009D68C8"/>
    <w:rsid w:val="009D68D2"/>
    <w:rsid w:val="009D6B17"/>
    <w:rsid w:val="009D7190"/>
    <w:rsid w:val="009D72D0"/>
    <w:rsid w:val="009D733E"/>
    <w:rsid w:val="009D7A5C"/>
    <w:rsid w:val="009D7E85"/>
    <w:rsid w:val="009E0BB7"/>
    <w:rsid w:val="009E0CB6"/>
    <w:rsid w:val="009E0E04"/>
    <w:rsid w:val="009E1249"/>
    <w:rsid w:val="009E17EB"/>
    <w:rsid w:val="009E1F45"/>
    <w:rsid w:val="009E2379"/>
    <w:rsid w:val="009E278D"/>
    <w:rsid w:val="009E28DE"/>
    <w:rsid w:val="009E29CE"/>
    <w:rsid w:val="009E2BCC"/>
    <w:rsid w:val="009E2CC1"/>
    <w:rsid w:val="009E3146"/>
    <w:rsid w:val="009E3225"/>
    <w:rsid w:val="009E3D85"/>
    <w:rsid w:val="009E3D8E"/>
    <w:rsid w:val="009E3E80"/>
    <w:rsid w:val="009E404B"/>
    <w:rsid w:val="009E43A6"/>
    <w:rsid w:val="009E4444"/>
    <w:rsid w:val="009E491C"/>
    <w:rsid w:val="009E4F0F"/>
    <w:rsid w:val="009E5E64"/>
    <w:rsid w:val="009E60BF"/>
    <w:rsid w:val="009E6117"/>
    <w:rsid w:val="009E640E"/>
    <w:rsid w:val="009E6C00"/>
    <w:rsid w:val="009E6D31"/>
    <w:rsid w:val="009E70F5"/>
    <w:rsid w:val="009E719C"/>
    <w:rsid w:val="009E7762"/>
    <w:rsid w:val="009E7A12"/>
    <w:rsid w:val="009E7E2E"/>
    <w:rsid w:val="009F0516"/>
    <w:rsid w:val="009F0986"/>
    <w:rsid w:val="009F12BE"/>
    <w:rsid w:val="009F184D"/>
    <w:rsid w:val="009F1971"/>
    <w:rsid w:val="009F1DB5"/>
    <w:rsid w:val="009F22DD"/>
    <w:rsid w:val="009F2421"/>
    <w:rsid w:val="009F2503"/>
    <w:rsid w:val="009F3426"/>
    <w:rsid w:val="009F3829"/>
    <w:rsid w:val="009F39A8"/>
    <w:rsid w:val="009F3A05"/>
    <w:rsid w:val="009F3A06"/>
    <w:rsid w:val="009F43D7"/>
    <w:rsid w:val="009F4446"/>
    <w:rsid w:val="009F4969"/>
    <w:rsid w:val="009F4B99"/>
    <w:rsid w:val="009F503C"/>
    <w:rsid w:val="009F51D5"/>
    <w:rsid w:val="009F51E8"/>
    <w:rsid w:val="009F56FE"/>
    <w:rsid w:val="009F6763"/>
    <w:rsid w:val="009F6835"/>
    <w:rsid w:val="009F69D3"/>
    <w:rsid w:val="009F6A28"/>
    <w:rsid w:val="009F6AC3"/>
    <w:rsid w:val="009F721D"/>
    <w:rsid w:val="009F7801"/>
    <w:rsid w:val="009F79DB"/>
    <w:rsid w:val="009F7B63"/>
    <w:rsid w:val="00A00B77"/>
    <w:rsid w:val="00A00F21"/>
    <w:rsid w:val="00A00FB2"/>
    <w:rsid w:val="00A011C1"/>
    <w:rsid w:val="00A0126B"/>
    <w:rsid w:val="00A014C0"/>
    <w:rsid w:val="00A018D9"/>
    <w:rsid w:val="00A01A84"/>
    <w:rsid w:val="00A02398"/>
    <w:rsid w:val="00A02CF7"/>
    <w:rsid w:val="00A031E2"/>
    <w:rsid w:val="00A04954"/>
    <w:rsid w:val="00A04BAD"/>
    <w:rsid w:val="00A05905"/>
    <w:rsid w:val="00A059B7"/>
    <w:rsid w:val="00A05A08"/>
    <w:rsid w:val="00A05BC7"/>
    <w:rsid w:val="00A061AA"/>
    <w:rsid w:val="00A064CD"/>
    <w:rsid w:val="00A06B1D"/>
    <w:rsid w:val="00A06BE3"/>
    <w:rsid w:val="00A0707C"/>
    <w:rsid w:val="00A07099"/>
    <w:rsid w:val="00A0753A"/>
    <w:rsid w:val="00A07804"/>
    <w:rsid w:val="00A07AC3"/>
    <w:rsid w:val="00A07AE2"/>
    <w:rsid w:val="00A07CAB"/>
    <w:rsid w:val="00A10388"/>
    <w:rsid w:val="00A108A2"/>
    <w:rsid w:val="00A109DD"/>
    <w:rsid w:val="00A1139E"/>
    <w:rsid w:val="00A115E6"/>
    <w:rsid w:val="00A119E2"/>
    <w:rsid w:val="00A11A6D"/>
    <w:rsid w:val="00A11D22"/>
    <w:rsid w:val="00A120BA"/>
    <w:rsid w:val="00A121B9"/>
    <w:rsid w:val="00A123FC"/>
    <w:rsid w:val="00A12437"/>
    <w:rsid w:val="00A1249D"/>
    <w:rsid w:val="00A12B28"/>
    <w:rsid w:val="00A12B5B"/>
    <w:rsid w:val="00A134E5"/>
    <w:rsid w:val="00A13D5D"/>
    <w:rsid w:val="00A140E3"/>
    <w:rsid w:val="00A152FB"/>
    <w:rsid w:val="00A15405"/>
    <w:rsid w:val="00A1544E"/>
    <w:rsid w:val="00A15691"/>
    <w:rsid w:val="00A15A80"/>
    <w:rsid w:val="00A15CAB"/>
    <w:rsid w:val="00A15CF9"/>
    <w:rsid w:val="00A15D78"/>
    <w:rsid w:val="00A16777"/>
    <w:rsid w:val="00A16AE4"/>
    <w:rsid w:val="00A16B3A"/>
    <w:rsid w:val="00A17ED2"/>
    <w:rsid w:val="00A200F9"/>
    <w:rsid w:val="00A203B3"/>
    <w:rsid w:val="00A20844"/>
    <w:rsid w:val="00A20A0A"/>
    <w:rsid w:val="00A21078"/>
    <w:rsid w:val="00A2158D"/>
    <w:rsid w:val="00A21B2C"/>
    <w:rsid w:val="00A21CF7"/>
    <w:rsid w:val="00A21D4C"/>
    <w:rsid w:val="00A21D4E"/>
    <w:rsid w:val="00A21EFF"/>
    <w:rsid w:val="00A220A5"/>
    <w:rsid w:val="00A22132"/>
    <w:rsid w:val="00A22430"/>
    <w:rsid w:val="00A2268E"/>
    <w:rsid w:val="00A22EE9"/>
    <w:rsid w:val="00A23218"/>
    <w:rsid w:val="00A234F3"/>
    <w:rsid w:val="00A23EFD"/>
    <w:rsid w:val="00A24897"/>
    <w:rsid w:val="00A24C4E"/>
    <w:rsid w:val="00A24E99"/>
    <w:rsid w:val="00A256BB"/>
    <w:rsid w:val="00A2584E"/>
    <w:rsid w:val="00A25911"/>
    <w:rsid w:val="00A27240"/>
    <w:rsid w:val="00A279B1"/>
    <w:rsid w:val="00A27A9E"/>
    <w:rsid w:val="00A27AC2"/>
    <w:rsid w:val="00A30160"/>
    <w:rsid w:val="00A301AA"/>
    <w:rsid w:val="00A30308"/>
    <w:rsid w:val="00A3084A"/>
    <w:rsid w:val="00A308B0"/>
    <w:rsid w:val="00A3108F"/>
    <w:rsid w:val="00A31842"/>
    <w:rsid w:val="00A319F3"/>
    <w:rsid w:val="00A31A86"/>
    <w:rsid w:val="00A31D15"/>
    <w:rsid w:val="00A31D8A"/>
    <w:rsid w:val="00A3209A"/>
    <w:rsid w:val="00A326B0"/>
    <w:rsid w:val="00A32AFD"/>
    <w:rsid w:val="00A32C3C"/>
    <w:rsid w:val="00A32D3B"/>
    <w:rsid w:val="00A3375C"/>
    <w:rsid w:val="00A337DA"/>
    <w:rsid w:val="00A33E19"/>
    <w:rsid w:val="00A34498"/>
    <w:rsid w:val="00A34CE9"/>
    <w:rsid w:val="00A34D66"/>
    <w:rsid w:val="00A355B8"/>
    <w:rsid w:val="00A35E16"/>
    <w:rsid w:val="00A36055"/>
    <w:rsid w:val="00A3608C"/>
    <w:rsid w:val="00A36381"/>
    <w:rsid w:val="00A36386"/>
    <w:rsid w:val="00A36DD0"/>
    <w:rsid w:val="00A371A4"/>
    <w:rsid w:val="00A3724B"/>
    <w:rsid w:val="00A3742D"/>
    <w:rsid w:val="00A37552"/>
    <w:rsid w:val="00A3764D"/>
    <w:rsid w:val="00A3773E"/>
    <w:rsid w:val="00A37941"/>
    <w:rsid w:val="00A37B63"/>
    <w:rsid w:val="00A37C7F"/>
    <w:rsid w:val="00A4007F"/>
    <w:rsid w:val="00A4031A"/>
    <w:rsid w:val="00A407A5"/>
    <w:rsid w:val="00A408D6"/>
    <w:rsid w:val="00A41074"/>
    <w:rsid w:val="00A41DE3"/>
    <w:rsid w:val="00A41E61"/>
    <w:rsid w:val="00A4230F"/>
    <w:rsid w:val="00A4250C"/>
    <w:rsid w:val="00A43ADA"/>
    <w:rsid w:val="00A43F7E"/>
    <w:rsid w:val="00A44536"/>
    <w:rsid w:val="00A44AA2"/>
    <w:rsid w:val="00A44EB1"/>
    <w:rsid w:val="00A44EEE"/>
    <w:rsid w:val="00A45425"/>
    <w:rsid w:val="00A45582"/>
    <w:rsid w:val="00A4585F"/>
    <w:rsid w:val="00A45AC5"/>
    <w:rsid w:val="00A461F7"/>
    <w:rsid w:val="00A46235"/>
    <w:rsid w:val="00A463C1"/>
    <w:rsid w:val="00A4649A"/>
    <w:rsid w:val="00A46657"/>
    <w:rsid w:val="00A46A81"/>
    <w:rsid w:val="00A46E07"/>
    <w:rsid w:val="00A471F1"/>
    <w:rsid w:val="00A50766"/>
    <w:rsid w:val="00A517F2"/>
    <w:rsid w:val="00A51B78"/>
    <w:rsid w:val="00A520E3"/>
    <w:rsid w:val="00A52184"/>
    <w:rsid w:val="00A528C8"/>
    <w:rsid w:val="00A52AB3"/>
    <w:rsid w:val="00A52B64"/>
    <w:rsid w:val="00A53306"/>
    <w:rsid w:val="00A5378C"/>
    <w:rsid w:val="00A539CE"/>
    <w:rsid w:val="00A5411E"/>
    <w:rsid w:val="00A545FC"/>
    <w:rsid w:val="00A546F3"/>
    <w:rsid w:val="00A54914"/>
    <w:rsid w:val="00A5492B"/>
    <w:rsid w:val="00A550F2"/>
    <w:rsid w:val="00A5536E"/>
    <w:rsid w:val="00A5565A"/>
    <w:rsid w:val="00A557C1"/>
    <w:rsid w:val="00A56306"/>
    <w:rsid w:val="00A569EB"/>
    <w:rsid w:val="00A57118"/>
    <w:rsid w:val="00A57189"/>
    <w:rsid w:val="00A575B9"/>
    <w:rsid w:val="00A576AE"/>
    <w:rsid w:val="00A6058B"/>
    <w:rsid w:val="00A6095F"/>
    <w:rsid w:val="00A60C56"/>
    <w:rsid w:val="00A61497"/>
    <w:rsid w:val="00A6152D"/>
    <w:rsid w:val="00A616C6"/>
    <w:rsid w:val="00A61DEF"/>
    <w:rsid w:val="00A61EBC"/>
    <w:rsid w:val="00A62017"/>
    <w:rsid w:val="00A63007"/>
    <w:rsid w:val="00A638B9"/>
    <w:rsid w:val="00A638CC"/>
    <w:rsid w:val="00A63E4E"/>
    <w:rsid w:val="00A6404A"/>
    <w:rsid w:val="00A64670"/>
    <w:rsid w:val="00A64C0A"/>
    <w:rsid w:val="00A64D20"/>
    <w:rsid w:val="00A6567A"/>
    <w:rsid w:val="00A65A25"/>
    <w:rsid w:val="00A65ADB"/>
    <w:rsid w:val="00A65B15"/>
    <w:rsid w:val="00A65D2C"/>
    <w:rsid w:val="00A65E27"/>
    <w:rsid w:val="00A66268"/>
    <w:rsid w:val="00A666B5"/>
    <w:rsid w:val="00A66BAB"/>
    <w:rsid w:val="00A6734F"/>
    <w:rsid w:val="00A67833"/>
    <w:rsid w:val="00A679D0"/>
    <w:rsid w:val="00A67A0F"/>
    <w:rsid w:val="00A67E3F"/>
    <w:rsid w:val="00A67F40"/>
    <w:rsid w:val="00A700FB"/>
    <w:rsid w:val="00A7013A"/>
    <w:rsid w:val="00A70295"/>
    <w:rsid w:val="00A705CB"/>
    <w:rsid w:val="00A70A73"/>
    <w:rsid w:val="00A71AC3"/>
    <w:rsid w:val="00A71B5D"/>
    <w:rsid w:val="00A71E89"/>
    <w:rsid w:val="00A72441"/>
    <w:rsid w:val="00A726EC"/>
    <w:rsid w:val="00A726F1"/>
    <w:rsid w:val="00A7296C"/>
    <w:rsid w:val="00A7299A"/>
    <w:rsid w:val="00A72BD2"/>
    <w:rsid w:val="00A72CA4"/>
    <w:rsid w:val="00A72D19"/>
    <w:rsid w:val="00A72F50"/>
    <w:rsid w:val="00A72FBA"/>
    <w:rsid w:val="00A73DA4"/>
    <w:rsid w:val="00A7445B"/>
    <w:rsid w:val="00A74461"/>
    <w:rsid w:val="00A74972"/>
    <w:rsid w:val="00A756CC"/>
    <w:rsid w:val="00A7579D"/>
    <w:rsid w:val="00A75847"/>
    <w:rsid w:val="00A75B6B"/>
    <w:rsid w:val="00A75CB4"/>
    <w:rsid w:val="00A764D0"/>
    <w:rsid w:val="00A76663"/>
    <w:rsid w:val="00A77B4C"/>
    <w:rsid w:val="00A77B4E"/>
    <w:rsid w:val="00A77B4F"/>
    <w:rsid w:val="00A77C15"/>
    <w:rsid w:val="00A77E88"/>
    <w:rsid w:val="00A8071B"/>
    <w:rsid w:val="00A807A2"/>
    <w:rsid w:val="00A80A1E"/>
    <w:rsid w:val="00A80D71"/>
    <w:rsid w:val="00A80FF3"/>
    <w:rsid w:val="00A8129C"/>
    <w:rsid w:val="00A813DD"/>
    <w:rsid w:val="00A81559"/>
    <w:rsid w:val="00A81883"/>
    <w:rsid w:val="00A81995"/>
    <w:rsid w:val="00A819DD"/>
    <w:rsid w:val="00A81C89"/>
    <w:rsid w:val="00A82A8E"/>
    <w:rsid w:val="00A8300B"/>
    <w:rsid w:val="00A83545"/>
    <w:rsid w:val="00A836C8"/>
    <w:rsid w:val="00A8374B"/>
    <w:rsid w:val="00A83A6D"/>
    <w:rsid w:val="00A8429A"/>
    <w:rsid w:val="00A8472B"/>
    <w:rsid w:val="00A8494E"/>
    <w:rsid w:val="00A858C1"/>
    <w:rsid w:val="00A85AEA"/>
    <w:rsid w:val="00A85D30"/>
    <w:rsid w:val="00A86270"/>
    <w:rsid w:val="00A86B46"/>
    <w:rsid w:val="00A86B50"/>
    <w:rsid w:val="00A86C1B"/>
    <w:rsid w:val="00A86D37"/>
    <w:rsid w:val="00A86E27"/>
    <w:rsid w:val="00A8747F"/>
    <w:rsid w:val="00A87A35"/>
    <w:rsid w:val="00A87E3C"/>
    <w:rsid w:val="00A9042C"/>
    <w:rsid w:val="00A90552"/>
    <w:rsid w:val="00A90B6E"/>
    <w:rsid w:val="00A90FA3"/>
    <w:rsid w:val="00A913A4"/>
    <w:rsid w:val="00A916DC"/>
    <w:rsid w:val="00A917B8"/>
    <w:rsid w:val="00A9199A"/>
    <w:rsid w:val="00A91B66"/>
    <w:rsid w:val="00A91B95"/>
    <w:rsid w:val="00A92228"/>
    <w:rsid w:val="00A92769"/>
    <w:rsid w:val="00A92EA7"/>
    <w:rsid w:val="00A93194"/>
    <w:rsid w:val="00A931ED"/>
    <w:rsid w:val="00A9348F"/>
    <w:rsid w:val="00A93504"/>
    <w:rsid w:val="00A935F0"/>
    <w:rsid w:val="00A93858"/>
    <w:rsid w:val="00A93B63"/>
    <w:rsid w:val="00A93E97"/>
    <w:rsid w:val="00A94329"/>
    <w:rsid w:val="00A948B4"/>
    <w:rsid w:val="00A94B5B"/>
    <w:rsid w:val="00A950DC"/>
    <w:rsid w:val="00A95376"/>
    <w:rsid w:val="00A954BA"/>
    <w:rsid w:val="00A95DE7"/>
    <w:rsid w:val="00A95EDA"/>
    <w:rsid w:val="00A960EF"/>
    <w:rsid w:val="00A966EB"/>
    <w:rsid w:val="00A96859"/>
    <w:rsid w:val="00A97083"/>
    <w:rsid w:val="00A97485"/>
    <w:rsid w:val="00A978AC"/>
    <w:rsid w:val="00A979FE"/>
    <w:rsid w:val="00A97CAC"/>
    <w:rsid w:val="00A97D87"/>
    <w:rsid w:val="00A97FD3"/>
    <w:rsid w:val="00AA00F2"/>
    <w:rsid w:val="00AA0DF7"/>
    <w:rsid w:val="00AA14A3"/>
    <w:rsid w:val="00AA1A60"/>
    <w:rsid w:val="00AA1C99"/>
    <w:rsid w:val="00AA1D8A"/>
    <w:rsid w:val="00AA284E"/>
    <w:rsid w:val="00AA2ABA"/>
    <w:rsid w:val="00AA3477"/>
    <w:rsid w:val="00AA3C9F"/>
    <w:rsid w:val="00AA3F9D"/>
    <w:rsid w:val="00AA43EE"/>
    <w:rsid w:val="00AA4813"/>
    <w:rsid w:val="00AA4FE4"/>
    <w:rsid w:val="00AA5263"/>
    <w:rsid w:val="00AA61A9"/>
    <w:rsid w:val="00AA6B6C"/>
    <w:rsid w:val="00AA6B7A"/>
    <w:rsid w:val="00AA6EDF"/>
    <w:rsid w:val="00AA706A"/>
    <w:rsid w:val="00AA709F"/>
    <w:rsid w:val="00AA7325"/>
    <w:rsid w:val="00AA7590"/>
    <w:rsid w:val="00AA76D5"/>
    <w:rsid w:val="00AB0319"/>
    <w:rsid w:val="00AB070D"/>
    <w:rsid w:val="00AB08D7"/>
    <w:rsid w:val="00AB0925"/>
    <w:rsid w:val="00AB0F32"/>
    <w:rsid w:val="00AB0F6C"/>
    <w:rsid w:val="00AB0F92"/>
    <w:rsid w:val="00AB1713"/>
    <w:rsid w:val="00AB1B62"/>
    <w:rsid w:val="00AB336D"/>
    <w:rsid w:val="00AB36D4"/>
    <w:rsid w:val="00AB3C9D"/>
    <w:rsid w:val="00AB3EAA"/>
    <w:rsid w:val="00AB3FD1"/>
    <w:rsid w:val="00AB4004"/>
    <w:rsid w:val="00AB4279"/>
    <w:rsid w:val="00AB4F0F"/>
    <w:rsid w:val="00AB5300"/>
    <w:rsid w:val="00AB543B"/>
    <w:rsid w:val="00AB5A85"/>
    <w:rsid w:val="00AB5C4A"/>
    <w:rsid w:val="00AB6552"/>
    <w:rsid w:val="00AB6824"/>
    <w:rsid w:val="00AB6D87"/>
    <w:rsid w:val="00AB7546"/>
    <w:rsid w:val="00AB76C0"/>
    <w:rsid w:val="00AB7AC3"/>
    <w:rsid w:val="00AB7EDA"/>
    <w:rsid w:val="00AC0296"/>
    <w:rsid w:val="00AC04A3"/>
    <w:rsid w:val="00AC0952"/>
    <w:rsid w:val="00AC09E6"/>
    <w:rsid w:val="00AC1077"/>
    <w:rsid w:val="00AC16D0"/>
    <w:rsid w:val="00AC1D4D"/>
    <w:rsid w:val="00AC1E4D"/>
    <w:rsid w:val="00AC1F39"/>
    <w:rsid w:val="00AC2050"/>
    <w:rsid w:val="00AC2CBF"/>
    <w:rsid w:val="00AC31F8"/>
    <w:rsid w:val="00AC375F"/>
    <w:rsid w:val="00AC389B"/>
    <w:rsid w:val="00AC3C4A"/>
    <w:rsid w:val="00AC3F12"/>
    <w:rsid w:val="00AC3FAC"/>
    <w:rsid w:val="00AC408A"/>
    <w:rsid w:val="00AC4402"/>
    <w:rsid w:val="00AC5038"/>
    <w:rsid w:val="00AC54F3"/>
    <w:rsid w:val="00AC5673"/>
    <w:rsid w:val="00AC5AEE"/>
    <w:rsid w:val="00AC5F44"/>
    <w:rsid w:val="00AC6218"/>
    <w:rsid w:val="00AC64B4"/>
    <w:rsid w:val="00AC6641"/>
    <w:rsid w:val="00AC6D94"/>
    <w:rsid w:val="00AC7C2E"/>
    <w:rsid w:val="00AD01D3"/>
    <w:rsid w:val="00AD03A6"/>
    <w:rsid w:val="00AD0844"/>
    <w:rsid w:val="00AD0C61"/>
    <w:rsid w:val="00AD0D93"/>
    <w:rsid w:val="00AD1002"/>
    <w:rsid w:val="00AD1546"/>
    <w:rsid w:val="00AD177E"/>
    <w:rsid w:val="00AD1A1A"/>
    <w:rsid w:val="00AD1B19"/>
    <w:rsid w:val="00AD1C5B"/>
    <w:rsid w:val="00AD1D39"/>
    <w:rsid w:val="00AD1EA7"/>
    <w:rsid w:val="00AD27DC"/>
    <w:rsid w:val="00AD288E"/>
    <w:rsid w:val="00AD2A42"/>
    <w:rsid w:val="00AD2CF6"/>
    <w:rsid w:val="00AD3001"/>
    <w:rsid w:val="00AD31F9"/>
    <w:rsid w:val="00AD38CB"/>
    <w:rsid w:val="00AD47A7"/>
    <w:rsid w:val="00AD4B69"/>
    <w:rsid w:val="00AD4D8E"/>
    <w:rsid w:val="00AD5401"/>
    <w:rsid w:val="00AD573E"/>
    <w:rsid w:val="00AD5972"/>
    <w:rsid w:val="00AD59F9"/>
    <w:rsid w:val="00AD5F7D"/>
    <w:rsid w:val="00AD6136"/>
    <w:rsid w:val="00AD6380"/>
    <w:rsid w:val="00AD6797"/>
    <w:rsid w:val="00AD6C4F"/>
    <w:rsid w:val="00AD6EA4"/>
    <w:rsid w:val="00AD6F74"/>
    <w:rsid w:val="00AD713D"/>
    <w:rsid w:val="00AD729C"/>
    <w:rsid w:val="00AD7766"/>
    <w:rsid w:val="00AD77F0"/>
    <w:rsid w:val="00AE0428"/>
    <w:rsid w:val="00AE0553"/>
    <w:rsid w:val="00AE099B"/>
    <w:rsid w:val="00AE180A"/>
    <w:rsid w:val="00AE22AE"/>
    <w:rsid w:val="00AE23E2"/>
    <w:rsid w:val="00AE260B"/>
    <w:rsid w:val="00AE2842"/>
    <w:rsid w:val="00AE2B3E"/>
    <w:rsid w:val="00AE3A62"/>
    <w:rsid w:val="00AE3FD0"/>
    <w:rsid w:val="00AE4658"/>
    <w:rsid w:val="00AE467F"/>
    <w:rsid w:val="00AE4BFC"/>
    <w:rsid w:val="00AE4D7E"/>
    <w:rsid w:val="00AE4F6D"/>
    <w:rsid w:val="00AE4FFB"/>
    <w:rsid w:val="00AE54F9"/>
    <w:rsid w:val="00AE58AA"/>
    <w:rsid w:val="00AE5C21"/>
    <w:rsid w:val="00AE5D55"/>
    <w:rsid w:val="00AE64E0"/>
    <w:rsid w:val="00AE653E"/>
    <w:rsid w:val="00AE6A8E"/>
    <w:rsid w:val="00AE6ECD"/>
    <w:rsid w:val="00AE6FFF"/>
    <w:rsid w:val="00AE701B"/>
    <w:rsid w:val="00AE729F"/>
    <w:rsid w:val="00AE72EA"/>
    <w:rsid w:val="00AE7842"/>
    <w:rsid w:val="00AE7900"/>
    <w:rsid w:val="00AE7A80"/>
    <w:rsid w:val="00AE7DA4"/>
    <w:rsid w:val="00AF0140"/>
    <w:rsid w:val="00AF0260"/>
    <w:rsid w:val="00AF0647"/>
    <w:rsid w:val="00AF06AE"/>
    <w:rsid w:val="00AF0800"/>
    <w:rsid w:val="00AF0DE4"/>
    <w:rsid w:val="00AF0FAA"/>
    <w:rsid w:val="00AF1852"/>
    <w:rsid w:val="00AF18FF"/>
    <w:rsid w:val="00AF1CAC"/>
    <w:rsid w:val="00AF1F64"/>
    <w:rsid w:val="00AF21F7"/>
    <w:rsid w:val="00AF2313"/>
    <w:rsid w:val="00AF2426"/>
    <w:rsid w:val="00AF256D"/>
    <w:rsid w:val="00AF2621"/>
    <w:rsid w:val="00AF2A28"/>
    <w:rsid w:val="00AF2E64"/>
    <w:rsid w:val="00AF311E"/>
    <w:rsid w:val="00AF316E"/>
    <w:rsid w:val="00AF35D9"/>
    <w:rsid w:val="00AF367B"/>
    <w:rsid w:val="00AF368F"/>
    <w:rsid w:val="00AF371D"/>
    <w:rsid w:val="00AF42A4"/>
    <w:rsid w:val="00AF4489"/>
    <w:rsid w:val="00AF44E6"/>
    <w:rsid w:val="00AF4E28"/>
    <w:rsid w:val="00AF505C"/>
    <w:rsid w:val="00AF5089"/>
    <w:rsid w:val="00AF5268"/>
    <w:rsid w:val="00AF590A"/>
    <w:rsid w:val="00AF5FFF"/>
    <w:rsid w:val="00AF6384"/>
    <w:rsid w:val="00AF682C"/>
    <w:rsid w:val="00AF7056"/>
    <w:rsid w:val="00AF725F"/>
    <w:rsid w:val="00AF766F"/>
    <w:rsid w:val="00AF77C9"/>
    <w:rsid w:val="00AF79E0"/>
    <w:rsid w:val="00AF7D14"/>
    <w:rsid w:val="00B001DF"/>
    <w:rsid w:val="00B004BE"/>
    <w:rsid w:val="00B00667"/>
    <w:rsid w:val="00B00A3E"/>
    <w:rsid w:val="00B00C33"/>
    <w:rsid w:val="00B00CC2"/>
    <w:rsid w:val="00B00E8F"/>
    <w:rsid w:val="00B00FC4"/>
    <w:rsid w:val="00B0101B"/>
    <w:rsid w:val="00B013FB"/>
    <w:rsid w:val="00B016FF"/>
    <w:rsid w:val="00B02323"/>
    <w:rsid w:val="00B02437"/>
    <w:rsid w:val="00B02705"/>
    <w:rsid w:val="00B02C22"/>
    <w:rsid w:val="00B032B1"/>
    <w:rsid w:val="00B03BF5"/>
    <w:rsid w:val="00B03FC9"/>
    <w:rsid w:val="00B04523"/>
    <w:rsid w:val="00B048DB"/>
    <w:rsid w:val="00B04DC2"/>
    <w:rsid w:val="00B0511F"/>
    <w:rsid w:val="00B05316"/>
    <w:rsid w:val="00B05467"/>
    <w:rsid w:val="00B057FA"/>
    <w:rsid w:val="00B05803"/>
    <w:rsid w:val="00B06733"/>
    <w:rsid w:val="00B06855"/>
    <w:rsid w:val="00B071DB"/>
    <w:rsid w:val="00B07FCE"/>
    <w:rsid w:val="00B102D1"/>
    <w:rsid w:val="00B102FA"/>
    <w:rsid w:val="00B10327"/>
    <w:rsid w:val="00B1071D"/>
    <w:rsid w:val="00B108ED"/>
    <w:rsid w:val="00B10F4D"/>
    <w:rsid w:val="00B112AC"/>
    <w:rsid w:val="00B114E7"/>
    <w:rsid w:val="00B1168F"/>
    <w:rsid w:val="00B1199B"/>
    <w:rsid w:val="00B11AB0"/>
    <w:rsid w:val="00B122B2"/>
    <w:rsid w:val="00B12319"/>
    <w:rsid w:val="00B12C6E"/>
    <w:rsid w:val="00B12FC0"/>
    <w:rsid w:val="00B133DE"/>
    <w:rsid w:val="00B13444"/>
    <w:rsid w:val="00B134E2"/>
    <w:rsid w:val="00B13B2B"/>
    <w:rsid w:val="00B13C3F"/>
    <w:rsid w:val="00B13D58"/>
    <w:rsid w:val="00B13EE0"/>
    <w:rsid w:val="00B140F3"/>
    <w:rsid w:val="00B144BD"/>
    <w:rsid w:val="00B1486A"/>
    <w:rsid w:val="00B14FD9"/>
    <w:rsid w:val="00B15053"/>
    <w:rsid w:val="00B1576D"/>
    <w:rsid w:val="00B1591A"/>
    <w:rsid w:val="00B15F66"/>
    <w:rsid w:val="00B166E7"/>
    <w:rsid w:val="00B16700"/>
    <w:rsid w:val="00B16898"/>
    <w:rsid w:val="00B16D1C"/>
    <w:rsid w:val="00B16E03"/>
    <w:rsid w:val="00B17120"/>
    <w:rsid w:val="00B171EF"/>
    <w:rsid w:val="00B17677"/>
    <w:rsid w:val="00B179F9"/>
    <w:rsid w:val="00B17D53"/>
    <w:rsid w:val="00B20424"/>
    <w:rsid w:val="00B20D54"/>
    <w:rsid w:val="00B20E6F"/>
    <w:rsid w:val="00B213E6"/>
    <w:rsid w:val="00B214CA"/>
    <w:rsid w:val="00B21D3F"/>
    <w:rsid w:val="00B2249B"/>
    <w:rsid w:val="00B22555"/>
    <w:rsid w:val="00B234ED"/>
    <w:rsid w:val="00B23B48"/>
    <w:rsid w:val="00B23C9C"/>
    <w:rsid w:val="00B246A7"/>
    <w:rsid w:val="00B24975"/>
    <w:rsid w:val="00B24D16"/>
    <w:rsid w:val="00B25118"/>
    <w:rsid w:val="00B2562E"/>
    <w:rsid w:val="00B259A4"/>
    <w:rsid w:val="00B264F7"/>
    <w:rsid w:val="00B26B3F"/>
    <w:rsid w:val="00B27934"/>
    <w:rsid w:val="00B27E47"/>
    <w:rsid w:val="00B27F53"/>
    <w:rsid w:val="00B27FA1"/>
    <w:rsid w:val="00B3089B"/>
    <w:rsid w:val="00B30DE6"/>
    <w:rsid w:val="00B30EED"/>
    <w:rsid w:val="00B31343"/>
    <w:rsid w:val="00B31358"/>
    <w:rsid w:val="00B3149C"/>
    <w:rsid w:val="00B31697"/>
    <w:rsid w:val="00B317CD"/>
    <w:rsid w:val="00B317D8"/>
    <w:rsid w:val="00B3294B"/>
    <w:rsid w:val="00B32B83"/>
    <w:rsid w:val="00B32C1A"/>
    <w:rsid w:val="00B33A30"/>
    <w:rsid w:val="00B33BB0"/>
    <w:rsid w:val="00B341CB"/>
    <w:rsid w:val="00B34B59"/>
    <w:rsid w:val="00B35052"/>
    <w:rsid w:val="00B35ACC"/>
    <w:rsid w:val="00B36135"/>
    <w:rsid w:val="00B36387"/>
    <w:rsid w:val="00B36414"/>
    <w:rsid w:val="00B36550"/>
    <w:rsid w:val="00B36A5C"/>
    <w:rsid w:val="00B36AD2"/>
    <w:rsid w:val="00B36C29"/>
    <w:rsid w:val="00B36FCA"/>
    <w:rsid w:val="00B4004D"/>
    <w:rsid w:val="00B400D5"/>
    <w:rsid w:val="00B41646"/>
    <w:rsid w:val="00B41660"/>
    <w:rsid w:val="00B41C2A"/>
    <w:rsid w:val="00B42252"/>
    <w:rsid w:val="00B422F9"/>
    <w:rsid w:val="00B42383"/>
    <w:rsid w:val="00B424FC"/>
    <w:rsid w:val="00B428C2"/>
    <w:rsid w:val="00B428F8"/>
    <w:rsid w:val="00B429C6"/>
    <w:rsid w:val="00B42BB9"/>
    <w:rsid w:val="00B42C99"/>
    <w:rsid w:val="00B431B6"/>
    <w:rsid w:val="00B4399A"/>
    <w:rsid w:val="00B43E90"/>
    <w:rsid w:val="00B44016"/>
    <w:rsid w:val="00B4468C"/>
    <w:rsid w:val="00B44793"/>
    <w:rsid w:val="00B448B1"/>
    <w:rsid w:val="00B44F7B"/>
    <w:rsid w:val="00B44FBF"/>
    <w:rsid w:val="00B450E4"/>
    <w:rsid w:val="00B45295"/>
    <w:rsid w:val="00B45830"/>
    <w:rsid w:val="00B458AB"/>
    <w:rsid w:val="00B45D7B"/>
    <w:rsid w:val="00B45D84"/>
    <w:rsid w:val="00B4737A"/>
    <w:rsid w:val="00B474D3"/>
    <w:rsid w:val="00B478CB"/>
    <w:rsid w:val="00B47A77"/>
    <w:rsid w:val="00B47A87"/>
    <w:rsid w:val="00B50225"/>
    <w:rsid w:val="00B505C1"/>
    <w:rsid w:val="00B506B2"/>
    <w:rsid w:val="00B50D2D"/>
    <w:rsid w:val="00B50F50"/>
    <w:rsid w:val="00B515CB"/>
    <w:rsid w:val="00B5223B"/>
    <w:rsid w:val="00B52605"/>
    <w:rsid w:val="00B528DF"/>
    <w:rsid w:val="00B52E7D"/>
    <w:rsid w:val="00B530B4"/>
    <w:rsid w:val="00B53240"/>
    <w:rsid w:val="00B53311"/>
    <w:rsid w:val="00B536CF"/>
    <w:rsid w:val="00B5382C"/>
    <w:rsid w:val="00B538AC"/>
    <w:rsid w:val="00B53DE5"/>
    <w:rsid w:val="00B54189"/>
    <w:rsid w:val="00B5470F"/>
    <w:rsid w:val="00B54B3C"/>
    <w:rsid w:val="00B552A6"/>
    <w:rsid w:val="00B552AB"/>
    <w:rsid w:val="00B5556B"/>
    <w:rsid w:val="00B5565C"/>
    <w:rsid w:val="00B55936"/>
    <w:rsid w:val="00B55B6E"/>
    <w:rsid w:val="00B566CF"/>
    <w:rsid w:val="00B56C2A"/>
    <w:rsid w:val="00B56C55"/>
    <w:rsid w:val="00B56D68"/>
    <w:rsid w:val="00B574CE"/>
    <w:rsid w:val="00B579FC"/>
    <w:rsid w:val="00B6022A"/>
    <w:rsid w:val="00B60456"/>
    <w:rsid w:val="00B6126D"/>
    <w:rsid w:val="00B6187C"/>
    <w:rsid w:val="00B61CAD"/>
    <w:rsid w:val="00B62027"/>
    <w:rsid w:val="00B620BA"/>
    <w:rsid w:val="00B63054"/>
    <w:rsid w:val="00B6332F"/>
    <w:rsid w:val="00B634AD"/>
    <w:rsid w:val="00B635D5"/>
    <w:rsid w:val="00B63C74"/>
    <w:rsid w:val="00B644AA"/>
    <w:rsid w:val="00B645A7"/>
    <w:rsid w:val="00B64ABC"/>
    <w:rsid w:val="00B64C6B"/>
    <w:rsid w:val="00B650B8"/>
    <w:rsid w:val="00B65B2E"/>
    <w:rsid w:val="00B65C55"/>
    <w:rsid w:val="00B662A4"/>
    <w:rsid w:val="00B66DDB"/>
    <w:rsid w:val="00B67668"/>
    <w:rsid w:val="00B677DA"/>
    <w:rsid w:val="00B67BC4"/>
    <w:rsid w:val="00B67D8D"/>
    <w:rsid w:val="00B7017C"/>
    <w:rsid w:val="00B70329"/>
    <w:rsid w:val="00B70621"/>
    <w:rsid w:val="00B7083A"/>
    <w:rsid w:val="00B70988"/>
    <w:rsid w:val="00B709C4"/>
    <w:rsid w:val="00B71E2A"/>
    <w:rsid w:val="00B721EC"/>
    <w:rsid w:val="00B72364"/>
    <w:rsid w:val="00B7236E"/>
    <w:rsid w:val="00B7287C"/>
    <w:rsid w:val="00B72D8F"/>
    <w:rsid w:val="00B72DEE"/>
    <w:rsid w:val="00B72E54"/>
    <w:rsid w:val="00B72F32"/>
    <w:rsid w:val="00B731EE"/>
    <w:rsid w:val="00B732BF"/>
    <w:rsid w:val="00B733AB"/>
    <w:rsid w:val="00B73787"/>
    <w:rsid w:val="00B73908"/>
    <w:rsid w:val="00B73BB4"/>
    <w:rsid w:val="00B73BDA"/>
    <w:rsid w:val="00B73F5A"/>
    <w:rsid w:val="00B73FF6"/>
    <w:rsid w:val="00B74385"/>
    <w:rsid w:val="00B745B6"/>
    <w:rsid w:val="00B751E6"/>
    <w:rsid w:val="00B7528C"/>
    <w:rsid w:val="00B759C8"/>
    <w:rsid w:val="00B767DF"/>
    <w:rsid w:val="00B768C4"/>
    <w:rsid w:val="00B76C05"/>
    <w:rsid w:val="00B76C91"/>
    <w:rsid w:val="00B76CD9"/>
    <w:rsid w:val="00B77174"/>
    <w:rsid w:val="00B778B4"/>
    <w:rsid w:val="00B77901"/>
    <w:rsid w:val="00B80053"/>
    <w:rsid w:val="00B8058C"/>
    <w:rsid w:val="00B8071F"/>
    <w:rsid w:val="00B80AB1"/>
    <w:rsid w:val="00B80E2A"/>
    <w:rsid w:val="00B815E5"/>
    <w:rsid w:val="00B81625"/>
    <w:rsid w:val="00B81C5A"/>
    <w:rsid w:val="00B82206"/>
    <w:rsid w:val="00B8226D"/>
    <w:rsid w:val="00B8241E"/>
    <w:rsid w:val="00B829D9"/>
    <w:rsid w:val="00B829EE"/>
    <w:rsid w:val="00B82A2C"/>
    <w:rsid w:val="00B837CA"/>
    <w:rsid w:val="00B840CC"/>
    <w:rsid w:val="00B845E6"/>
    <w:rsid w:val="00B84898"/>
    <w:rsid w:val="00B84D43"/>
    <w:rsid w:val="00B84F47"/>
    <w:rsid w:val="00B851C3"/>
    <w:rsid w:val="00B85757"/>
    <w:rsid w:val="00B85792"/>
    <w:rsid w:val="00B85A41"/>
    <w:rsid w:val="00B861A7"/>
    <w:rsid w:val="00B8655C"/>
    <w:rsid w:val="00B86860"/>
    <w:rsid w:val="00B86E04"/>
    <w:rsid w:val="00B86E2B"/>
    <w:rsid w:val="00B872C3"/>
    <w:rsid w:val="00B87645"/>
    <w:rsid w:val="00B87E2B"/>
    <w:rsid w:val="00B903CF"/>
    <w:rsid w:val="00B918FF"/>
    <w:rsid w:val="00B91A7E"/>
    <w:rsid w:val="00B92C4A"/>
    <w:rsid w:val="00B92E48"/>
    <w:rsid w:val="00B92FD4"/>
    <w:rsid w:val="00B9320A"/>
    <w:rsid w:val="00B933F6"/>
    <w:rsid w:val="00B943F5"/>
    <w:rsid w:val="00B94D84"/>
    <w:rsid w:val="00B94D9C"/>
    <w:rsid w:val="00B95295"/>
    <w:rsid w:val="00B95854"/>
    <w:rsid w:val="00B95D4B"/>
    <w:rsid w:val="00B95EAE"/>
    <w:rsid w:val="00B95F51"/>
    <w:rsid w:val="00B960D1"/>
    <w:rsid w:val="00B96A52"/>
    <w:rsid w:val="00B96E6D"/>
    <w:rsid w:val="00B9736E"/>
    <w:rsid w:val="00B97568"/>
    <w:rsid w:val="00B97B34"/>
    <w:rsid w:val="00B97C6D"/>
    <w:rsid w:val="00BA00DC"/>
    <w:rsid w:val="00BA0210"/>
    <w:rsid w:val="00BA082A"/>
    <w:rsid w:val="00BA0DFB"/>
    <w:rsid w:val="00BA1341"/>
    <w:rsid w:val="00BA1E52"/>
    <w:rsid w:val="00BA212B"/>
    <w:rsid w:val="00BA2298"/>
    <w:rsid w:val="00BA2364"/>
    <w:rsid w:val="00BA23B3"/>
    <w:rsid w:val="00BA26CF"/>
    <w:rsid w:val="00BA3BBE"/>
    <w:rsid w:val="00BA404C"/>
    <w:rsid w:val="00BA40BD"/>
    <w:rsid w:val="00BA45C7"/>
    <w:rsid w:val="00BA4871"/>
    <w:rsid w:val="00BA4A81"/>
    <w:rsid w:val="00BA4C2A"/>
    <w:rsid w:val="00BA51A4"/>
    <w:rsid w:val="00BA5406"/>
    <w:rsid w:val="00BA54A3"/>
    <w:rsid w:val="00BA568F"/>
    <w:rsid w:val="00BA5701"/>
    <w:rsid w:val="00BA5F81"/>
    <w:rsid w:val="00BA6037"/>
    <w:rsid w:val="00BA6276"/>
    <w:rsid w:val="00BA630A"/>
    <w:rsid w:val="00BA647E"/>
    <w:rsid w:val="00BA6505"/>
    <w:rsid w:val="00BA6577"/>
    <w:rsid w:val="00BA699B"/>
    <w:rsid w:val="00BA69EC"/>
    <w:rsid w:val="00BA6B5D"/>
    <w:rsid w:val="00BA6D33"/>
    <w:rsid w:val="00BA7663"/>
    <w:rsid w:val="00BB0362"/>
    <w:rsid w:val="00BB03D7"/>
    <w:rsid w:val="00BB049E"/>
    <w:rsid w:val="00BB0AEE"/>
    <w:rsid w:val="00BB131E"/>
    <w:rsid w:val="00BB293C"/>
    <w:rsid w:val="00BB310A"/>
    <w:rsid w:val="00BB32E1"/>
    <w:rsid w:val="00BB3CA0"/>
    <w:rsid w:val="00BB4024"/>
    <w:rsid w:val="00BB4070"/>
    <w:rsid w:val="00BB40F1"/>
    <w:rsid w:val="00BB420D"/>
    <w:rsid w:val="00BB4588"/>
    <w:rsid w:val="00BB4F4B"/>
    <w:rsid w:val="00BB5B8C"/>
    <w:rsid w:val="00BB61EB"/>
    <w:rsid w:val="00BB65E8"/>
    <w:rsid w:val="00BB66B1"/>
    <w:rsid w:val="00BB734A"/>
    <w:rsid w:val="00BB7B03"/>
    <w:rsid w:val="00BB7BF9"/>
    <w:rsid w:val="00BB7F2B"/>
    <w:rsid w:val="00BC00D3"/>
    <w:rsid w:val="00BC041E"/>
    <w:rsid w:val="00BC07DE"/>
    <w:rsid w:val="00BC0AD9"/>
    <w:rsid w:val="00BC0B84"/>
    <w:rsid w:val="00BC1453"/>
    <w:rsid w:val="00BC199A"/>
    <w:rsid w:val="00BC1C19"/>
    <w:rsid w:val="00BC2665"/>
    <w:rsid w:val="00BC2AA0"/>
    <w:rsid w:val="00BC2E1F"/>
    <w:rsid w:val="00BC3061"/>
    <w:rsid w:val="00BC31EA"/>
    <w:rsid w:val="00BC38BB"/>
    <w:rsid w:val="00BC3B4B"/>
    <w:rsid w:val="00BC3D41"/>
    <w:rsid w:val="00BC409F"/>
    <w:rsid w:val="00BC41F4"/>
    <w:rsid w:val="00BC456D"/>
    <w:rsid w:val="00BC48AB"/>
    <w:rsid w:val="00BC5964"/>
    <w:rsid w:val="00BC5A35"/>
    <w:rsid w:val="00BC5F4D"/>
    <w:rsid w:val="00BC63F7"/>
    <w:rsid w:val="00BC6E23"/>
    <w:rsid w:val="00BC6F42"/>
    <w:rsid w:val="00BC7089"/>
    <w:rsid w:val="00BC7A3F"/>
    <w:rsid w:val="00BC7C2C"/>
    <w:rsid w:val="00BD0ACA"/>
    <w:rsid w:val="00BD1235"/>
    <w:rsid w:val="00BD15E9"/>
    <w:rsid w:val="00BD16C9"/>
    <w:rsid w:val="00BD2011"/>
    <w:rsid w:val="00BD3166"/>
    <w:rsid w:val="00BD3376"/>
    <w:rsid w:val="00BD361B"/>
    <w:rsid w:val="00BD3741"/>
    <w:rsid w:val="00BD43E0"/>
    <w:rsid w:val="00BD454A"/>
    <w:rsid w:val="00BD4A82"/>
    <w:rsid w:val="00BD50FC"/>
    <w:rsid w:val="00BD55B6"/>
    <w:rsid w:val="00BD5B37"/>
    <w:rsid w:val="00BD5B4D"/>
    <w:rsid w:val="00BD5D64"/>
    <w:rsid w:val="00BD5EFA"/>
    <w:rsid w:val="00BD6AB0"/>
    <w:rsid w:val="00BD6B70"/>
    <w:rsid w:val="00BD6D37"/>
    <w:rsid w:val="00BD6DED"/>
    <w:rsid w:val="00BD6EB7"/>
    <w:rsid w:val="00BD700C"/>
    <w:rsid w:val="00BD727A"/>
    <w:rsid w:val="00BE08DD"/>
    <w:rsid w:val="00BE1FC9"/>
    <w:rsid w:val="00BE24D6"/>
    <w:rsid w:val="00BE2AC1"/>
    <w:rsid w:val="00BE2C6C"/>
    <w:rsid w:val="00BE2D03"/>
    <w:rsid w:val="00BE2E17"/>
    <w:rsid w:val="00BE3758"/>
    <w:rsid w:val="00BE396E"/>
    <w:rsid w:val="00BE3B31"/>
    <w:rsid w:val="00BE441E"/>
    <w:rsid w:val="00BE485A"/>
    <w:rsid w:val="00BE48F9"/>
    <w:rsid w:val="00BE4F63"/>
    <w:rsid w:val="00BE554B"/>
    <w:rsid w:val="00BE5C37"/>
    <w:rsid w:val="00BE5E65"/>
    <w:rsid w:val="00BE6136"/>
    <w:rsid w:val="00BE619C"/>
    <w:rsid w:val="00BE6328"/>
    <w:rsid w:val="00BE6677"/>
    <w:rsid w:val="00BE667B"/>
    <w:rsid w:val="00BE6E9C"/>
    <w:rsid w:val="00BE7287"/>
    <w:rsid w:val="00BE7AA7"/>
    <w:rsid w:val="00BE7D6D"/>
    <w:rsid w:val="00BF014C"/>
    <w:rsid w:val="00BF0927"/>
    <w:rsid w:val="00BF0B34"/>
    <w:rsid w:val="00BF0BF9"/>
    <w:rsid w:val="00BF0E06"/>
    <w:rsid w:val="00BF0E5D"/>
    <w:rsid w:val="00BF1753"/>
    <w:rsid w:val="00BF183D"/>
    <w:rsid w:val="00BF1A39"/>
    <w:rsid w:val="00BF1C63"/>
    <w:rsid w:val="00BF2148"/>
    <w:rsid w:val="00BF23EA"/>
    <w:rsid w:val="00BF2517"/>
    <w:rsid w:val="00BF2727"/>
    <w:rsid w:val="00BF2847"/>
    <w:rsid w:val="00BF294B"/>
    <w:rsid w:val="00BF2B53"/>
    <w:rsid w:val="00BF2CC3"/>
    <w:rsid w:val="00BF2E5D"/>
    <w:rsid w:val="00BF32C5"/>
    <w:rsid w:val="00BF3331"/>
    <w:rsid w:val="00BF35BC"/>
    <w:rsid w:val="00BF3621"/>
    <w:rsid w:val="00BF36D7"/>
    <w:rsid w:val="00BF36EC"/>
    <w:rsid w:val="00BF505F"/>
    <w:rsid w:val="00BF5111"/>
    <w:rsid w:val="00BF5366"/>
    <w:rsid w:val="00BF5A0E"/>
    <w:rsid w:val="00BF5F4A"/>
    <w:rsid w:val="00BF608F"/>
    <w:rsid w:val="00BF6680"/>
    <w:rsid w:val="00BF69EF"/>
    <w:rsid w:val="00BF70E3"/>
    <w:rsid w:val="00BF745D"/>
    <w:rsid w:val="00BF7892"/>
    <w:rsid w:val="00BF7B91"/>
    <w:rsid w:val="00C0097A"/>
    <w:rsid w:val="00C01286"/>
    <w:rsid w:val="00C0156A"/>
    <w:rsid w:val="00C01593"/>
    <w:rsid w:val="00C01648"/>
    <w:rsid w:val="00C01E42"/>
    <w:rsid w:val="00C024D4"/>
    <w:rsid w:val="00C027A4"/>
    <w:rsid w:val="00C02881"/>
    <w:rsid w:val="00C02D51"/>
    <w:rsid w:val="00C036F4"/>
    <w:rsid w:val="00C04390"/>
    <w:rsid w:val="00C043AB"/>
    <w:rsid w:val="00C046DB"/>
    <w:rsid w:val="00C0490C"/>
    <w:rsid w:val="00C04B11"/>
    <w:rsid w:val="00C04DC9"/>
    <w:rsid w:val="00C04DE0"/>
    <w:rsid w:val="00C04DEE"/>
    <w:rsid w:val="00C05553"/>
    <w:rsid w:val="00C0555D"/>
    <w:rsid w:val="00C06397"/>
    <w:rsid w:val="00C067D0"/>
    <w:rsid w:val="00C0736D"/>
    <w:rsid w:val="00C07594"/>
    <w:rsid w:val="00C07696"/>
    <w:rsid w:val="00C076C3"/>
    <w:rsid w:val="00C07831"/>
    <w:rsid w:val="00C07B49"/>
    <w:rsid w:val="00C07F3A"/>
    <w:rsid w:val="00C07F5B"/>
    <w:rsid w:val="00C10278"/>
    <w:rsid w:val="00C10519"/>
    <w:rsid w:val="00C11167"/>
    <w:rsid w:val="00C111A9"/>
    <w:rsid w:val="00C113AB"/>
    <w:rsid w:val="00C11933"/>
    <w:rsid w:val="00C11A43"/>
    <w:rsid w:val="00C11E56"/>
    <w:rsid w:val="00C1219E"/>
    <w:rsid w:val="00C126F8"/>
    <w:rsid w:val="00C1274A"/>
    <w:rsid w:val="00C12810"/>
    <w:rsid w:val="00C12EDD"/>
    <w:rsid w:val="00C130F0"/>
    <w:rsid w:val="00C134DA"/>
    <w:rsid w:val="00C13A18"/>
    <w:rsid w:val="00C13DA2"/>
    <w:rsid w:val="00C13DC7"/>
    <w:rsid w:val="00C13F48"/>
    <w:rsid w:val="00C142AE"/>
    <w:rsid w:val="00C1453F"/>
    <w:rsid w:val="00C14BA7"/>
    <w:rsid w:val="00C14C2B"/>
    <w:rsid w:val="00C14D12"/>
    <w:rsid w:val="00C14D97"/>
    <w:rsid w:val="00C153E3"/>
    <w:rsid w:val="00C16279"/>
    <w:rsid w:val="00C1674D"/>
    <w:rsid w:val="00C16A54"/>
    <w:rsid w:val="00C16B4D"/>
    <w:rsid w:val="00C170A5"/>
    <w:rsid w:val="00C1751B"/>
    <w:rsid w:val="00C17FDF"/>
    <w:rsid w:val="00C2030C"/>
    <w:rsid w:val="00C204C2"/>
    <w:rsid w:val="00C204E2"/>
    <w:rsid w:val="00C20C61"/>
    <w:rsid w:val="00C21314"/>
    <w:rsid w:val="00C21416"/>
    <w:rsid w:val="00C214F0"/>
    <w:rsid w:val="00C21752"/>
    <w:rsid w:val="00C21DE6"/>
    <w:rsid w:val="00C22657"/>
    <w:rsid w:val="00C23145"/>
    <w:rsid w:val="00C2347D"/>
    <w:rsid w:val="00C237B9"/>
    <w:rsid w:val="00C23A18"/>
    <w:rsid w:val="00C23AD4"/>
    <w:rsid w:val="00C23C09"/>
    <w:rsid w:val="00C242B7"/>
    <w:rsid w:val="00C24346"/>
    <w:rsid w:val="00C24491"/>
    <w:rsid w:val="00C24664"/>
    <w:rsid w:val="00C246C9"/>
    <w:rsid w:val="00C2482F"/>
    <w:rsid w:val="00C24ED8"/>
    <w:rsid w:val="00C25D8B"/>
    <w:rsid w:val="00C26470"/>
    <w:rsid w:val="00C267CB"/>
    <w:rsid w:val="00C271E6"/>
    <w:rsid w:val="00C27235"/>
    <w:rsid w:val="00C27B16"/>
    <w:rsid w:val="00C27BEC"/>
    <w:rsid w:val="00C27F92"/>
    <w:rsid w:val="00C302B1"/>
    <w:rsid w:val="00C31326"/>
    <w:rsid w:val="00C319B0"/>
    <w:rsid w:val="00C31B67"/>
    <w:rsid w:val="00C31BAD"/>
    <w:rsid w:val="00C3275F"/>
    <w:rsid w:val="00C32AAE"/>
    <w:rsid w:val="00C32DBA"/>
    <w:rsid w:val="00C334A7"/>
    <w:rsid w:val="00C33799"/>
    <w:rsid w:val="00C3402B"/>
    <w:rsid w:val="00C34053"/>
    <w:rsid w:val="00C34496"/>
    <w:rsid w:val="00C34525"/>
    <w:rsid w:val="00C34844"/>
    <w:rsid w:val="00C348E7"/>
    <w:rsid w:val="00C34A99"/>
    <w:rsid w:val="00C35376"/>
    <w:rsid w:val="00C35688"/>
    <w:rsid w:val="00C35BD8"/>
    <w:rsid w:val="00C35F09"/>
    <w:rsid w:val="00C35F2E"/>
    <w:rsid w:val="00C35FC9"/>
    <w:rsid w:val="00C360C5"/>
    <w:rsid w:val="00C360E7"/>
    <w:rsid w:val="00C360EB"/>
    <w:rsid w:val="00C362FD"/>
    <w:rsid w:val="00C36390"/>
    <w:rsid w:val="00C36535"/>
    <w:rsid w:val="00C3663C"/>
    <w:rsid w:val="00C36E50"/>
    <w:rsid w:val="00C372D5"/>
    <w:rsid w:val="00C375A4"/>
    <w:rsid w:val="00C377C9"/>
    <w:rsid w:val="00C37F8D"/>
    <w:rsid w:val="00C40165"/>
    <w:rsid w:val="00C409F4"/>
    <w:rsid w:val="00C40A61"/>
    <w:rsid w:val="00C40F9B"/>
    <w:rsid w:val="00C4100F"/>
    <w:rsid w:val="00C41427"/>
    <w:rsid w:val="00C41456"/>
    <w:rsid w:val="00C41825"/>
    <w:rsid w:val="00C42F2B"/>
    <w:rsid w:val="00C431DC"/>
    <w:rsid w:val="00C432E7"/>
    <w:rsid w:val="00C4346C"/>
    <w:rsid w:val="00C4391F"/>
    <w:rsid w:val="00C44140"/>
    <w:rsid w:val="00C444D8"/>
    <w:rsid w:val="00C44542"/>
    <w:rsid w:val="00C44622"/>
    <w:rsid w:val="00C44AA3"/>
    <w:rsid w:val="00C458B1"/>
    <w:rsid w:val="00C45D3A"/>
    <w:rsid w:val="00C471B8"/>
    <w:rsid w:val="00C471BF"/>
    <w:rsid w:val="00C4726B"/>
    <w:rsid w:val="00C47A7A"/>
    <w:rsid w:val="00C50B98"/>
    <w:rsid w:val="00C50E23"/>
    <w:rsid w:val="00C50F40"/>
    <w:rsid w:val="00C51395"/>
    <w:rsid w:val="00C51A88"/>
    <w:rsid w:val="00C51B2F"/>
    <w:rsid w:val="00C51B5B"/>
    <w:rsid w:val="00C52363"/>
    <w:rsid w:val="00C52DD0"/>
    <w:rsid w:val="00C53051"/>
    <w:rsid w:val="00C53091"/>
    <w:rsid w:val="00C53206"/>
    <w:rsid w:val="00C53429"/>
    <w:rsid w:val="00C544F6"/>
    <w:rsid w:val="00C54580"/>
    <w:rsid w:val="00C54591"/>
    <w:rsid w:val="00C550F5"/>
    <w:rsid w:val="00C551C8"/>
    <w:rsid w:val="00C5584C"/>
    <w:rsid w:val="00C5592E"/>
    <w:rsid w:val="00C56167"/>
    <w:rsid w:val="00C563F8"/>
    <w:rsid w:val="00C56F54"/>
    <w:rsid w:val="00C5712A"/>
    <w:rsid w:val="00C571B5"/>
    <w:rsid w:val="00C573ED"/>
    <w:rsid w:val="00C576CF"/>
    <w:rsid w:val="00C57F3F"/>
    <w:rsid w:val="00C6005B"/>
    <w:rsid w:val="00C6028F"/>
    <w:rsid w:val="00C61282"/>
    <w:rsid w:val="00C615A4"/>
    <w:rsid w:val="00C61646"/>
    <w:rsid w:val="00C6172A"/>
    <w:rsid w:val="00C61D1D"/>
    <w:rsid w:val="00C61DFE"/>
    <w:rsid w:val="00C62280"/>
    <w:rsid w:val="00C625A4"/>
    <w:rsid w:val="00C6332C"/>
    <w:rsid w:val="00C638DD"/>
    <w:rsid w:val="00C63C99"/>
    <w:rsid w:val="00C63E54"/>
    <w:rsid w:val="00C64277"/>
    <w:rsid w:val="00C642B6"/>
    <w:rsid w:val="00C64487"/>
    <w:rsid w:val="00C646A3"/>
    <w:rsid w:val="00C64F45"/>
    <w:rsid w:val="00C650C1"/>
    <w:rsid w:val="00C654C1"/>
    <w:rsid w:val="00C65610"/>
    <w:rsid w:val="00C656F1"/>
    <w:rsid w:val="00C6616C"/>
    <w:rsid w:val="00C6618B"/>
    <w:rsid w:val="00C661DC"/>
    <w:rsid w:val="00C66499"/>
    <w:rsid w:val="00C66922"/>
    <w:rsid w:val="00C66C65"/>
    <w:rsid w:val="00C67D57"/>
    <w:rsid w:val="00C67FE9"/>
    <w:rsid w:val="00C700C1"/>
    <w:rsid w:val="00C703CA"/>
    <w:rsid w:val="00C707EB"/>
    <w:rsid w:val="00C708B3"/>
    <w:rsid w:val="00C70903"/>
    <w:rsid w:val="00C70C17"/>
    <w:rsid w:val="00C70DC7"/>
    <w:rsid w:val="00C716A9"/>
    <w:rsid w:val="00C71EEF"/>
    <w:rsid w:val="00C72057"/>
    <w:rsid w:val="00C72135"/>
    <w:rsid w:val="00C7243E"/>
    <w:rsid w:val="00C72A69"/>
    <w:rsid w:val="00C734BD"/>
    <w:rsid w:val="00C73704"/>
    <w:rsid w:val="00C737B0"/>
    <w:rsid w:val="00C7488C"/>
    <w:rsid w:val="00C74AEA"/>
    <w:rsid w:val="00C74D5C"/>
    <w:rsid w:val="00C752DA"/>
    <w:rsid w:val="00C758B4"/>
    <w:rsid w:val="00C75B95"/>
    <w:rsid w:val="00C75D7A"/>
    <w:rsid w:val="00C764E7"/>
    <w:rsid w:val="00C76D54"/>
    <w:rsid w:val="00C770C9"/>
    <w:rsid w:val="00C77218"/>
    <w:rsid w:val="00C77236"/>
    <w:rsid w:val="00C7748B"/>
    <w:rsid w:val="00C774EB"/>
    <w:rsid w:val="00C77D6C"/>
    <w:rsid w:val="00C77ED7"/>
    <w:rsid w:val="00C804DD"/>
    <w:rsid w:val="00C80570"/>
    <w:rsid w:val="00C809DC"/>
    <w:rsid w:val="00C80AC8"/>
    <w:rsid w:val="00C80B91"/>
    <w:rsid w:val="00C815AB"/>
    <w:rsid w:val="00C81E76"/>
    <w:rsid w:val="00C82180"/>
    <w:rsid w:val="00C827F6"/>
    <w:rsid w:val="00C828A3"/>
    <w:rsid w:val="00C82DEB"/>
    <w:rsid w:val="00C83195"/>
    <w:rsid w:val="00C837DD"/>
    <w:rsid w:val="00C83F3E"/>
    <w:rsid w:val="00C8498B"/>
    <w:rsid w:val="00C84C75"/>
    <w:rsid w:val="00C85029"/>
    <w:rsid w:val="00C85403"/>
    <w:rsid w:val="00C85A09"/>
    <w:rsid w:val="00C85F9B"/>
    <w:rsid w:val="00C86579"/>
    <w:rsid w:val="00C869AE"/>
    <w:rsid w:val="00C8707E"/>
    <w:rsid w:val="00C870DB"/>
    <w:rsid w:val="00C8716A"/>
    <w:rsid w:val="00C87217"/>
    <w:rsid w:val="00C8740C"/>
    <w:rsid w:val="00C87861"/>
    <w:rsid w:val="00C87867"/>
    <w:rsid w:val="00C879AA"/>
    <w:rsid w:val="00C87C04"/>
    <w:rsid w:val="00C87F19"/>
    <w:rsid w:val="00C87F86"/>
    <w:rsid w:val="00C90551"/>
    <w:rsid w:val="00C90D36"/>
    <w:rsid w:val="00C910C5"/>
    <w:rsid w:val="00C9159E"/>
    <w:rsid w:val="00C91A08"/>
    <w:rsid w:val="00C92B2E"/>
    <w:rsid w:val="00C92EB1"/>
    <w:rsid w:val="00C932AB"/>
    <w:rsid w:val="00C934D5"/>
    <w:rsid w:val="00C936C8"/>
    <w:rsid w:val="00C937BB"/>
    <w:rsid w:val="00C9390B"/>
    <w:rsid w:val="00C93980"/>
    <w:rsid w:val="00C93BB1"/>
    <w:rsid w:val="00C94889"/>
    <w:rsid w:val="00C94C56"/>
    <w:rsid w:val="00C953E8"/>
    <w:rsid w:val="00C954C7"/>
    <w:rsid w:val="00C96320"/>
    <w:rsid w:val="00C9680C"/>
    <w:rsid w:val="00C97A64"/>
    <w:rsid w:val="00C97D53"/>
    <w:rsid w:val="00CA02AB"/>
    <w:rsid w:val="00CA04DE"/>
    <w:rsid w:val="00CA0595"/>
    <w:rsid w:val="00CA09A9"/>
    <w:rsid w:val="00CA0B9E"/>
    <w:rsid w:val="00CA0C52"/>
    <w:rsid w:val="00CA11CB"/>
    <w:rsid w:val="00CA11D5"/>
    <w:rsid w:val="00CA1A7A"/>
    <w:rsid w:val="00CA1B6A"/>
    <w:rsid w:val="00CA1B90"/>
    <w:rsid w:val="00CA1E5B"/>
    <w:rsid w:val="00CA1E6E"/>
    <w:rsid w:val="00CA1FDB"/>
    <w:rsid w:val="00CA2565"/>
    <w:rsid w:val="00CA28AB"/>
    <w:rsid w:val="00CA34CF"/>
    <w:rsid w:val="00CA3AAE"/>
    <w:rsid w:val="00CA3D09"/>
    <w:rsid w:val="00CA46CA"/>
    <w:rsid w:val="00CA4721"/>
    <w:rsid w:val="00CA4974"/>
    <w:rsid w:val="00CA59E8"/>
    <w:rsid w:val="00CA671A"/>
    <w:rsid w:val="00CA69D3"/>
    <w:rsid w:val="00CA71F0"/>
    <w:rsid w:val="00CA75E7"/>
    <w:rsid w:val="00CA781F"/>
    <w:rsid w:val="00CA79BB"/>
    <w:rsid w:val="00CA7A5A"/>
    <w:rsid w:val="00CB006A"/>
    <w:rsid w:val="00CB0F41"/>
    <w:rsid w:val="00CB15C7"/>
    <w:rsid w:val="00CB167E"/>
    <w:rsid w:val="00CB17C6"/>
    <w:rsid w:val="00CB19C0"/>
    <w:rsid w:val="00CB2B7B"/>
    <w:rsid w:val="00CB2E53"/>
    <w:rsid w:val="00CB2FEE"/>
    <w:rsid w:val="00CB36E3"/>
    <w:rsid w:val="00CB4FF2"/>
    <w:rsid w:val="00CB504E"/>
    <w:rsid w:val="00CB55EC"/>
    <w:rsid w:val="00CB579E"/>
    <w:rsid w:val="00CB5BB6"/>
    <w:rsid w:val="00CB5C8A"/>
    <w:rsid w:val="00CB5D65"/>
    <w:rsid w:val="00CB61D9"/>
    <w:rsid w:val="00CB61EA"/>
    <w:rsid w:val="00CB6394"/>
    <w:rsid w:val="00CB6500"/>
    <w:rsid w:val="00CB680B"/>
    <w:rsid w:val="00CB68E6"/>
    <w:rsid w:val="00CB70CC"/>
    <w:rsid w:val="00CB71C8"/>
    <w:rsid w:val="00CB771E"/>
    <w:rsid w:val="00CB7C17"/>
    <w:rsid w:val="00CB7C71"/>
    <w:rsid w:val="00CC025E"/>
    <w:rsid w:val="00CC0598"/>
    <w:rsid w:val="00CC07B8"/>
    <w:rsid w:val="00CC09FF"/>
    <w:rsid w:val="00CC0DD7"/>
    <w:rsid w:val="00CC1372"/>
    <w:rsid w:val="00CC1407"/>
    <w:rsid w:val="00CC1895"/>
    <w:rsid w:val="00CC197A"/>
    <w:rsid w:val="00CC1CC1"/>
    <w:rsid w:val="00CC1E88"/>
    <w:rsid w:val="00CC24E2"/>
    <w:rsid w:val="00CC250C"/>
    <w:rsid w:val="00CC26D4"/>
    <w:rsid w:val="00CC277C"/>
    <w:rsid w:val="00CC3BED"/>
    <w:rsid w:val="00CC4EFF"/>
    <w:rsid w:val="00CC5921"/>
    <w:rsid w:val="00CC5CFA"/>
    <w:rsid w:val="00CC5D98"/>
    <w:rsid w:val="00CC5E8A"/>
    <w:rsid w:val="00CC5FFE"/>
    <w:rsid w:val="00CC6D0B"/>
    <w:rsid w:val="00CC72EE"/>
    <w:rsid w:val="00CC7F1E"/>
    <w:rsid w:val="00CD0000"/>
    <w:rsid w:val="00CD0232"/>
    <w:rsid w:val="00CD03B3"/>
    <w:rsid w:val="00CD0602"/>
    <w:rsid w:val="00CD0B4E"/>
    <w:rsid w:val="00CD0CDF"/>
    <w:rsid w:val="00CD0EA8"/>
    <w:rsid w:val="00CD0FDE"/>
    <w:rsid w:val="00CD129C"/>
    <w:rsid w:val="00CD15AF"/>
    <w:rsid w:val="00CD1875"/>
    <w:rsid w:val="00CD1935"/>
    <w:rsid w:val="00CD1E43"/>
    <w:rsid w:val="00CD2A23"/>
    <w:rsid w:val="00CD2FBA"/>
    <w:rsid w:val="00CD322E"/>
    <w:rsid w:val="00CD3237"/>
    <w:rsid w:val="00CD3406"/>
    <w:rsid w:val="00CD350A"/>
    <w:rsid w:val="00CD36F3"/>
    <w:rsid w:val="00CD3DD7"/>
    <w:rsid w:val="00CD3F51"/>
    <w:rsid w:val="00CD4D01"/>
    <w:rsid w:val="00CD4FFC"/>
    <w:rsid w:val="00CD5087"/>
    <w:rsid w:val="00CD526B"/>
    <w:rsid w:val="00CD54F6"/>
    <w:rsid w:val="00CD57C4"/>
    <w:rsid w:val="00CD6001"/>
    <w:rsid w:val="00CD6854"/>
    <w:rsid w:val="00CD75BC"/>
    <w:rsid w:val="00CD78BD"/>
    <w:rsid w:val="00CE0775"/>
    <w:rsid w:val="00CE0837"/>
    <w:rsid w:val="00CE0B27"/>
    <w:rsid w:val="00CE0E04"/>
    <w:rsid w:val="00CE10CD"/>
    <w:rsid w:val="00CE1345"/>
    <w:rsid w:val="00CE1400"/>
    <w:rsid w:val="00CE1910"/>
    <w:rsid w:val="00CE1CF9"/>
    <w:rsid w:val="00CE23D6"/>
    <w:rsid w:val="00CE2483"/>
    <w:rsid w:val="00CE260B"/>
    <w:rsid w:val="00CE2FC5"/>
    <w:rsid w:val="00CE30F3"/>
    <w:rsid w:val="00CE36FE"/>
    <w:rsid w:val="00CE4108"/>
    <w:rsid w:val="00CE4414"/>
    <w:rsid w:val="00CE4666"/>
    <w:rsid w:val="00CE4CD3"/>
    <w:rsid w:val="00CE51BC"/>
    <w:rsid w:val="00CE551F"/>
    <w:rsid w:val="00CE57E8"/>
    <w:rsid w:val="00CE5C77"/>
    <w:rsid w:val="00CE6ED5"/>
    <w:rsid w:val="00CE72F1"/>
    <w:rsid w:val="00CE7340"/>
    <w:rsid w:val="00CE73CA"/>
    <w:rsid w:val="00CE753A"/>
    <w:rsid w:val="00CE7877"/>
    <w:rsid w:val="00CE78F9"/>
    <w:rsid w:val="00CE7A7D"/>
    <w:rsid w:val="00CE7ED6"/>
    <w:rsid w:val="00CE7F78"/>
    <w:rsid w:val="00CF0320"/>
    <w:rsid w:val="00CF062F"/>
    <w:rsid w:val="00CF12A7"/>
    <w:rsid w:val="00CF1494"/>
    <w:rsid w:val="00CF15D4"/>
    <w:rsid w:val="00CF1AB3"/>
    <w:rsid w:val="00CF1D02"/>
    <w:rsid w:val="00CF23F3"/>
    <w:rsid w:val="00CF25EC"/>
    <w:rsid w:val="00CF28E8"/>
    <w:rsid w:val="00CF3230"/>
    <w:rsid w:val="00CF34C0"/>
    <w:rsid w:val="00CF451F"/>
    <w:rsid w:val="00CF4AF3"/>
    <w:rsid w:val="00CF55A1"/>
    <w:rsid w:val="00CF55DC"/>
    <w:rsid w:val="00CF5805"/>
    <w:rsid w:val="00CF58D8"/>
    <w:rsid w:val="00CF5E81"/>
    <w:rsid w:val="00CF6370"/>
    <w:rsid w:val="00CF6A53"/>
    <w:rsid w:val="00CF6DEC"/>
    <w:rsid w:val="00CF7037"/>
    <w:rsid w:val="00CF77B7"/>
    <w:rsid w:val="00CF77EC"/>
    <w:rsid w:val="00D00B0B"/>
    <w:rsid w:val="00D00C9D"/>
    <w:rsid w:val="00D0100F"/>
    <w:rsid w:val="00D0125F"/>
    <w:rsid w:val="00D01312"/>
    <w:rsid w:val="00D01367"/>
    <w:rsid w:val="00D014CB"/>
    <w:rsid w:val="00D01665"/>
    <w:rsid w:val="00D0172F"/>
    <w:rsid w:val="00D026E6"/>
    <w:rsid w:val="00D03126"/>
    <w:rsid w:val="00D032D9"/>
    <w:rsid w:val="00D03FAE"/>
    <w:rsid w:val="00D0404E"/>
    <w:rsid w:val="00D0406D"/>
    <w:rsid w:val="00D0438F"/>
    <w:rsid w:val="00D04464"/>
    <w:rsid w:val="00D044E7"/>
    <w:rsid w:val="00D04F83"/>
    <w:rsid w:val="00D05163"/>
    <w:rsid w:val="00D0518D"/>
    <w:rsid w:val="00D059D3"/>
    <w:rsid w:val="00D05B41"/>
    <w:rsid w:val="00D0622D"/>
    <w:rsid w:val="00D069E3"/>
    <w:rsid w:val="00D06AF5"/>
    <w:rsid w:val="00D07705"/>
    <w:rsid w:val="00D0770B"/>
    <w:rsid w:val="00D07975"/>
    <w:rsid w:val="00D07D5D"/>
    <w:rsid w:val="00D07E34"/>
    <w:rsid w:val="00D104D0"/>
    <w:rsid w:val="00D1089A"/>
    <w:rsid w:val="00D10B87"/>
    <w:rsid w:val="00D10C4A"/>
    <w:rsid w:val="00D112E0"/>
    <w:rsid w:val="00D11329"/>
    <w:rsid w:val="00D115C5"/>
    <w:rsid w:val="00D1204B"/>
    <w:rsid w:val="00D123E6"/>
    <w:rsid w:val="00D127F4"/>
    <w:rsid w:val="00D136E9"/>
    <w:rsid w:val="00D13D29"/>
    <w:rsid w:val="00D1400F"/>
    <w:rsid w:val="00D145FE"/>
    <w:rsid w:val="00D147B5"/>
    <w:rsid w:val="00D14AE9"/>
    <w:rsid w:val="00D14B37"/>
    <w:rsid w:val="00D14C6A"/>
    <w:rsid w:val="00D15094"/>
    <w:rsid w:val="00D152F2"/>
    <w:rsid w:val="00D1532A"/>
    <w:rsid w:val="00D15BA8"/>
    <w:rsid w:val="00D15C9E"/>
    <w:rsid w:val="00D16041"/>
    <w:rsid w:val="00D16ADA"/>
    <w:rsid w:val="00D17348"/>
    <w:rsid w:val="00D174CA"/>
    <w:rsid w:val="00D177C5"/>
    <w:rsid w:val="00D1788F"/>
    <w:rsid w:val="00D178DD"/>
    <w:rsid w:val="00D179F0"/>
    <w:rsid w:val="00D17D93"/>
    <w:rsid w:val="00D2000B"/>
    <w:rsid w:val="00D20098"/>
    <w:rsid w:val="00D202E0"/>
    <w:rsid w:val="00D20375"/>
    <w:rsid w:val="00D20611"/>
    <w:rsid w:val="00D20B12"/>
    <w:rsid w:val="00D20EE7"/>
    <w:rsid w:val="00D2144C"/>
    <w:rsid w:val="00D215AC"/>
    <w:rsid w:val="00D218A4"/>
    <w:rsid w:val="00D218C1"/>
    <w:rsid w:val="00D2195E"/>
    <w:rsid w:val="00D21DDA"/>
    <w:rsid w:val="00D21E9D"/>
    <w:rsid w:val="00D221FD"/>
    <w:rsid w:val="00D22C44"/>
    <w:rsid w:val="00D22E09"/>
    <w:rsid w:val="00D2310C"/>
    <w:rsid w:val="00D23873"/>
    <w:rsid w:val="00D23E67"/>
    <w:rsid w:val="00D241EB"/>
    <w:rsid w:val="00D24270"/>
    <w:rsid w:val="00D244EC"/>
    <w:rsid w:val="00D2454A"/>
    <w:rsid w:val="00D24F10"/>
    <w:rsid w:val="00D25073"/>
    <w:rsid w:val="00D250C3"/>
    <w:rsid w:val="00D254E9"/>
    <w:rsid w:val="00D25572"/>
    <w:rsid w:val="00D258D8"/>
    <w:rsid w:val="00D25F4E"/>
    <w:rsid w:val="00D2605C"/>
    <w:rsid w:val="00D262A5"/>
    <w:rsid w:val="00D26D8C"/>
    <w:rsid w:val="00D27009"/>
    <w:rsid w:val="00D272E6"/>
    <w:rsid w:val="00D27799"/>
    <w:rsid w:val="00D278B6"/>
    <w:rsid w:val="00D27D6A"/>
    <w:rsid w:val="00D27E29"/>
    <w:rsid w:val="00D30050"/>
    <w:rsid w:val="00D3053D"/>
    <w:rsid w:val="00D30E13"/>
    <w:rsid w:val="00D31152"/>
    <w:rsid w:val="00D31286"/>
    <w:rsid w:val="00D315F9"/>
    <w:rsid w:val="00D31877"/>
    <w:rsid w:val="00D31C69"/>
    <w:rsid w:val="00D32171"/>
    <w:rsid w:val="00D323C3"/>
    <w:rsid w:val="00D33068"/>
    <w:rsid w:val="00D33127"/>
    <w:rsid w:val="00D331CA"/>
    <w:rsid w:val="00D335AA"/>
    <w:rsid w:val="00D33632"/>
    <w:rsid w:val="00D33741"/>
    <w:rsid w:val="00D3388B"/>
    <w:rsid w:val="00D33CE5"/>
    <w:rsid w:val="00D33E5F"/>
    <w:rsid w:val="00D33EB8"/>
    <w:rsid w:val="00D343EB"/>
    <w:rsid w:val="00D3456C"/>
    <w:rsid w:val="00D346EF"/>
    <w:rsid w:val="00D34EF7"/>
    <w:rsid w:val="00D35A0C"/>
    <w:rsid w:val="00D362CF"/>
    <w:rsid w:val="00D36F70"/>
    <w:rsid w:val="00D37463"/>
    <w:rsid w:val="00D37A72"/>
    <w:rsid w:val="00D401A4"/>
    <w:rsid w:val="00D40344"/>
    <w:rsid w:val="00D40381"/>
    <w:rsid w:val="00D414C0"/>
    <w:rsid w:val="00D41E75"/>
    <w:rsid w:val="00D42AAF"/>
    <w:rsid w:val="00D4318E"/>
    <w:rsid w:val="00D43654"/>
    <w:rsid w:val="00D4436B"/>
    <w:rsid w:val="00D445A4"/>
    <w:rsid w:val="00D44603"/>
    <w:rsid w:val="00D45577"/>
    <w:rsid w:val="00D456A0"/>
    <w:rsid w:val="00D45B20"/>
    <w:rsid w:val="00D45C47"/>
    <w:rsid w:val="00D46367"/>
    <w:rsid w:val="00D463C8"/>
    <w:rsid w:val="00D464B9"/>
    <w:rsid w:val="00D46551"/>
    <w:rsid w:val="00D468B7"/>
    <w:rsid w:val="00D46C92"/>
    <w:rsid w:val="00D46E5D"/>
    <w:rsid w:val="00D506B9"/>
    <w:rsid w:val="00D508CC"/>
    <w:rsid w:val="00D50987"/>
    <w:rsid w:val="00D50B84"/>
    <w:rsid w:val="00D50C86"/>
    <w:rsid w:val="00D50CAE"/>
    <w:rsid w:val="00D50CFF"/>
    <w:rsid w:val="00D51252"/>
    <w:rsid w:val="00D5150C"/>
    <w:rsid w:val="00D515D6"/>
    <w:rsid w:val="00D519C2"/>
    <w:rsid w:val="00D51BB7"/>
    <w:rsid w:val="00D51E4F"/>
    <w:rsid w:val="00D51FFA"/>
    <w:rsid w:val="00D520EE"/>
    <w:rsid w:val="00D5281D"/>
    <w:rsid w:val="00D52F7C"/>
    <w:rsid w:val="00D53240"/>
    <w:rsid w:val="00D532DA"/>
    <w:rsid w:val="00D536A6"/>
    <w:rsid w:val="00D53E09"/>
    <w:rsid w:val="00D53FD0"/>
    <w:rsid w:val="00D54006"/>
    <w:rsid w:val="00D54938"/>
    <w:rsid w:val="00D54AEB"/>
    <w:rsid w:val="00D54B18"/>
    <w:rsid w:val="00D54F5F"/>
    <w:rsid w:val="00D552EE"/>
    <w:rsid w:val="00D55443"/>
    <w:rsid w:val="00D55469"/>
    <w:rsid w:val="00D55910"/>
    <w:rsid w:val="00D55ABA"/>
    <w:rsid w:val="00D562E3"/>
    <w:rsid w:val="00D564CA"/>
    <w:rsid w:val="00D568F6"/>
    <w:rsid w:val="00D56AFC"/>
    <w:rsid w:val="00D572CD"/>
    <w:rsid w:val="00D572DD"/>
    <w:rsid w:val="00D57427"/>
    <w:rsid w:val="00D57EF1"/>
    <w:rsid w:val="00D60153"/>
    <w:rsid w:val="00D60231"/>
    <w:rsid w:val="00D604D3"/>
    <w:rsid w:val="00D60664"/>
    <w:rsid w:val="00D60B62"/>
    <w:rsid w:val="00D60F56"/>
    <w:rsid w:val="00D610E0"/>
    <w:rsid w:val="00D61418"/>
    <w:rsid w:val="00D61C09"/>
    <w:rsid w:val="00D61CD5"/>
    <w:rsid w:val="00D62180"/>
    <w:rsid w:val="00D624D4"/>
    <w:rsid w:val="00D628FE"/>
    <w:rsid w:val="00D63524"/>
    <w:rsid w:val="00D63544"/>
    <w:rsid w:val="00D63A0E"/>
    <w:rsid w:val="00D63A62"/>
    <w:rsid w:val="00D63CBA"/>
    <w:rsid w:val="00D6432F"/>
    <w:rsid w:val="00D64DDF"/>
    <w:rsid w:val="00D64E65"/>
    <w:rsid w:val="00D65184"/>
    <w:rsid w:val="00D657D0"/>
    <w:rsid w:val="00D658E2"/>
    <w:rsid w:val="00D65A85"/>
    <w:rsid w:val="00D65DD3"/>
    <w:rsid w:val="00D65F3A"/>
    <w:rsid w:val="00D6616F"/>
    <w:rsid w:val="00D66206"/>
    <w:rsid w:val="00D66CC7"/>
    <w:rsid w:val="00D67307"/>
    <w:rsid w:val="00D679BD"/>
    <w:rsid w:val="00D67EA4"/>
    <w:rsid w:val="00D7013E"/>
    <w:rsid w:val="00D70494"/>
    <w:rsid w:val="00D70A3C"/>
    <w:rsid w:val="00D71139"/>
    <w:rsid w:val="00D71471"/>
    <w:rsid w:val="00D72129"/>
    <w:rsid w:val="00D72585"/>
    <w:rsid w:val="00D72FDB"/>
    <w:rsid w:val="00D73310"/>
    <w:rsid w:val="00D736B1"/>
    <w:rsid w:val="00D73C91"/>
    <w:rsid w:val="00D73E80"/>
    <w:rsid w:val="00D741FE"/>
    <w:rsid w:val="00D744A5"/>
    <w:rsid w:val="00D745C5"/>
    <w:rsid w:val="00D74D93"/>
    <w:rsid w:val="00D754C9"/>
    <w:rsid w:val="00D758FE"/>
    <w:rsid w:val="00D75CE8"/>
    <w:rsid w:val="00D75D6E"/>
    <w:rsid w:val="00D763CC"/>
    <w:rsid w:val="00D764DD"/>
    <w:rsid w:val="00D76863"/>
    <w:rsid w:val="00D7694B"/>
    <w:rsid w:val="00D76D50"/>
    <w:rsid w:val="00D7755E"/>
    <w:rsid w:val="00D77772"/>
    <w:rsid w:val="00D7799A"/>
    <w:rsid w:val="00D77A7B"/>
    <w:rsid w:val="00D77D8D"/>
    <w:rsid w:val="00D77EF8"/>
    <w:rsid w:val="00D77F12"/>
    <w:rsid w:val="00D80619"/>
    <w:rsid w:val="00D8099E"/>
    <w:rsid w:val="00D809A7"/>
    <w:rsid w:val="00D80AD4"/>
    <w:rsid w:val="00D80C31"/>
    <w:rsid w:val="00D81CEE"/>
    <w:rsid w:val="00D822C9"/>
    <w:rsid w:val="00D82F80"/>
    <w:rsid w:val="00D835B0"/>
    <w:rsid w:val="00D8369B"/>
    <w:rsid w:val="00D83768"/>
    <w:rsid w:val="00D8394C"/>
    <w:rsid w:val="00D84287"/>
    <w:rsid w:val="00D846A8"/>
    <w:rsid w:val="00D8500A"/>
    <w:rsid w:val="00D85060"/>
    <w:rsid w:val="00D85BDD"/>
    <w:rsid w:val="00D85C12"/>
    <w:rsid w:val="00D85C82"/>
    <w:rsid w:val="00D85DD5"/>
    <w:rsid w:val="00D865B8"/>
    <w:rsid w:val="00D86AAC"/>
    <w:rsid w:val="00D86AF3"/>
    <w:rsid w:val="00D871C9"/>
    <w:rsid w:val="00D871D9"/>
    <w:rsid w:val="00D900F8"/>
    <w:rsid w:val="00D901A5"/>
    <w:rsid w:val="00D9052B"/>
    <w:rsid w:val="00D905BB"/>
    <w:rsid w:val="00D905E4"/>
    <w:rsid w:val="00D90955"/>
    <w:rsid w:val="00D90A48"/>
    <w:rsid w:val="00D90AEA"/>
    <w:rsid w:val="00D90D69"/>
    <w:rsid w:val="00D90DA7"/>
    <w:rsid w:val="00D910CB"/>
    <w:rsid w:val="00D91118"/>
    <w:rsid w:val="00D91220"/>
    <w:rsid w:val="00D913A3"/>
    <w:rsid w:val="00D91833"/>
    <w:rsid w:val="00D9196E"/>
    <w:rsid w:val="00D91CA9"/>
    <w:rsid w:val="00D91E32"/>
    <w:rsid w:val="00D92F01"/>
    <w:rsid w:val="00D935A7"/>
    <w:rsid w:val="00D937EB"/>
    <w:rsid w:val="00D9388C"/>
    <w:rsid w:val="00D93D3A"/>
    <w:rsid w:val="00D9424A"/>
    <w:rsid w:val="00D946AF"/>
    <w:rsid w:val="00D955B0"/>
    <w:rsid w:val="00D96302"/>
    <w:rsid w:val="00D96FE8"/>
    <w:rsid w:val="00D9710E"/>
    <w:rsid w:val="00D97790"/>
    <w:rsid w:val="00D977D4"/>
    <w:rsid w:val="00D97B45"/>
    <w:rsid w:val="00D97D5F"/>
    <w:rsid w:val="00D97ED2"/>
    <w:rsid w:val="00DA01BE"/>
    <w:rsid w:val="00DA056F"/>
    <w:rsid w:val="00DA0841"/>
    <w:rsid w:val="00DA0CC5"/>
    <w:rsid w:val="00DA0EFA"/>
    <w:rsid w:val="00DA1355"/>
    <w:rsid w:val="00DA20D7"/>
    <w:rsid w:val="00DA2167"/>
    <w:rsid w:val="00DA24AD"/>
    <w:rsid w:val="00DA2A8C"/>
    <w:rsid w:val="00DA32EE"/>
    <w:rsid w:val="00DA369F"/>
    <w:rsid w:val="00DA37F2"/>
    <w:rsid w:val="00DA3FD1"/>
    <w:rsid w:val="00DA407C"/>
    <w:rsid w:val="00DA45ED"/>
    <w:rsid w:val="00DA4692"/>
    <w:rsid w:val="00DA4A2B"/>
    <w:rsid w:val="00DA4DC3"/>
    <w:rsid w:val="00DA4FDF"/>
    <w:rsid w:val="00DA5120"/>
    <w:rsid w:val="00DA5464"/>
    <w:rsid w:val="00DA5560"/>
    <w:rsid w:val="00DA5769"/>
    <w:rsid w:val="00DA578B"/>
    <w:rsid w:val="00DA57BA"/>
    <w:rsid w:val="00DA66D6"/>
    <w:rsid w:val="00DA7895"/>
    <w:rsid w:val="00DA7CF9"/>
    <w:rsid w:val="00DA7D3D"/>
    <w:rsid w:val="00DA7EDD"/>
    <w:rsid w:val="00DB008F"/>
    <w:rsid w:val="00DB0120"/>
    <w:rsid w:val="00DB02D5"/>
    <w:rsid w:val="00DB12A5"/>
    <w:rsid w:val="00DB215F"/>
    <w:rsid w:val="00DB2227"/>
    <w:rsid w:val="00DB22E7"/>
    <w:rsid w:val="00DB242C"/>
    <w:rsid w:val="00DB2BFB"/>
    <w:rsid w:val="00DB2E88"/>
    <w:rsid w:val="00DB2EA9"/>
    <w:rsid w:val="00DB32AF"/>
    <w:rsid w:val="00DB3FD7"/>
    <w:rsid w:val="00DB4594"/>
    <w:rsid w:val="00DB49B6"/>
    <w:rsid w:val="00DB500D"/>
    <w:rsid w:val="00DB5165"/>
    <w:rsid w:val="00DB5621"/>
    <w:rsid w:val="00DB591A"/>
    <w:rsid w:val="00DB592F"/>
    <w:rsid w:val="00DB59AF"/>
    <w:rsid w:val="00DB5B49"/>
    <w:rsid w:val="00DB6234"/>
    <w:rsid w:val="00DB675F"/>
    <w:rsid w:val="00DB678D"/>
    <w:rsid w:val="00DB6B97"/>
    <w:rsid w:val="00DB727B"/>
    <w:rsid w:val="00DB783D"/>
    <w:rsid w:val="00DB7D30"/>
    <w:rsid w:val="00DC020F"/>
    <w:rsid w:val="00DC09FD"/>
    <w:rsid w:val="00DC0AB4"/>
    <w:rsid w:val="00DC0CE6"/>
    <w:rsid w:val="00DC0E85"/>
    <w:rsid w:val="00DC0FBE"/>
    <w:rsid w:val="00DC1D0E"/>
    <w:rsid w:val="00DC1EF0"/>
    <w:rsid w:val="00DC2027"/>
    <w:rsid w:val="00DC22A6"/>
    <w:rsid w:val="00DC2351"/>
    <w:rsid w:val="00DC2893"/>
    <w:rsid w:val="00DC2A15"/>
    <w:rsid w:val="00DC303D"/>
    <w:rsid w:val="00DC3455"/>
    <w:rsid w:val="00DC37E6"/>
    <w:rsid w:val="00DC3A02"/>
    <w:rsid w:val="00DC4063"/>
    <w:rsid w:val="00DC4083"/>
    <w:rsid w:val="00DC4089"/>
    <w:rsid w:val="00DC4866"/>
    <w:rsid w:val="00DC522D"/>
    <w:rsid w:val="00DC539D"/>
    <w:rsid w:val="00DC5508"/>
    <w:rsid w:val="00DC5651"/>
    <w:rsid w:val="00DC5A75"/>
    <w:rsid w:val="00DC6645"/>
    <w:rsid w:val="00DC682B"/>
    <w:rsid w:val="00DC685D"/>
    <w:rsid w:val="00DC6BFC"/>
    <w:rsid w:val="00DC6C8C"/>
    <w:rsid w:val="00DC70F1"/>
    <w:rsid w:val="00DC7260"/>
    <w:rsid w:val="00DC74B8"/>
    <w:rsid w:val="00DC7EF9"/>
    <w:rsid w:val="00DD0572"/>
    <w:rsid w:val="00DD08D1"/>
    <w:rsid w:val="00DD0B98"/>
    <w:rsid w:val="00DD1123"/>
    <w:rsid w:val="00DD12B9"/>
    <w:rsid w:val="00DD1439"/>
    <w:rsid w:val="00DD1FC5"/>
    <w:rsid w:val="00DD21F0"/>
    <w:rsid w:val="00DD22F9"/>
    <w:rsid w:val="00DD25A7"/>
    <w:rsid w:val="00DD2969"/>
    <w:rsid w:val="00DD2993"/>
    <w:rsid w:val="00DD2C06"/>
    <w:rsid w:val="00DD34A6"/>
    <w:rsid w:val="00DD3D22"/>
    <w:rsid w:val="00DD47DE"/>
    <w:rsid w:val="00DD4B2E"/>
    <w:rsid w:val="00DD4B89"/>
    <w:rsid w:val="00DD4BE9"/>
    <w:rsid w:val="00DD50E2"/>
    <w:rsid w:val="00DD5272"/>
    <w:rsid w:val="00DD52FB"/>
    <w:rsid w:val="00DD5564"/>
    <w:rsid w:val="00DD5581"/>
    <w:rsid w:val="00DD5F1F"/>
    <w:rsid w:val="00DD5F3B"/>
    <w:rsid w:val="00DD6226"/>
    <w:rsid w:val="00DD6262"/>
    <w:rsid w:val="00DD638F"/>
    <w:rsid w:val="00DD73C0"/>
    <w:rsid w:val="00DD7670"/>
    <w:rsid w:val="00DD76B3"/>
    <w:rsid w:val="00DD776C"/>
    <w:rsid w:val="00DD7AA9"/>
    <w:rsid w:val="00DD7C97"/>
    <w:rsid w:val="00DE0324"/>
    <w:rsid w:val="00DE03B7"/>
    <w:rsid w:val="00DE04AD"/>
    <w:rsid w:val="00DE055F"/>
    <w:rsid w:val="00DE06AC"/>
    <w:rsid w:val="00DE08DF"/>
    <w:rsid w:val="00DE0B8B"/>
    <w:rsid w:val="00DE0FF2"/>
    <w:rsid w:val="00DE1135"/>
    <w:rsid w:val="00DE1195"/>
    <w:rsid w:val="00DE1740"/>
    <w:rsid w:val="00DE1975"/>
    <w:rsid w:val="00DE1995"/>
    <w:rsid w:val="00DE2402"/>
    <w:rsid w:val="00DE2419"/>
    <w:rsid w:val="00DE2836"/>
    <w:rsid w:val="00DE2C5A"/>
    <w:rsid w:val="00DE2F47"/>
    <w:rsid w:val="00DE3298"/>
    <w:rsid w:val="00DE3723"/>
    <w:rsid w:val="00DE376B"/>
    <w:rsid w:val="00DE39E4"/>
    <w:rsid w:val="00DE4814"/>
    <w:rsid w:val="00DE4D22"/>
    <w:rsid w:val="00DE545D"/>
    <w:rsid w:val="00DE5971"/>
    <w:rsid w:val="00DE5E39"/>
    <w:rsid w:val="00DE61FC"/>
    <w:rsid w:val="00DE65D6"/>
    <w:rsid w:val="00DE664F"/>
    <w:rsid w:val="00DE6686"/>
    <w:rsid w:val="00DE69A2"/>
    <w:rsid w:val="00DE6D8B"/>
    <w:rsid w:val="00DE6F9F"/>
    <w:rsid w:val="00DE74BA"/>
    <w:rsid w:val="00DE7CC9"/>
    <w:rsid w:val="00DF014A"/>
    <w:rsid w:val="00DF0D4B"/>
    <w:rsid w:val="00DF1350"/>
    <w:rsid w:val="00DF138A"/>
    <w:rsid w:val="00DF153A"/>
    <w:rsid w:val="00DF173B"/>
    <w:rsid w:val="00DF176F"/>
    <w:rsid w:val="00DF1AF1"/>
    <w:rsid w:val="00DF21BC"/>
    <w:rsid w:val="00DF2775"/>
    <w:rsid w:val="00DF29B1"/>
    <w:rsid w:val="00DF2D22"/>
    <w:rsid w:val="00DF3658"/>
    <w:rsid w:val="00DF38EA"/>
    <w:rsid w:val="00DF4038"/>
    <w:rsid w:val="00DF4362"/>
    <w:rsid w:val="00DF4382"/>
    <w:rsid w:val="00DF49FC"/>
    <w:rsid w:val="00DF50A7"/>
    <w:rsid w:val="00DF51A2"/>
    <w:rsid w:val="00DF59CB"/>
    <w:rsid w:val="00DF5B46"/>
    <w:rsid w:val="00DF5DA2"/>
    <w:rsid w:val="00DF6002"/>
    <w:rsid w:val="00DF6549"/>
    <w:rsid w:val="00DF69A0"/>
    <w:rsid w:val="00DF6B97"/>
    <w:rsid w:val="00DF7010"/>
    <w:rsid w:val="00DF7460"/>
    <w:rsid w:val="00DF7B0A"/>
    <w:rsid w:val="00DF7B4E"/>
    <w:rsid w:val="00DF7B72"/>
    <w:rsid w:val="00DF7C3B"/>
    <w:rsid w:val="00DF7CB1"/>
    <w:rsid w:val="00DF7FE6"/>
    <w:rsid w:val="00E00075"/>
    <w:rsid w:val="00E00F89"/>
    <w:rsid w:val="00E010F2"/>
    <w:rsid w:val="00E01264"/>
    <w:rsid w:val="00E01E6D"/>
    <w:rsid w:val="00E0210E"/>
    <w:rsid w:val="00E0231A"/>
    <w:rsid w:val="00E02432"/>
    <w:rsid w:val="00E02748"/>
    <w:rsid w:val="00E0315A"/>
    <w:rsid w:val="00E0373E"/>
    <w:rsid w:val="00E03995"/>
    <w:rsid w:val="00E03B5A"/>
    <w:rsid w:val="00E03C76"/>
    <w:rsid w:val="00E03D37"/>
    <w:rsid w:val="00E03DE5"/>
    <w:rsid w:val="00E0406F"/>
    <w:rsid w:val="00E040DA"/>
    <w:rsid w:val="00E0429F"/>
    <w:rsid w:val="00E04896"/>
    <w:rsid w:val="00E04AC3"/>
    <w:rsid w:val="00E05068"/>
    <w:rsid w:val="00E057B9"/>
    <w:rsid w:val="00E059E6"/>
    <w:rsid w:val="00E05CCB"/>
    <w:rsid w:val="00E05DA5"/>
    <w:rsid w:val="00E05DFD"/>
    <w:rsid w:val="00E05F7D"/>
    <w:rsid w:val="00E05F97"/>
    <w:rsid w:val="00E0691C"/>
    <w:rsid w:val="00E06A02"/>
    <w:rsid w:val="00E06CAC"/>
    <w:rsid w:val="00E06FC2"/>
    <w:rsid w:val="00E0718F"/>
    <w:rsid w:val="00E0759A"/>
    <w:rsid w:val="00E075B1"/>
    <w:rsid w:val="00E076CC"/>
    <w:rsid w:val="00E077A8"/>
    <w:rsid w:val="00E07C7A"/>
    <w:rsid w:val="00E07F39"/>
    <w:rsid w:val="00E10370"/>
    <w:rsid w:val="00E10902"/>
    <w:rsid w:val="00E10B64"/>
    <w:rsid w:val="00E112DB"/>
    <w:rsid w:val="00E11527"/>
    <w:rsid w:val="00E11AED"/>
    <w:rsid w:val="00E12266"/>
    <w:rsid w:val="00E12586"/>
    <w:rsid w:val="00E127CE"/>
    <w:rsid w:val="00E128D7"/>
    <w:rsid w:val="00E13122"/>
    <w:rsid w:val="00E137D6"/>
    <w:rsid w:val="00E138FD"/>
    <w:rsid w:val="00E13B63"/>
    <w:rsid w:val="00E13FBE"/>
    <w:rsid w:val="00E14C63"/>
    <w:rsid w:val="00E150B6"/>
    <w:rsid w:val="00E16164"/>
    <w:rsid w:val="00E163C5"/>
    <w:rsid w:val="00E168EC"/>
    <w:rsid w:val="00E16966"/>
    <w:rsid w:val="00E1697B"/>
    <w:rsid w:val="00E16C20"/>
    <w:rsid w:val="00E17F6E"/>
    <w:rsid w:val="00E2001C"/>
    <w:rsid w:val="00E20180"/>
    <w:rsid w:val="00E207C9"/>
    <w:rsid w:val="00E2093A"/>
    <w:rsid w:val="00E214D9"/>
    <w:rsid w:val="00E21A08"/>
    <w:rsid w:val="00E21AB0"/>
    <w:rsid w:val="00E21C4F"/>
    <w:rsid w:val="00E2235D"/>
    <w:rsid w:val="00E22904"/>
    <w:rsid w:val="00E22ABD"/>
    <w:rsid w:val="00E23431"/>
    <w:rsid w:val="00E2378C"/>
    <w:rsid w:val="00E23970"/>
    <w:rsid w:val="00E23DE1"/>
    <w:rsid w:val="00E245EE"/>
    <w:rsid w:val="00E24793"/>
    <w:rsid w:val="00E24DBB"/>
    <w:rsid w:val="00E258C6"/>
    <w:rsid w:val="00E25A27"/>
    <w:rsid w:val="00E25A73"/>
    <w:rsid w:val="00E25E93"/>
    <w:rsid w:val="00E26297"/>
    <w:rsid w:val="00E26F98"/>
    <w:rsid w:val="00E26FE7"/>
    <w:rsid w:val="00E27029"/>
    <w:rsid w:val="00E27693"/>
    <w:rsid w:val="00E2770A"/>
    <w:rsid w:val="00E3001F"/>
    <w:rsid w:val="00E304B2"/>
    <w:rsid w:val="00E304F1"/>
    <w:rsid w:val="00E3055E"/>
    <w:rsid w:val="00E30DF2"/>
    <w:rsid w:val="00E32164"/>
    <w:rsid w:val="00E32396"/>
    <w:rsid w:val="00E331E7"/>
    <w:rsid w:val="00E332CF"/>
    <w:rsid w:val="00E33580"/>
    <w:rsid w:val="00E33634"/>
    <w:rsid w:val="00E3376E"/>
    <w:rsid w:val="00E34800"/>
    <w:rsid w:val="00E34BA2"/>
    <w:rsid w:val="00E34FB1"/>
    <w:rsid w:val="00E35029"/>
    <w:rsid w:val="00E35070"/>
    <w:rsid w:val="00E35648"/>
    <w:rsid w:val="00E356A8"/>
    <w:rsid w:val="00E356CF"/>
    <w:rsid w:val="00E36ABE"/>
    <w:rsid w:val="00E37457"/>
    <w:rsid w:val="00E37E05"/>
    <w:rsid w:val="00E37E08"/>
    <w:rsid w:val="00E40541"/>
    <w:rsid w:val="00E4079E"/>
    <w:rsid w:val="00E409C0"/>
    <w:rsid w:val="00E409E1"/>
    <w:rsid w:val="00E40A8A"/>
    <w:rsid w:val="00E40F2B"/>
    <w:rsid w:val="00E418AE"/>
    <w:rsid w:val="00E41BE3"/>
    <w:rsid w:val="00E41E92"/>
    <w:rsid w:val="00E42114"/>
    <w:rsid w:val="00E42165"/>
    <w:rsid w:val="00E426FF"/>
    <w:rsid w:val="00E42C27"/>
    <w:rsid w:val="00E42E6F"/>
    <w:rsid w:val="00E4390A"/>
    <w:rsid w:val="00E43A28"/>
    <w:rsid w:val="00E43B9E"/>
    <w:rsid w:val="00E43E90"/>
    <w:rsid w:val="00E4437A"/>
    <w:rsid w:val="00E4459F"/>
    <w:rsid w:val="00E44F72"/>
    <w:rsid w:val="00E45038"/>
    <w:rsid w:val="00E4515F"/>
    <w:rsid w:val="00E45796"/>
    <w:rsid w:val="00E45BD5"/>
    <w:rsid w:val="00E45FAE"/>
    <w:rsid w:val="00E46A17"/>
    <w:rsid w:val="00E46DB2"/>
    <w:rsid w:val="00E4750C"/>
    <w:rsid w:val="00E5056E"/>
    <w:rsid w:val="00E505A1"/>
    <w:rsid w:val="00E50BB9"/>
    <w:rsid w:val="00E5145D"/>
    <w:rsid w:val="00E515B3"/>
    <w:rsid w:val="00E51660"/>
    <w:rsid w:val="00E5184E"/>
    <w:rsid w:val="00E51C30"/>
    <w:rsid w:val="00E51E2A"/>
    <w:rsid w:val="00E52416"/>
    <w:rsid w:val="00E527E5"/>
    <w:rsid w:val="00E52889"/>
    <w:rsid w:val="00E52ECC"/>
    <w:rsid w:val="00E53693"/>
    <w:rsid w:val="00E53986"/>
    <w:rsid w:val="00E53EE1"/>
    <w:rsid w:val="00E53FA0"/>
    <w:rsid w:val="00E5409F"/>
    <w:rsid w:val="00E5461B"/>
    <w:rsid w:val="00E546F1"/>
    <w:rsid w:val="00E5499C"/>
    <w:rsid w:val="00E54AE0"/>
    <w:rsid w:val="00E54CCD"/>
    <w:rsid w:val="00E54E52"/>
    <w:rsid w:val="00E55867"/>
    <w:rsid w:val="00E55AD8"/>
    <w:rsid w:val="00E56173"/>
    <w:rsid w:val="00E564EC"/>
    <w:rsid w:val="00E57402"/>
    <w:rsid w:val="00E574B7"/>
    <w:rsid w:val="00E5760B"/>
    <w:rsid w:val="00E57931"/>
    <w:rsid w:val="00E57FB8"/>
    <w:rsid w:val="00E60065"/>
    <w:rsid w:val="00E601B2"/>
    <w:rsid w:val="00E60248"/>
    <w:rsid w:val="00E604DE"/>
    <w:rsid w:val="00E6063C"/>
    <w:rsid w:val="00E60AC1"/>
    <w:rsid w:val="00E60CC6"/>
    <w:rsid w:val="00E60D30"/>
    <w:rsid w:val="00E61202"/>
    <w:rsid w:val="00E61211"/>
    <w:rsid w:val="00E61DD8"/>
    <w:rsid w:val="00E620E1"/>
    <w:rsid w:val="00E62163"/>
    <w:rsid w:val="00E62250"/>
    <w:rsid w:val="00E6236C"/>
    <w:rsid w:val="00E626A1"/>
    <w:rsid w:val="00E62899"/>
    <w:rsid w:val="00E6293F"/>
    <w:rsid w:val="00E63FF3"/>
    <w:rsid w:val="00E64D81"/>
    <w:rsid w:val="00E65205"/>
    <w:rsid w:val="00E65654"/>
    <w:rsid w:val="00E65BFC"/>
    <w:rsid w:val="00E65C96"/>
    <w:rsid w:val="00E664C8"/>
    <w:rsid w:val="00E6651F"/>
    <w:rsid w:val="00E66550"/>
    <w:rsid w:val="00E66827"/>
    <w:rsid w:val="00E67276"/>
    <w:rsid w:val="00E67DED"/>
    <w:rsid w:val="00E67E37"/>
    <w:rsid w:val="00E67F13"/>
    <w:rsid w:val="00E704A9"/>
    <w:rsid w:val="00E7058F"/>
    <w:rsid w:val="00E70870"/>
    <w:rsid w:val="00E7092A"/>
    <w:rsid w:val="00E70AA9"/>
    <w:rsid w:val="00E70F7A"/>
    <w:rsid w:val="00E71806"/>
    <w:rsid w:val="00E71851"/>
    <w:rsid w:val="00E71B31"/>
    <w:rsid w:val="00E71ED5"/>
    <w:rsid w:val="00E72019"/>
    <w:rsid w:val="00E72135"/>
    <w:rsid w:val="00E72901"/>
    <w:rsid w:val="00E72DC7"/>
    <w:rsid w:val="00E736D8"/>
    <w:rsid w:val="00E74163"/>
    <w:rsid w:val="00E74179"/>
    <w:rsid w:val="00E74D7F"/>
    <w:rsid w:val="00E751E5"/>
    <w:rsid w:val="00E75637"/>
    <w:rsid w:val="00E7569F"/>
    <w:rsid w:val="00E762D0"/>
    <w:rsid w:val="00E7638D"/>
    <w:rsid w:val="00E764A8"/>
    <w:rsid w:val="00E768A6"/>
    <w:rsid w:val="00E76AA1"/>
    <w:rsid w:val="00E76EC8"/>
    <w:rsid w:val="00E77372"/>
    <w:rsid w:val="00E77C21"/>
    <w:rsid w:val="00E77C96"/>
    <w:rsid w:val="00E80229"/>
    <w:rsid w:val="00E8039D"/>
    <w:rsid w:val="00E804D5"/>
    <w:rsid w:val="00E80608"/>
    <w:rsid w:val="00E80C3B"/>
    <w:rsid w:val="00E80FD1"/>
    <w:rsid w:val="00E81353"/>
    <w:rsid w:val="00E81381"/>
    <w:rsid w:val="00E819CC"/>
    <w:rsid w:val="00E819D0"/>
    <w:rsid w:val="00E81DF1"/>
    <w:rsid w:val="00E82227"/>
    <w:rsid w:val="00E82F20"/>
    <w:rsid w:val="00E836E3"/>
    <w:rsid w:val="00E838F4"/>
    <w:rsid w:val="00E83929"/>
    <w:rsid w:val="00E83BF2"/>
    <w:rsid w:val="00E83C0D"/>
    <w:rsid w:val="00E83C53"/>
    <w:rsid w:val="00E83CAF"/>
    <w:rsid w:val="00E8415C"/>
    <w:rsid w:val="00E84461"/>
    <w:rsid w:val="00E847B7"/>
    <w:rsid w:val="00E84910"/>
    <w:rsid w:val="00E84B5C"/>
    <w:rsid w:val="00E853D3"/>
    <w:rsid w:val="00E8555C"/>
    <w:rsid w:val="00E859CE"/>
    <w:rsid w:val="00E85D79"/>
    <w:rsid w:val="00E85F3E"/>
    <w:rsid w:val="00E85FD8"/>
    <w:rsid w:val="00E86434"/>
    <w:rsid w:val="00E86B5E"/>
    <w:rsid w:val="00E86E3E"/>
    <w:rsid w:val="00E87117"/>
    <w:rsid w:val="00E8738A"/>
    <w:rsid w:val="00E87797"/>
    <w:rsid w:val="00E90C44"/>
    <w:rsid w:val="00E911DD"/>
    <w:rsid w:val="00E916AC"/>
    <w:rsid w:val="00E919AB"/>
    <w:rsid w:val="00E92190"/>
    <w:rsid w:val="00E92368"/>
    <w:rsid w:val="00E92448"/>
    <w:rsid w:val="00E9270F"/>
    <w:rsid w:val="00E92A27"/>
    <w:rsid w:val="00E92CD1"/>
    <w:rsid w:val="00E930DC"/>
    <w:rsid w:val="00E936CE"/>
    <w:rsid w:val="00E93B00"/>
    <w:rsid w:val="00E943CA"/>
    <w:rsid w:val="00E9491D"/>
    <w:rsid w:val="00E949BE"/>
    <w:rsid w:val="00E949EC"/>
    <w:rsid w:val="00E94DEB"/>
    <w:rsid w:val="00E94DF7"/>
    <w:rsid w:val="00E95082"/>
    <w:rsid w:val="00E9602C"/>
    <w:rsid w:val="00E960D2"/>
    <w:rsid w:val="00E96219"/>
    <w:rsid w:val="00E969F7"/>
    <w:rsid w:val="00E96C94"/>
    <w:rsid w:val="00E96DA3"/>
    <w:rsid w:val="00E9717B"/>
    <w:rsid w:val="00E97467"/>
    <w:rsid w:val="00EA0C4C"/>
    <w:rsid w:val="00EA1112"/>
    <w:rsid w:val="00EA142C"/>
    <w:rsid w:val="00EA1B52"/>
    <w:rsid w:val="00EA1E18"/>
    <w:rsid w:val="00EA297B"/>
    <w:rsid w:val="00EA2C26"/>
    <w:rsid w:val="00EA32BD"/>
    <w:rsid w:val="00EA3346"/>
    <w:rsid w:val="00EA34F8"/>
    <w:rsid w:val="00EA3510"/>
    <w:rsid w:val="00EA42F2"/>
    <w:rsid w:val="00EA46F0"/>
    <w:rsid w:val="00EA4A90"/>
    <w:rsid w:val="00EA4BB7"/>
    <w:rsid w:val="00EA5072"/>
    <w:rsid w:val="00EA557B"/>
    <w:rsid w:val="00EA5745"/>
    <w:rsid w:val="00EA5A06"/>
    <w:rsid w:val="00EA6783"/>
    <w:rsid w:val="00EA6E4C"/>
    <w:rsid w:val="00EA744A"/>
    <w:rsid w:val="00EA7705"/>
    <w:rsid w:val="00EA77B6"/>
    <w:rsid w:val="00EA7CF6"/>
    <w:rsid w:val="00EA7D20"/>
    <w:rsid w:val="00EA7F5F"/>
    <w:rsid w:val="00EB01C2"/>
    <w:rsid w:val="00EB09D0"/>
    <w:rsid w:val="00EB0CAD"/>
    <w:rsid w:val="00EB0FC7"/>
    <w:rsid w:val="00EB1518"/>
    <w:rsid w:val="00EB160B"/>
    <w:rsid w:val="00EB2477"/>
    <w:rsid w:val="00EB2AB1"/>
    <w:rsid w:val="00EB2D2A"/>
    <w:rsid w:val="00EB30F6"/>
    <w:rsid w:val="00EB3159"/>
    <w:rsid w:val="00EB349E"/>
    <w:rsid w:val="00EB36B6"/>
    <w:rsid w:val="00EB36C7"/>
    <w:rsid w:val="00EB3CB2"/>
    <w:rsid w:val="00EB49E6"/>
    <w:rsid w:val="00EB4B34"/>
    <w:rsid w:val="00EB4C68"/>
    <w:rsid w:val="00EB55DF"/>
    <w:rsid w:val="00EB59EC"/>
    <w:rsid w:val="00EB5A9D"/>
    <w:rsid w:val="00EB5FB3"/>
    <w:rsid w:val="00EB60D9"/>
    <w:rsid w:val="00EB63D2"/>
    <w:rsid w:val="00EB6DFB"/>
    <w:rsid w:val="00EB7213"/>
    <w:rsid w:val="00EC0303"/>
    <w:rsid w:val="00EC0DF5"/>
    <w:rsid w:val="00EC0FA4"/>
    <w:rsid w:val="00EC12FB"/>
    <w:rsid w:val="00EC153B"/>
    <w:rsid w:val="00EC1D37"/>
    <w:rsid w:val="00EC226F"/>
    <w:rsid w:val="00EC2501"/>
    <w:rsid w:val="00EC29CA"/>
    <w:rsid w:val="00EC2A04"/>
    <w:rsid w:val="00EC2B6C"/>
    <w:rsid w:val="00EC2C96"/>
    <w:rsid w:val="00EC3235"/>
    <w:rsid w:val="00EC344A"/>
    <w:rsid w:val="00EC38AA"/>
    <w:rsid w:val="00EC3FBE"/>
    <w:rsid w:val="00EC412E"/>
    <w:rsid w:val="00EC4281"/>
    <w:rsid w:val="00EC45B7"/>
    <w:rsid w:val="00EC492E"/>
    <w:rsid w:val="00EC4CDC"/>
    <w:rsid w:val="00EC526E"/>
    <w:rsid w:val="00EC5856"/>
    <w:rsid w:val="00EC5DA4"/>
    <w:rsid w:val="00EC6032"/>
    <w:rsid w:val="00EC62F8"/>
    <w:rsid w:val="00EC6E90"/>
    <w:rsid w:val="00EC7191"/>
    <w:rsid w:val="00EC733D"/>
    <w:rsid w:val="00EC765C"/>
    <w:rsid w:val="00EC7847"/>
    <w:rsid w:val="00EC7E73"/>
    <w:rsid w:val="00EC7FFC"/>
    <w:rsid w:val="00ED0012"/>
    <w:rsid w:val="00ED0094"/>
    <w:rsid w:val="00ED057F"/>
    <w:rsid w:val="00ED06F9"/>
    <w:rsid w:val="00ED07DC"/>
    <w:rsid w:val="00ED0F8E"/>
    <w:rsid w:val="00ED1182"/>
    <w:rsid w:val="00ED1F01"/>
    <w:rsid w:val="00ED2275"/>
    <w:rsid w:val="00ED2AEE"/>
    <w:rsid w:val="00ED3594"/>
    <w:rsid w:val="00ED3647"/>
    <w:rsid w:val="00ED39C8"/>
    <w:rsid w:val="00ED3ACC"/>
    <w:rsid w:val="00ED3BC2"/>
    <w:rsid w:val="00ED3C1D"/>
    <w:rsid w:val="00ED3C77"/>
    <w:rsid w:val="00ED3DF4"/>
    <w:rsid w:val="00ED3E8B"/>
    <w:rsid w:val="00ED4B11"/>
    <w:rsid w:val="00ED4EC8"/>
    <w:rsid w:val="00ED5695"/>
    <w:rsid w:val="00ED5A5C"/>
    <w:rsid w:val="00ED6146"/>
    <w:rsid w:val="00ED675E"/>
    <w:rsid w:val="00ED6EB2"/>
    <w:rsid w:val="00ED6ED6"/>
    <w:rsid w:val="00ED7479"/>
    <w:rsid w:val="00ED797A"/>
    <w:rsid w:val="00EE1AD2"/>
    <w:rsid w:val="00EE1BD8"/>
    <w:rsid w:val="00EE1E06"/>
    <w:rsid w:val="00EE1F6F"/>
    <w:rsid w:val="00EE22F5"/>
    <w:rsid w:val="00EE235B"/>
    <w:rsid w:val="00EE2367"/>
    <w:rsid w:val="00EE23BB"/>
    <w:rsid w:val="00EE258A"/>
    <w:rsid w:val="00EE2697"/>
    <w:rsid w:val="00EE293A"/>
    <w:rsid w:val="00EE2C92"/>
    <w:rsid w:val="00EE31C8"/>
    <w:rsid w:val="00EE3537"/>
    <w:rsid w:val="00EE3703"/>
    <w:rsid w:val="00EE3C43"/>
    <w:rsid w:val="00EE3EC9"/>
    <w:rsid w:val="00EE40C5"/>
    <w:rsid w:val="00EE47CE"/>
    <w:rsid w:val="00EE4C20"/>
    <w:rsid w:val="00EE553D"/>
    <w:rsid w:val="00EE5BD2"/>
    <w:rsid w:val="00EE5F35"/>
    <w:rsid w:val="00EE652E"/>
    <w:rsid w:val="00EE69C7"/>
    <w:rsid w:val="00EE6F3E"/>
    <w:rsid w:val="00EE742B"/>
    <w:rsid w:val="00EE7510"/>
    <w:rsid w:val="00EE7524"/>
    <w:rsid w:val="00EE75D3"/>
    <w:rsid w:val="00EF01A2"/>
    <w:rsid w:val="00EF07EA"/>
    <w:rsid w:val="00EF1B04"/>
    <w:rsid w:val="00EF1F78"/>
    <w:rsid w:val="00EF2221"/>
    <w:rsid w:val="00EF2714"/>
    <w:rsid w:val="00EF2E77"/>
    <w:rsid w:val="00EF2EFF"/>
    <w:rsid w:val="00EF3109"/>
    <w:rsid w:val="00EF322D"/>
    <w:rsid w:val="00EF36F9"/>
    <w:rsid w:val="00EF3792"/>
    <w:rsid w:val="00EF3875"/>
    <w:rsid w:val="00EF39E9"/>
    <w:rsid w:val="00EF40B1"/>
    <w:rsid w:val="00EF416F"/>
    <w:rsid w:val="00EF466D"/>
    <w:rsid w:val="00EF48CF"/>
    <w:rsid w:val="00EF4A69"/>
    <w:rsid w:val="00EF4E88"/>
    <w:rsid w:val="00EF4FC1"/>
    <w:rsid w:val="00EF50A3"/>
    <w:rsid w:val="00EF51DD"/>
    <w:rsid w:val="00EF53F2"/>
    <w:rsid w:val="00EF5885"/>
    <w:rsid w:val="00EF58AA"/>
    <w:rsid w:val="00EF5B06"/>
    <w:rsid w:val="00EF5E71"/>
    <w:rsid w:val="00EF6861"/>
    <w:rsid w:val="00EF6938"/>
    <w:rsid w:val="00EF69B5"/>
    <w:rsid w:val="00EF6E35"/>
    <w:rsid w:val="00EF6F42"/>
    <w:rsid w:val="00EF735C"/>
    <w:rsid w:val="00EF7504"/>
    <w:rsid w:val="00EF77CE"/>
    <w:rsid w:val="00EF7D16"/>
    <w:rsid w:val="00EF7D63"/>
    <w:rsid w:val="00EF7E34"/>
    <w:rsid w:val="00F00087"/>
    <w:rsid w:val="00F00236"/>
    <w:rsid w:val="00F003CA"/>
    <w:rsid w:val="00F00526"/>
    <w:rsid w:val="00F0073C"/>
    <w:rsid w:val="00F00BC0"/>
    <w:rsid w:val="00F01F6B"/>
    <w:rsid w:val="00F02017"/>
    <w:rsid w:val="00F020AF"/>
    <w:rsid w:val="00F0233B"/>
    <w:rsid w:val="00F0245D"/>
    <w:rsid w:val="00F02C5A"/>
    <w:rsid w:val="00F03063"/>
    <w:rsid w:val="00F03162"/>
    <w:rsid w:val="00F0336C"/>
    <w:rsid w:val="00F0422E"/>
    <w:rsid w:val="00F042A9"/>
    <w:rsid w:val="00F0455E"/>
    <w:rsid w:val="00F04DE7"/>
    <w:rsid w:val="00F04FAC"/>
    <w:rsid w:val="00F05A35"/>
    <w:rsid w:val="00F05A81"/>
    <w:rsid w:val="00F05E5D"/>
    <w:rsid w:val="00F06600"/>
    <w:rsid w:val="00F067C7"/>
    <w:rsid w:val="00F06A90"/>
    <w:rsid w:val="00F06B27"/>
    <w:rsid w:val="00F07422"/>
    <w:rsid w:val="00F07470"/>
    <w:rsid w:val="00F0760E"/>
    <w:rsid w:val="00F07C4B"/>
    <w:rsid w:val="00F07CF2"/>
    <w:rsid w:val="00F103AD"/>
    <w:rsid w:val="00F10774"/>
    <w:rsid w:val="00F107F8"/>
    <w:rsid w:val="00F10856"/>
    <w:rsid w:val="00F10C80"/>
    <w:rsid w:val="00F10E89"/>
    <w:rsid w:val="00F116C1"/>
    <w:rsid w:val="00F11BA9"/>
    <w:rsid w:val="00F11BF4"/>
    <w:rsid w:val="00F11F65"/>
    <w:rsid w:val="00F1201E"/>
    <w:rsid w:val="00F121F6"/>
    <w:rsid w:val="00F12D81"/>
    <w:rsid w:val="00F12E4E"/>
    <w:rsid w:val="00F12E94"/>
    <w:rsid w:val="00F12FA5"/>
    <w:rsid w:val="00F139A5"/>
    <w:rsid w:val="00F13E03"/>
    <w:rsid w:val="00F13E85"/>
    <w:rsid w:val="00F14563"/>
    <w:rsid w:val="00F14F74"/>
    <w:rsid w:val="00F14FA2"/>
    <w:rsid w:val="00F15275"/>
    <w:rsid w:val="00F15451"/>
    <w:rsid w:val="00F155DF"/>
    <w:rsid w:val="00F15B09"/>
    <w:rsid w:val="00F15D49"/>
    <w:rsid w:val="00F15F24"/>
    <w:rsid w:val="00F15F6F"/>
    <w:rsid w:val="00F16969"/>
    <w:rsid w:val="00F1740A"/>
    <w:rsid w:val="00F17873"/>
    <w:rsid w:val="00F2000C"/>
    <w:rsid w:val="00F206F9"/>
    <w:rsid w:val="00F207D4"/>
    <w:rsid w:val="00F20B0B"/>
    <w:rsid w:val="00F20FDF"/>
    <w:rsid w:val="00F21054"/>
    <w:rsid w:val="00F2179A"/>
    <w:rsid w:val="00F2197A"/>
    <w:rsid w:val="00F21DB1"/>
    <w:rsid w:val="00F21E89"/>
    <w:rsid w:val="00F228DE"/>
    <w:rsid w:val="00F2318F"/>
    <w:rsid w:val="00F231D3"/>
    <w:rsid w:val="00F2327A"/>
    <w:rsid w:val="00F239CD"/>
    <w:rsid w:val="00F23C2D"/>
    <w:rsid w:val="00F24239"/>
    <w:rsid w:val="00F24D3E"/>
    <w:rsid w:val="00F24EAF"/>
    <w:rsid w:val="00F25085"/>
    <w:rsid w:val="00F256FF"/>
    <w:rsid w:val="00F25A81"/>
    <w:rsid w:val="00F2662B"/>
    <w:rsid w:val="00F26A48"/>
    <w:rsid w:val="00F27072"/>
    <w:rsid w:val="00F273CA"/>
    <w:rsid w:val="00F276FB"/>
    <w:rsid w:val="00F2798C"/>
    <w:rsid w:val="00F312CE"/>
    <w:rsid w:val="00F32038"/>
    <w:rsid w:val="00F32170"/>
    <w:rsid w:val="00F3229E"/>
    <w:rsid w:val="00F325C1"/>
    <w:rsid w:val="00F32632"/>
    <w:rsid w:val="00F32868"/>
    <w:rsid w:val="00F32E47"/>
    <w:rsid w:val="00F32ED8"/>
    <w:rsid w:val="00F33421"/>
    <w:rsid w:val="00F33915"/>
    <w:rsid w:val="00F33C12"/>
    <w:rsid w:val="00F33DBB"/>
    <w:rsid w:val="00F352A6"/>
    <w:rsid w:val="00F358FC"/>
    <w:rsid w:val="00F35FEF"/>
    <w:rsid w:val="00F36842"/>
    <w:rsid w:val="00F36872"/>
    <w:rsid w:val="00F36926"/>
    <w:rsid w:val="00F36A96"/>
    <w:rsid w:val="00F370A1"/>
    <w:rsid w:val="00F370DE"/>
    <w:rsid w:val="00F378CA"/>
    <w:rsid w:val="00F37904"/>
    <w:rsid w:val="00F37D61"/>
    <w:rsid w:val="00F40211"/>
    <w:rsid w:val="00F404A1"/>
    <w:rsid w:val="00F40AEE"/>
    <w:rsid w:val="00F41907"/>
    <w:rsid w:val="00F430EB"/>
    <w:rsid w:val="00F4323B"/>
    <w:rsid w:val="00F43669"/>
    <w:rsid w:val="00F43714"/>
    <w:rsid w:val="00F43B97"/>
    <w:rsid w:val="00F43EB3"/>
    <w:rsid w:val="00F44077"/>
    <w:rsid w:val="00F440D9"/>
    <w:rsid w:val="00F449C6"/>
    <w:rsid w:val="00F45013"/>
    <w:rsid w:val="00F450D2"/>
    <w:rsid w:val="00F454EF"/>
    <w:rsid w:val="00F456C3"/>
    <w:rsid w:val="00F45B53"/>
    <w:rsid w:val="00F45D11"/>
    <w:rsid w:val="00F45E3D"/>
    <w:rsid w:val="00F4647B"/>
    <w:rsid w:val="00F465B5"/>
    <w:rsid w:val="00F46896"/>
    <w:rsid w:val="00F468A9"/>
    <w:rsid w:val="00F46C5B"/>
    <w:rsid w:val="00F472E7"/>
    <w:rsid w:val="00F478B9"/>
    <w:rsid w:val="00F47A01"/>
    <w:rsid w:val="00F47C39"/>
    <w:rsid w:val="00F47D7D"/>
    <w:rsid w:val="00F50407"/>
    <w:rsid w:val="00F50729"/>
    <w:rsid w:val="00F507BE"/>
    <w:rsid w:val="00F50847"/>
    <w:rsid w:val="00F50B62"/>
    <w:rsid w:val="00F51286"/>
    <w:rsid w:val="00F512FD"/>
    <w:rsid w:val="00F5145F"/>
    <w:rsid w:val="00F5178C"/>
    <w:rsid w:val="00F51868"/>
    <w:rsid w:val="00F51A50"/>
    <w:rsid w:val="00F51AD7"/>
    <w:rsid w:val="00F52464"/>
    <w:rsid w:val="00F52BC4"/>
    <w:rsid w:val="00F5316C"/>
    <w:rsid w:val="00F53230"/>
    <w:rsid w:val="00F5376B"/>
    <w:rsid w:val="00F5399A"/>
    <w:rsid w:val="00F53AA7"/>
    <w:rsid w:val="00F53BF3"/>
    <w:rsid w:val="00F53C4B"/>
    <w:rsid w:val="00F53C83"/>
    <w:rsid w:val="00F54A9D"/>
    <w:rsid w:val="00F54B85"/>
    <w:rsid w:val="00F55A0C"/>
    <w:rsid w:val="00F55F1F"/>
    <w:rsid w:val="00F5644A"/>
    <w:rsid w:val="00F56869"/>
    <w:rsid w:val="00F569CA"/>
    <w:rsid w:val="00F56AC9"/>
    <w:rsid w:val="00F56D71"/>
    <w:rsid w:val="00F57405"/>
    <w:rsid w:val="00F57487"/>
    <w:rsid w:val="00F57627"/>
    <w:rsid w:val="00F600C6"/>
    <w:rsid w:val="00F6061F"/>
    <w:rsid w:val="00F60634"/>
    <w:rsid w:val="00F609DA"/>
    <w:rsid w:val="00F60A51"/>
    <w:rsid w:val="00F610BD"/>
    <w:rsid w:val="00F61BE5"/>
    <w:rsid w:val="00F623BE"/>
    <w:rsid w:val="00F6242C"/>
    <w:rsid w:val="00F625FD"/>
    <w:rsid w:val="00F63E2A"/>
    <w:rsid w:val="00F6475A"/>
    <w:rsid w:val="00F64CD9"/>
    <w:rsid w:val="00F656A2"/>
    <w:rsid w:val="00F65DC4"/>
    <w:rsid w:val="00F65F91"/>
    <w:rsid w:val="00F6606A"/>
    <w:rsid w:val="00F667F0"/>
    <w:rsid w:val="00F66C8B"/>
    <w:rsid w:val="00F66F5D"/>
    <w:rsid w:val="00F670CD"/>
    <w:rsid w:val="00F67133"/>
    <w:rsid w:val="00F679D8"/>
    <w:rsid w:val="00F67B73"/>
    <w:rsid w:val="00F702DB"/>
    <w:rsid w:val="00F70A75"/>
    <w:rsid w:val="00F70C98"/>
    <w:rsid w:val="00F713A1"/>
    <w:rsid w:val="00F71596"/>
    <w:rsid w:val="00F7167A"/>
    <w:rsid w:val="00F72989"/>
    <w:rsid w:val="00F72C96"/>
    <w:rsid w:val="00F73509"/>
    <w:rsid w:val="00F73B99"/>
    <w:rsid w:val="00F742EF"/>
    <w:rsid w:val="00F7487B"/>
    <w:rsid w:val="00F7490A"/>
    <w:rsid w:val="00F7493A"/>
    <w:rsid w:val="00F753DC"/>
    <w:rsid w:val="00F755BC"/>
    <w:rsid w:val="00F75695"/>
    <w:rsid w:val="00F756C1"/>
    <w:rsid w:val="00F7583A"/>
    <w:rsid w:val="00F75A08"/>
    <w:rsid w:val="00F75CD1"/>
    <w:rsid w:val="00F763EE"/>
    <w:rsid w:val="00F766A9"/>
    <w:rsid w:val="00F76DB2"/>
    <w:rsid w:val="00F77D5D"/>
    <w:rsid w:val="00F77DD5"/>
    <w:rsid w:val="00F77F36"/>
    <w:rsid w:val="00F80170"/>
    <w:rsid w:val="00F8045D"/>
    <w:rsid w:val="00F81225"/>
    <w:rsid w:val="00F8145B"/>
    <w:rsid w:val="00F815B9"/>
    <w:rsid w:val="00F81D70"/>
    <w:rsid w:val="00F8220D"/>
    <w:rsid w:val="00F82359"/>
    <w:rsid w:val="00F823D3"/>
    <w:rsid w:val="00F8282A"/>
    <w:rsid w:val="00F82846"/>
    <w:rsid w:val="00F82A3D"/>
    <w:rsid w:val="00F83278"/>
    <w:rsid w:val="00F833FA"/>
    <w:rsid w:val="00F83C3E"/>
    <w:rsid w:val="00F83C71"/>
    <w:rsid w:val="00F83EB4"/>
    <w:rsid w:val="00F8471D"/>
    <w:rsid w:val="00F847DD"/>
    <w:rsid w:val="00F84885"/>
    <w:rsid w:val="00F84937"/>
    <w:rsid w:val="00F849B9"/>
    <w:rsid w:val="00F849EC"/>
    <w:rsid w:val="00F84A36"/>
    <w:rsid w:val="00F853AE"/>
    <w:rsid w:val="00F8581E"/>
    <w:rsid w:val="00F85A0C"/>
    <w:rsid w:val="00F85AA2"/>
    <w:rsid w:val="00F85B8D"/>
    <w:rsid w:val="00F85E16"/>
    <w:rsid w:val="00F86186"/>
    <w:rsid w:val="00F866DB"/>
    <w:rsid w:val="00F872C2"/>
    <w:rsid w:val="00F874A8"/>
    <w:rsid w:val="00F876C2"/>
    <w:rsid w:val="00F878AE"/>
    <w:rsid w:val="00F8792E"/>
    <w:rsid w:val="00F90520"/>
    <w:rsid w:val="00F90A66"/>
    <w:rsid w:val="00F90A9D"/>
    <w:rsid w:val="00F9147A"/>
    <w:rsid w:val="00F91527"/>
    <w:rsid w:val="00F9187C"/>
    <w:rsid w:val="00F91C27"/>
    <w:rsid w:val="00F91D41"/>
    <w:rsid w:val="00F92092"/>
    <w:rsid w:val="00F9272A"/>
    <w:rsid w:val="00F92A72"/>
    <w:rsid w:val="00F92EBB"/>
    <w:rsid w:val="00F92ED8"/>
    <w:rsid w:val="00F930E9"/>
    <w:rsid w:val="00F932E7"/>
    <w:rsid w:val="00F93BF8"/>
    <w:rsid w:val="00F93EA0"/>
    <w:rsid w:val="00F94197"/>
    <w:rsid w:val="00F95116"/>
    <w:rsid w:val="00F957DE"/>
    <w:rsid w:val="00F9598F"/>
    <w:rsid w:val="00F96398"/>
    <w:rsid w:val="00F96554"/>
    <w:rsid w:val="00F96A72"/>
    <w:rsid w:val="00F96B40"/>
    <w:rsid w:val="00F96BC0"/>
    <w:rsid w:val="00F96E32"/>
    <w:rsid w:val="00F96F42"/>
    <w:rsid w:val="00F971B9"/>
    <w:rsid w:val="00F9760C"/>
    <w:rsid w:val="00F97DD8"/>
    <w:rsid w:val="00FA006E"/>
    <w:rsid w:val="00FA023C"/>
    <w:rsid w:val="00FA0420"/>
    <w:rsid w:val="00FA0547"/>
    <w:rsid w:val="00FA066F"/>
    <w:rsid w:val="00FA06F8"/>
    <w:rsid w:val="00FA0A32"/>
    <w:rsid w:val="00FA0BA2"/>
    <w:rsid w:val="00FA0D34"/>
    <w:rsid w:val="00FA0EBD"/>
    <w:rsid w:val="00FA1552"/>
    <w:rsid w:val="00FA1AC9"/>
    <w:rsid w:val="00FA210F"/>
    <w:rsid w:val="00FA2377"/>
    <w:rsid w:val="00FA241B"/>
    <w:rsid w:val="00FA25A3"/>
    <w:rsid w:val="00FA2B1D"/>
    <w:rsid w:val="00FA2D39"/>
    <w:rsid w:val="00FA2F16"/>
    <w:rsid w:val="00FA35C3"/>
    <w:rsid w:val="00FA387B"/>
    <w:rsid w:val="00FA416A"/>
    <w:rsid w:val="00FA4439"/>
    <w:rsid w:val="00FA46C8"/>
    <w:rsid w:val="00FA47D8"/>
    <w:rsid w:val="00FA487B"/>
    <w:rsid w:val="00FA4C63"/>
    <w:rsid w:val="00FA4E25"/>
    <w:rsid w:val="00FA50F6"/>
    <w:rsid w:val="00FA51F3"/>
    <w:rsid w:val="00FA5981"/>
    <w:rsid w:val="00FA5B4B"/>
    <w:rsid w:val="00FA5D75"/>
    <w:rsid w:val="00FA5DC1"/>
    <w:rsid w:val="00FA76DA"/>
    <w:rsid w:val="00FA7747"/>
    <w:rsid w:val="00FA785E"/>
    <w:rsid w:val="00FA7B7C"/>
    <w:rsid w:val="00FA7CAE"/>
    <w:rsid w:val="00FB029E"/>
    <w:rsid w:val="00FB0309"/>
    <w:rsid w:val="00FB0322"/>
    <w:rsid w:val="00FB04BA"/>
    <w:rsid w:val="00FB0512"/>
    <w:rsid w:val="00FB06F6"/>
    <w:rsid w:val="00FB0AE2"/>
    <w:rsid w:val="00FB1860"/>
    <w:rsid w:val="00FB1FC8"/>
    <w:rsid w:val="00FB26DC"/>
    <w:rsid w:val="00FB27DF"/>
    <w:rsid w:val="00FB2944"/>
    <w:rsid w:val="00FB2A04"/>
    <w:rsid w:val="00FB2EAE"/>
    <w:rsid w:val="00FB3238"/>
    <w:rsid w:val="00FB3AE3"/>
    <w:rsid w:val="00FB3D33"/>
    <w:rsid w:val="00FB416A"/>
    <w:rsid w:val="00FB42B7"/>
    <w:rsid w:val="00FB5020"/>
    <w:rsid w:val="00FB5252"/>
    <w:rsid w:val="00FB59A8"/>
    <w:rsid w:val="00FB5A28"/>
    <w:rsid w:val="00FB5D89"/>
    <w:rsid w:val="00FB5F83"/>
    <w:rsid w:val="00FB699B"/>
    <w:rsid w:val="00FB6F33"/>
    <w:rsid w:val="00FB7013"/>
    <w:rsid w:val="00FB72D3"/>
    <w:rsid w:val="00FB7BBF"/>
    <w:rsid w:val="00FB7D1A"/>
    <w:rsid w:val="00FB7EC1"/>
    <w:rsid w:val="00FC0078"/>
    <w:rsid w:val="00FC02E3"/>
    <w:rsid w:val="00FC02FE"/>
    <w:rsid w:val="00FC0741"/>
    <w:rsid w:val="00FC1131"/>
    <w:rsid w:val="00FC1775"/>
    <w:rsid w:val="00FC1B89"/>
    <w:rsid w:val="00FC1C0E"/>
    <w:rsid w:val="00FC1C44"/>
    <w:rsid w:val="00FC256D"/>
    <w:rsid w:val="00FC2B76"/>
    <w:rsid w:val="00FC3083"/>
    <w:rsid w:val="00FC314A"/>
    <w:rsid w:val="00FC3227"/>
    <w:rsid w:val="00FC34BD"/>
    <w:rsid w:val="00FC3CA0"/>
    <w:rsid w:val="00FC4169"/>
    <w:rsid w:val="00FC449E"/>
    <w:rsid w:val="00FC454D"/>
    <w:rsid w:val="00FC4A98"/>
    <w:rsid w:val="00FC5182"/>
    <w:rsid w:val="00FC598E"/>
    <w:rsid w:val="00FC5A83"/>
    <w:rsid w:val="00FC5C9E"/>
    <w:rsid w:val="00FC6126"/>
    <w:rsid w:val="00FC626E"/>
    <w:rsid w:val="00FC6661"/>
    <w:rsid w:val="00FC6DD9"/>
    <w:rsid w:val="00FC731F"/>
    <w:rsid w:val="00FC74E0"/>
    <w:rsid w:val="00FC771A"/>
    <w:rsid w:val="00FC7A9E"/>
    <w:rsid w:val="00FC7BEC"/>
    <w:rsid w:val="00FD02C9"/>
    <w:rsid w:val="00FD0300"/>
    <w:rsid w:val="00FD086A"/>
    <w:rsid w:val="00FD0DDD"/>
    <w:rsid w:val="00FD0F3A"/>
    <w:rsid w:val="00FD128F"/>
    <w:rsid w:val="00FD131D"/>
    <w:rsid w:val="00FD2344"/>
    <w:rsid w:val="00FD243D"/>
    <w:rsid w:val="00FD2CD0"/>
    <w:rsid w:val="00FD2D13"/>
    <w:rsid w:val="00FD3AAE"/>
    <w:rsid w:val="00FD4A56"/>
    <w:rsid w:val="00FD4C1F"/>
    <w:rsid w:val="00FD5071"/>
    <w:rsid w:val="00FD53B3"/>
    <w:rsid w:val="00FD562C"/>
    <w:rsid w:val="00FD5986"/>
    <w:rsid w:val="00FD5DD2"/>
    <w:rsid w:val="00FD6102"/>
    <w:rsid w:val="00FD62EE"/>
    <w:rsid w:val="00FD62F3"/>
    <w:rsid w:val="00FD65F6"/>
    <w:rsid w:val="00FD7248"/>
    <w:rsid w:val="00FD74EB"/>
    <w:rsid w:val="00FD7C61"/>
    <w:rsid w:val="00FD7EE3"/>
    <w:rsid w:val="00FE051F"/>
    <w:rsid w:val="00FE0EB5"/>
    <w:rsid w:val="00FE10DB"/>
    <w:rsid w:val="00FE1240"/>
    <w:rsid w:val="00FE18E1"/>
    <w:rsid w:val="00FE19FF"/>
    <w:rsid w:val="00FE282D"/>
    <w:rsid w:val="00FE28EF"/>
    <w:rsid w:val="00FE311D"/>
    <w:rsid w:val="00FE34C3"/>
    <w:rsid w:val="00FE3512"/>
    <w:rsid w:val="00FE37B3"/>
    <w:rsid w:val="00FE3958"/>
    <w:rsid w:val="00FE3AAC"/>
    <w:rsid w:val="00FE4A89"/>
    <w:rsid w:val="00FE4EF9"/>
    <w:rsid w:val="00FE4F74"/>
    <w:rsid w:val="00FE52EA"/>
    <w:rsid w:val="00FE68A9"/>
    <w:rsid w:val="00FE6AF3"/>
    <w:rsid w:val="00FE7009"/>
    <w:rsid w:val="00FE740E"/>
    <w:rsid w:val="00FE7B3F"/>
    <w:rsid w:val="00FE7C71"/>
    <w:rsid w:val="00FF0257"/>
    <w:rsid w:val="00FF07AF"/>
    <w:rsid w:val="00FF09E9"/>
    <w:rsid w:val="00FF0EEC"/>
    <w:rsid w:val="00FF1A6E"/>
    <w:rsid w:val="00FF1A8C"/>
    <w:rsid w:val="00FF1CBF"/>
    <w:rsid w:val="00FF21CB"/>
    <w:rsid w:val="00FF26A5"/>
    <w:rsid w:val="00FF275F"/>
    <w:rsid w:val="00FF29E5"/>
    <w:rsid w:val="00FF2A0B"/>
    <w:rsid w:val="00FF3061"/>
    <w:rsid w:val="00FF33C6"/>
    <w:rsid w:val="00FF37D2"/>
    <w:rsid w:val="00FF3897"/>
    <w:rsid w:val="00FF3AE1"/>
    <w:rsid w:val="00FF3BCE"/>
    <w:rsid w:val="00FF3CC0"/>
    <w:rsid w:val="00FF4010"/>
    <w:rsid w:val="00FF40CC"/>
    <w:rsid w:val="00FF42FD"/>
    <w:rsid w:val="00FF43DD"/>
    <w:rsid w:val="00FF445B"/>
    <w:rsid w:val="00FF4972"/>
    <w:rsid w:val="00FF4F0A"/>
    <w:rsid w:val="00FF53AD"/>
    <w:rsid w:val="00FF54F3"/>
    <w:rsid w:val="00FF599F"/>
    <w:rsid w:val="00FF5E72"/>
    <w:rsid w:val="00FF6411"/>
    <w:rsid w:val="00FF6560"/>
    <w:rsid w:val="00FF6BAD"/>
    <w:rsid w:val="00FF6BD9"/>
    <w:rsid w:val="00FF6D94"/>
    <w:rsid w:val="00FF73D4"/>
    <w:rsid w:val="00FF77DC"/>
    <w:rsid w:val="00FF79B1"/>
    <w:rsid w:val="00FF7BA6"/>
    <w:rsid w:val="00FF7CBB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499A9B6"/>
  <w15:docId w15:val="{D385E2F4-5D94-45C7-9DD4-7C0191AF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3C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71520C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71520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71520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1520C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locked/>
    <w:rsid w:val="0071520C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71520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ody Char Char"/>
    <w:locked/>
    <w:rsid w:val="0071520C"/>
    <w:rPr>
      <w:rFonts w:ascii="Arial" w:hAnsi="Arial"/>
      <w:sz w:val="18"/>
      <w:lang w:val="en-US" w:eastAsia="en-US"/>
    </w:rPr>
  </w:style>
  <w:style w:type="character" w:customStyle="1" w:styleId="Heading4Char">
    <w:name w:val="Heading 4 Char"/>
    <w:link w:val="Heading4"/>
    <w:locked/>
    <w:rsid w:val="002A2D2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ink w:val="Heading6"/>
    <w:locked/>
    <w:rsid w:val="002A2D24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ink w:val="Heading7"/>
    <w:locked/>
    <w:rsid w:val="002A2D24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locked/>
    <w:rsid w:val="002A2D24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ink w:val="Heading9"/>
    <w:locked/>
    <w:rsid w:val="002A2D24"/>
    <w:rPr>
      <w:rFonts w:cs="EucrosiaUPC"/>
      <w:b/>
      <w:bCs/>
      <w:sz w:val="30"/>
      <w:szCs w:val="30"/>
      <w:lang w:bidi="th-TH"/>
    </w:rPr>
  </w:style>
  <w:style w:type="paragraph" w:styleId="BodyText">
    <w:name w:val="Body Text"/>
    <w:aliases w:val="bt,body text,Body"/>
    <w:basedOn w:val="Normal"/>
    <w:link w:val="BodyTextChar1"/>
    <w:rsid w:val="0071520C"/>
    <w:pPr>
      <w:spacing w:after="120"/>
    </w:p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2A2D24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713C5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13C50"/>
    <w:rPr>
      <w:rFonts w:ascii="Arial" w:hAnsi="Arial" w:cs="Times New Roman"/>
      <w:sz w:val="18"/>
      <w:szCs w:val="18"/>
      <w:lang w:val="en-US" w:eastAsia="en-US"/>
    </w:rPr>
  </w:style>
  <w:style w:type="character" w:customStyle="1" w:styleId="AAAddress">
    <w:name w:val="AA Address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71520C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71520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A2D24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71520C"/>
    <w:rPr>
      <w:b/>
      <w:bCs/>
    </w:rPr>
  </w:style>
  <w:style w:type="paragraph" w:styleId="ListBullet">
    <w:name w:val="List Bullet"/>
    <w:basedOn w:val="Normal"/>
    <w:rsid w:val="0071520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71520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71520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71520C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71520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71520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71520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71520C"/>
    <w:pPr>
      <w:ind w:left="284"/>
    </w:pPr>
  </w:style>
  <w:style w:type="paragraph" w:customStyle="1" w:styleId="AAFrameAddress">
    <w:name w:val="AA Frame Address"/>
    <w:basedOn w:val="Heading1"/>
    <w:uiPriority w:val="99"/>
    <w:rsid w:val="0071520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71520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71520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71520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71520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71520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71520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71520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71520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71520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71520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71520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71520C"/>
    <w:pPr>
      <w:ind w:left="2552" w:hanging="284"/>
    </w:pPr>
  </w:style>
  <w:style w:type="paragraph" w:styleId="TOC2">
    <w:name w:val="toc 2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71520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71520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71520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71520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71520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71520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71520C"/>
    <w:pPr>
      <w:ind w:left="567" w:hanging="567"/>
    </w:pPr>
  </w:style>
  <w:style w:type="paragraph" w:styleId="ListBullet5">
    <w:name w:val="List Bullet 5"/>
    <w:basedOn w:val="Normal"/>
    <w:uiPriority w:val="99"/>
    <w:rsid w:val="0071520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71520C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locked/>
    <w:rsid w:val="002A2D2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71520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locked/>
    <w:rsid w:val="002A2D24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520C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2A2D24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71520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71520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71520C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71520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39"/>
    <w:rsid w:val="0076488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Angsana New"/>
      <w:szCs w:val="30"/>
    </w:rPr>
  </w:style>
  <w:style w:type="paragraph" w:customStyle="1" w:styleId="ReportMenuBar">
    <w:name w:val="ReportMenuBar"/>
    <w:basedOn w:val="Normal"/>
    <w:uiPriority w:val="99"/>
    <w:rsid w:val="0071520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71520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71520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71520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71520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71520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71520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71520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71520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locked/>
    <w:rsid w:val="002A2D24"/>
    <w:rPr>
      <w:rFonts w:ascii="Book Antiqua" w:hAnsi="Book Antiqua" w:cs="Times New Roman"/>
      <w:sz w:val="22"/>
      <w:szCs w:val="22"/>
    </w:rPr>
  </w:style>
  <w:style w:type="paragraph" w:customStyle="1" w:styleId="a1">
    <w:name w:val="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locked/>
    <w:rsid w:val="002A2D24"/>
    <w:rPr>
      <w:rFonts w:cs="EucrosiaUPC"/>
      <w:sz w:val="30"/>
      <w:szCs w:val="30"/>
      <w:lang w:bidi="th-TH"/>
    </w:rPr>
  </w:style>
  <w:style w:type="character" w:styleId="PageNumber">
    <w:name w:val="page number"/>
    <w:rsid w:val="0071520C"/>
    <w:rPr>
      <w:rFonts w:cs="Times New Roman"/>
    </w:rPr>
  </w:style>
  <w:style w:type="paragraph" w:customStyle="1" w:styleId="ASSETS">
    <w:name w:val="ASSETS"/>
    <w:basedOn w:val="Normal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locked/>
    <w:rsid w:val="002A2D24"/>
    <w:rPr>
      <w:rFonts w:cs="EucrosiaUPC"/>
      <w:sz w:val="30"/>
      <w:szCs w:val="30"/>
      <w:lang w:bidi="th-TH"/>
    </w:rPr>
  </w:style>
  <w:style w:type="paragraph" w:styleId="BalloonText">
    <w:name w:val="Balloon Text"/>
    <w:basedOn w:val="Normal"/>
    <w:link w:val="BalloonTextChar"/>
    <w:semiHidden/>
    <w:rsid w:val="007152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2A2D24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 w:cs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locked/>
    <w:rsid w:val="0071520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71520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71520C"/>
    <w:pPr>
      <w:spacing w:line="240" w:lineRule="auto"/>
    </w:pPr>
  </w:style>
  <w:style w:type="character" w:customStyle="1" w:styleId="SignatureChar">
    <w:name w:val="Signature Char"/>
    <w:link w:val="Signature"/>
    <w:locked/>
    <w:rsid w:val="002A2D24"/>
    <w:rPr>
      <w:rFonts w:ascii="Arial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"/>
    <w:basedOn w:val="BodyText"/>
    <w:link w:val="blockCha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locked/>
    <w:rsid w:val="002A2D24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7152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71520C"/>
    <w:pPr>
      <w:spacing w:after="0"/>
    </w:pPr>
  </w:style>
  <w:style w:type="paragraph" w:customStyle="1" w:styleId="acctdividends">
    <w:name w:val="acct dividends"/>
    <w:aliases w:val="a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71520C"/>
    <w:pPr>
      <w:spacing w:after="0"/>
    </w:pPr>
  </w:style>
  <w:style w:type="paragraph" w:customStyle="1" w:styleId="acctindent">
    <w:name w:val="acct indent"/>
    <w:aliases w:val="ai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71520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71520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71520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71520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71520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71520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71520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71520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71520C"/>
    <w:pPr>
      <w:spacing w:after="0"/>
    </w:pPr>
  </w:style>
  <w:style w:type="paragraph" w:customStyle="1" w:styleId="List1a">
    <w:name w:val="List 1a"/>
    <w:aliases w:val="1a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7152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locked/>
    <w:rsid w:val="002A2D2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71520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71520C"/>
  </w:style>
  <w:style w:type="paragraph" w:customStyle="1" w:styleId="zreportaddinfo">
    <w:name w:val="zreport addinfo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71520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71520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71520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71520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71520C"/>
    <w:rPr>
      <w:b/>
      <w:bCs/>
    </w:rPr>
  </w:style>
  <w:style w:type="paragraph" w:customStyle="1" w:styleId="nineptbodytext">
    <w:name w:val="nine pt body text"/>
    <w:aliases w:val="9bt"/>
    <w:basedOn w:val="nineptnormal"/>
    <w:rsid w:val="0071520C"/>
    <w:pPr>
      <w:spacing w:after="220"/>
    </w:pPr>
  </w:style>
  <w:style w:type="paragraph" w:customStyle="1" w:styleId="nineptnormal">
    <w:name w:val="nine pt normal"/>
    <w:aliases w:val="9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71520C"/>
    <w:pPr>
      <w:jc w:val="center"/>
    </w:pPr>
  </w:style>
  <w:style w:type="paragraph" w:customStyle="1" w:styleId="heading">
    <w:name w:val="heading"/>
    <w:aliases w:val="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71520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71520C"/>
  </w:style>
  <w:style w:type="paragraph" w:customStyle="1" w:styleId="nineptheadingcentredbold">
    <w:name w:val="nine pt heading centred bold"/>
    <w:aliases w:val="9hc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71520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71520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71520C"/>
    <w:rPr>
      <w:b/>
    </w:rPr>
  </w:style>
  <w:style w:type="paragraph" w:customStyle="1" w:styleId="nineptcolumntab1">
    <w:name w:val="nine pt column tab1"/>
    <w:aliases w:val="a91"/>
    <w:basedOn w:val="nineptnormal"/>
    <w:rsid w:val="0071520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71520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71520C"/>
    <w:pPr>
      <w:jc w:val="center"/>
    </w:pPr>
  </w:style>
  <w:style w:type="paragraph" w:customStyle="1" w:styleId="Normalheading">
    <w:name w:val="Normal heading"/>
    <w:aliases w:val="nh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71520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71520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71520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71520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71520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71520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71520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71520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71520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71520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71520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71520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71520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71520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71520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71520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71520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71520C"/>
    <w:pPr>
      <w:spacing w:after="0"/>
    </w:pPr>
  </w:style>
  <w:style w:type="paragraph" w:customStyle="1" w:styleId="smallreturn">
    <w:name w:val="small return"/>
    <w:aliases w:val="sr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71520C"/>
    <w:pPr>
      <w:spacing w:after="0"/>
    </w:pPr>
  </w:style>
  <w:style w:type="paragraph" w:customStyle="1" w:styleId="headingbolditalic">
    <w:name w:val="heading bold italic"/>
    <w:aliases w:val="hbi"/>
    <w:basedOn w:val="heading"/>
    <w:rsid w:val="0071520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71520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71520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71520C"/>
    <w:pPr>
      <w:spacing w:after="0"/>
    </w:pPr>
  </w:style>
  <w:style w:type="paragraph" w:customStyle="1" w:styleId="blockbullet">
    <w:name w:val="block bullet"/>
    <w:aliases w:val="bb"/>
    <w:basedOn w:val="block"/>
    <w:rsid w:val="0071520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71520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71520C"/>
    <w:pPr>
      <w:spacing w:after="0"/>
    </w:pPr>
  </w:style>
  <w:style w:type="paragraph" w:customStyle="1" w:styleId="eightptnormal">
    <w:name w:val="eight pt normal"/>
    <w:aliases w:val="8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71520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71520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71520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71520C"/>
    <w:rPr>
      <w:b/>
      <w:bCs/>
    </w:rPr>
  </w:style>
  <w:style w:type="paragraph" w:customStyle="1" w:styleId="eightptbodytext">
    <w:name w:val="eight pt body text"/>
    <w:aliases w:val="8bt"/>
    <w:basedOn w:val="eightptnormal"/>
    <w:rsid w:val="0071520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71520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71520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71520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71520C"/>
    <w:pPr>
      <w:spacing w:after="0"/>
    </w:pPr>
  </w:style>
  <w:style w:type="paragraph" w:customStyle="1" w:styleId="eightptblock">
    <w:name w:val="eight pt block"/>
    <w:aliases w:val="8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71520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71520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71520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71520C"/>
    <w:pPr>
      <w:spacing w:after="0"/>
    </w:pPr>
  </w:style>
  <w:style w:type="paragraph" w:customStyle="1" w:styleId="blockindent">
    <w:name w:val="block indent"/>
    <w:aliases w:val="bi"/>
    <w:basedOn w:val="block"/>
    <w:rsid w:val="0071520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71520C"/>
    <w:pPr>
      <w:jc w:val="center"/>
    </w:pPr>
  </w:style>
  <w:style w:type="paragraph" w:customStyle="1" w:styleId="nineptcol">
    <w:name w:val="nine pt %col"/>
    <w:aliases w:val="9%"/>
    <w:basedOn w:val="nineptnormal"/>
    <w:rsid w:val="0071520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71520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71520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71520C"/>
    <w:pPr>
      <w:spacing w:after="0"/>
    </w:pPr>
  </w:style>
  <w:style w:type="paragraph" w:customStyle="1" w:styleId="nineptblocklist">
    <w:name w:val="nine pt block list"/>
    <w:aliases w:val="9bl"/>
    <w:basedOn w:val="nineptblock"/>
    <w:rsid w:val="0071520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71520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71520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71520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71520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71520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71520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71520C"/>
    <w:pPr>
      <w:spacing w:after="20"/>
    </w:pPr>
  </w:style>
  <w:style w:type="paragraph" w:customStyle="1" w:styleId="blockbulletnospaceafter">
    <w:name w:val="block bullet no space after"/>
    <w:aliases w:val="bbn,block bullet no sp"/>
    <w:rsid w:val="0071520C"/>
    <w:pPr>
      <w:tabs>
        <w:tab w:val="num" w:pos="907"/>
      </w:tabs>
      <w:spacing w:line="260" w:lineRule="atLeast"/>
      <w:ind w:left="907" w:hanging="340"/>
    </w:pPr>
    <w:rPr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71520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71520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71520C"/>
    <w:pPr>
      <w:spacing w:after="80"/>
    </w:pPr>
  </w:style>
  <w:style w:type="paragraph" w:customStyle="1" w:styleId="nineptratecol">
    <w:name w:val="nine pt rate col"/>
    <w:aliases w:val="a9r"/>
    <w:basedOn w:val="nineptnormal"/>
    <w:rsid w:val="0071520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71520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71520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71520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71520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71520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71520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71520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71520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71520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71520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71520C"/>
    <w:pPr>
      <w:ind w:left="907" w:hanging="340"/>
    </w:pPr>
  </w:style>
  <w:style w:type="paragraph" w:customStyle="1" w:styleId="List3i">
    <w:name w:val="List 3i"/>
    <w:aliases w:val="3i"/>
    <w:basedOn w:val="List2i"/>
    <w:rsid w:val="0071520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71520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71520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71520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71520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71520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71520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71520C"/>
    <w:pPr>
      <w:spacing w:after="80"/>
    </w:pPr>
  </w:style>
  <w:style w:type="paragraph" w:customStyle="1" w:styleId="blockbullet2">
    <w:name w:val="block bullet 2"/>
    <w:aliases w:val="bb2"/>
    <w:basedOn w:val="BodyText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71520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71520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1520C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71520C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71520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715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71520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locked/>
    <w:rsid w:val="002A2D24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71520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6366C3"/>
    <w:rPr>
      <w:rFonts w:cs="Times New Roman"/>
      <w:sz w:val="29"/>
      <w:szCs w:val="29"/>
    </w:rPr>
  </w:style>
  <w:style w:type="character" w:customStyle="1" w:styleId="hps">
    <w:name w:val="hps"/>
    <w:uiPriority w:val="99"/>
    <w:rsid w:val="004434FD"/>
    <w:rPr>
      <w:rFonts w:cs="Times New Roman"/>
    </w:rPr>
  </w:style>
  <w:style w:type="character" w:customStyle="1" w:styleId="gt-icon-text1">
    <w:name w:val="gt-icon-text1"/>
    <w:uiPriority w:val="99"/>
    <w:rsid w:val="00AE4F6D"/>
    <w:rPr>
      <w:rFonts w:cs="Times New Roman"/>
    </w:rPr>
  </w:style>
  <w:style w:type="character" w:customStyle="1" w:styleId="shorttext">
    <w:name w:val="short_text"/>
    <w:uiPriority w:val="99"/>
    <w:rsid w:val="002A2D24"/>
    <w:rPr>
      <w:rFonts w:cs="Times New Roman"/>
    </w:rPr>
  </w:style>
  <w:style w:type="paragraph" w:customStyle="1" w:styleId="Default">
    <w:name w:val="Default"/>
    <w:rsid w:val="002A2D2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222634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3702BE"/>
    <w:pPr>
      <w:ind w:left="720"/>
      <w:contextualSpacing/>
    </w:pPr>
    <w:rPr>
      <w:rFonts w:cs="Angsana New"/>
      <w:szCs w:val="22"/>
    </w:rPr>
  </w:style>
  <w:style w:type="paragraph" w:styleId="PlainText">
    <w:name w:val="Plain Text"/>
    <w:basedOn w:val="Normal"/>
    <w:link w:val="PlainTextChar"/>
    <w:uiPriority w:val="99"/>
    <w:rsid w:val="003915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locked/>
    <w:rsid w:val="00391515"/>
    <w:rPr>
      <w:rFonts w:ascii="Consolas" w:hAnsi="Consolas" w:cs="Angsana New"/>
      <w:sz w:val="26"/>
      <w:szCs w:val="26"/>
    </w:rPr>
  </w:style>
  <w:style w:type="character" w:styleId="CommentReference">
    <w:name w:val="annotation reference"/>
    <w:rsid w:val="00730C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730C9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730C99"/>
    <w:rPr>
      <w:rFonts w:ascii="Arial" w:hAnsi="Arial" w:cs="Angsana New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730C99"/>
    <w:rPr>
      <w:b/>
      <w:bCs/>
    </w:rPr>
  </w:style>
  <w:style w:type="character" w:customStyle="1" w:styleId="CommentSubjectChar">
    <w:name w:val="Comment Subject Char"/>
    <w:link w:val="CommentSubject"/>
    <w:locked/>
    <w:rsid w:val="00730C99"/>
    <w:rPr>
      <w:rFonts w:ascii="Arial" w:hAnsi="Arial" w:cs="Angsana New"/>
      <w:b/>
      <w:bCs/>
      <w:sz w:val="25"/>
      <w:szCs w:val="25"/>
    </w:rPr>
  </w:style>
  <w:style w:type="paragraph" w:styleId="Revision">
    <w:name w:val="Revision"/>
    <w:hidden/>
    <w:uiPriority w:val="99"/>
    <w:semiHidden/>
    <w:rsid w:val="00730C99"/>
    <w:rPr>
      <w:rFonts w:ascii="Arial" w:hAnsi="Arial" w:cs="Angsana New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735005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735005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73500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735005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735005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735005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735005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735005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735005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735005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735005"/>
    <w:rPr>
      <w:rFonts w:ascii="Univers 45 Light" w:hAnsi="Univers 45 Light" w:cs="Angsana New"/>
      <w:color w:val="auto"/>
    </w:rPr>
  </w:style>
  <w:style w:type="character" w:styleId="Emphasis">
    <w:name w:val="Emphasis"/>
    <w:uiPriority w:val="20"/>
    <w:qFormat/>
    <w:rsid w:val="00735005"/>
    <w:rPr>
      <w:i/>
      <w:iCs/>
    </w:rPr>
  </w:style>
  <w:style w:type="character" w:customStyle="1" w:styleId="apple-converted-space">
    <w:name w:val="apple-converted-space"/>
    <w:basedOn w:val="DefaultParagraphFont"/>
    <w:rsid w:val="00A7579D"/>
  </w:style>
  <w:style w:type="table" w:styleId="Table3Deffects2">
    <w:name w:val="Table 3D effects 2"/>
    <w:basedOn w:val="TableNormal"/>
    <w:rsid w:val="008B6DD8"/>
    <w:pPr>
      <w:spacing w:line="26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semiHidden/>
    <w:unhideWhenUsed/>
    <w:rsid w:val="00772693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3D2F72"/>
    <w:rPr>
      <w:rFonts w:ascii="Calibri" w:eastAsia="Calibri" w:hAnsi="Calibri" w:cs="Cordia New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573AC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character" w:styleId="Hyperlink">
    <w:name w:val="Hyperlink"/>
    <w:uiPriority w:val="99"/>
    <w:rsid w:val="00573AC4"/>
    <w:rPr>
      <w:color w:val="0000FF"/>
      <w:u w:val="single"/>
    </w:rPr>
  </w:style>
  <w:style w:type="paragraph" w:customStyle="1" w:styleId="Pa20">
    <w:name w:val="Pa20"/>
    <w:basedOn w:val="Default"/>
    <w:next w:val="Default"/>
    <w:uiPriority w:val="99"/>
    <w:rsid w:val="00573AC4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0000D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paragraph" w:customStyle="1" w:styleId="01HeadingTH">
    <w:name w:val="01 Heading TH"/>
    <w:basedOn w:val="ListParagraph"/>
    <w:qFormat/>
    <w:rsid w:val="00C25D8B"/>
    <w:pPr>
      <w:numPr>
        <w:numId w:val="5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67"/>
      </w:tabs>
      <w:overflowPunct w:val="0"/>
      <w:autoSpaceDE w:val="0"/>
      <w:autoSpaceDN w:val="0"/>
      <w:adjustRightInd w:val="0"/>
      <w:spacing w:before="120" w:after="120" w:line="240" w:lineRule="auto"/>
      <w:jc w:val="thaiDistribute"/>
      <w:textAlignment w:val="baseline"/>
    </w:pPr>
    <w:rPr>
      <w:rFonts w:ascii="Angsana New" w:hAnsi="Angsana New"/>
      <w:b/>
      <w:bCs/>
      <w:sz w:val="32"/>
      <w:szCs w:val="32"/>
    </w:rPr>
  </w:style>
  <w:style w:type="paragraph" w:customStyle="1" w:styleId="02HeadingTH">
    <w:name w:val="02 Heading TH"/>
    <w:basedOn w:val="01HeadingTH"/>
    <w:link w:val="02HeadingTHChar"/>
    <w:qFormat/>
    <w:rsid w:val="00C25D8B"/>
    <w:pPr>
      <w:numPr>
        <w:ilvl w:val="1"/>
      </w:numPr>
    </w:pPr>
  </w:style>
  <w:style w:type="character" w:customStyle="1" w:styleId="02HeadingTHChar">
    <w:name w:val="02 Heading TH Char"/>
    <w:link w:val="02HeadingTH"/>
    <w:rsid w:val="00C25D8B"/>
    <w:rPr>
      <w:rFonts w:ascii="Angsana New" w:hAnsi="Angsana New" w:cs="Angsana New"/>
      <w:b/>
      <w:bCs/>
      <w:sz w:val="32"/>
      <w:szCs w:val="32"/>
    </w:rPr>
  </w:style>
  <w:style w:type="paragraph" w:customStyle="1" w:styleId="1">
    <w:name w:val="เนื้อเรื่อง กั้นหน้า1"/>
    <w:basedOn w:val="NormalIndent"/>
    <w:uiPriority w:val="99"/>
    <w:rsid w:val="00B650B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paragraph" w:customStyle="1" w:styleId="a6">
    <w:name w:val="เนื้อเรื่อง กั้นหน้า"/>
    <w:basedOn w:val="NormalIndent"/>
    <w:uiPriority w:val="99"/>
    <w:rsid w:val="00B650B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hAnsi="CordiaUPC" w:cs="AngsanaUPC"/>
      <w:sz w:val="28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437B48"/>
    <w:pPr>
      <w:spacing w:line="26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27052C"/>
    <w:rPr>
      <w:rFonts w:ascii="Arial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C34053"/>
    <w:rPr>
      <w:szCs w:val="20"/>
      <w:lang w:val="en-GB" w:bidi="ar-SA"/>
    </w:rPr>
  </w:style>
  <w:style w:type="paragraph" w:customStyle="1" w:styleId="InsideAddress">
    <w:name w:val="Inside Address"/>
    <w:basedOn w:val="Normal"/>
    <w:rsid w:val="0099255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ms Rmn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2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61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76162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7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12076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7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07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76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7253-9AD7-4BEC-A7CD-2FCE2AA7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7</Pages>
  <Words>3416</Words>
  <Characters>10071</Characters>
  <Application>Microsoft Office Word</Application>
  <DocSecurity>0</DocSecurity>
  <Lines>83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Quater 1 listed - Word</vt:lpstr>
    </vt:vector>
  </TitlesOfParts>
  <Company>KPMG</Company>
  <LinksUpToDate>false</LinksUpToDate>
  <CharactersWithSpaces>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tadsong_h22</dc:creator>
  <cp:keywords/>
  <dc:description/>
  <cp:lastModifiedBy>Virut, Thongkumpla</cp:lastModifiedBy>
  <cp:revision>3</cp:revision>
  <cp:lastPrinted>2021-03-19T07:55:00Z</cp:lastPrinted>
  <dcterms:created xsi:type="dcterms:W3CDTF">2021-03-19T09:21:00Z</dcterms:created>
  <dcterms:modified xsi:type="dcterms:W3CDTF">2021-03-19T09:47:00Z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Interim Financial Statements Template</vt:lpwstr>
  </property>
</Properties>
</file>